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055" w:rsidRDefault="00407055" w:rsidP="00407055">
      <w:pPr>
        <w:jc w:val="center"/>
        <w:rPr>
          <w:b/>
          <w:sz w:val="32"/>
          <w:szCs w:val="32"/>
        </w:rPr>
      </w:pPr>
      <w:r>
        <w:rPr>
          <w:noProof/>
        </w:rPr>
        <w:drawing>
          <wp:anchor distT="0" distB="0" distL="114300" distR="114300" simplePos="0" relativeHeight="251659264" behindDoc="0" locked="0" layoutInCell="1" allowOverlap="1" wp14:anchorId="61527020" wp14:editId="32A468DF">
            <wp:simplePos x="0" y="0"/>
            <wp:positionH relativeFrom="column">
              <wp:posOffset>1590675</wp:posOffset>
            </wp:positionH>
            <wp:positionV relativeFrom="paragraph">
              <wp:posOffset>-285750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407055" w:rsidRDefault="00407055" w:rsidP="00407055">
      <w:pPr>
        <w:jc w:val="center"/>
        <w:rPr>
          <w:b/>
          <w:sz w:val="32"/>
          <w:szCs w:val="32"/>
        </w:rPr>
      </w:pPr>
    </w:p>
    <w:p w:rsidR="00407055" w:rsidRPr="00F62C87" w:rsidRDefault="00C26C52" w:rsidP="00407055">
      <w:pPr>
        <w:jc w:val="center"/>
        <w:rPr>
          <w:sz w:val="24"/>
        </w:rPr>
      </w:pPr>
      <w:r>
        <w:rPr>
          <w:b/>
          <w:sz w:val="32"/>
          <w:szCs w:val="32"/>
        </w:rPr>
        <w:t xml:space="preserve">RÁMCOVÁ </w:t>
      </w:r>
      <w:proofErr w:type="gramStart"/>
      <w:r w:rsidR="00F72667">
        <w:rPr>
          <w:b/>
          <w:sz w:val="32"/>
          <w:szCs w:val="32"/>
        </w:rPr>
        <w:t xml:space="preserve">DOHODA </w:t>
      </w:r>
      <w:r>
        <w:rPr>
          <w:b/>
          <w:sz w:val="32"/>
          <w:szCs w:val="32"/>
        </w:rPr>
        <w:t xml:space="preserve"> NA</w:t>
      </w:r>
      <w:proofErr w:type="gramEnd"/>
      <w:r>
        <w:rPr>
          <w:b/>
          <w:sz w:val="32"/>
          <w:szCs w:val="32"/>
        </w:rPr>
        <w:t xml:space="preserve"> ČIŠTĚNÍ, </w:t>
      </w:r>
      <w:r w:rsidR="00407055" w:rsidRPr="00212951">
        <w:rPr>
          <w:b/>
          <w:sz w:val="32"/>
          <w:szCs w:val="32"/>
        </w:rPr>
        <w:t xml:space="preserve">VYPOUŠTĚNÍ </w:t>
      </w:r>
      <w:r>
        <w:rPr>
          <w:b/>
          <w:sz w:val="32"/>
          <w:szCs w:val="32"/>
        </w:rPr>
        <w:t xml:space="preserve">A TLAKOVÉ ZKOUŠKY </w:t>
      </w:r>
      <w:r w:rsidR="00407055" w:rsidRPr="00212951">
        <w:rPr>
          <w:b/>
          <w:sz w:val="32"/>
          <w:szCs w:val="32"/>
        </w:rPr>
        <w:t>POTRUBÍ DN 150 - DN 300, PN 63</w:t>
      </w:r>
      <w:r w:rsidR="00407055" w:rsidRPr="00E9146E">
        <w:rPr>
          <w:b/>
          <w:sz w:val="24"/>
        </w:rPr>
        <w:t xml:space="preserve"> </w:t>
      </w:r>
    </w:p>
    <w:p w:rsidR="00407055" w:rsidRDefault="00407055" w:rsidP="0008064E">
      <w:pPr>
        <w:pStyle w:val="Nzev"/>
        <w:rPr>
          <w:sz w:val="24"/>
          <w:szCs w:val="24"/>
        </w:rPr>
      </w:pPr>
    </w:p>
    <w:p w:rsidR="0008064E" w:rsidRDefault="00C30D59" w:rsidP="0008064E">
      <w:pPr>
        <w:pStyle w:val="Nzev"/>
        <w:rPr>
          <w:sz w:val="24"/>
          <w:szCs w:val="24"/>
        </w:rPr>
      </w:pPr>
      <w:r w:rsidRPr="00790973">
        <w:rPr>
          <w:sz w:val="24"/>
          <w:szCs w:val="24"/>
        </w:rPr>
        <w:t xml:space="preserve">č. Objednatele </w:t>
      </w:r>
    </w:p>
    <w:p w:rsidR="00407055" w:rsidRDefault="00407055" w:rsidP="0008064E">
      <w:pPr>
        <w:pStyle w:val="Nzev"/>
        <w:rPr>
          <w:sz w:val="24"/>
          <w:szCs w:val="24"/>
        </w:rPr>
      </w:pPr>
    </w:p>
    <w:p w:rsidR="00B05A0F" w:rsidRPr="00B05A0F" w:rsidRDefault="00C30D59" w:rsidP="0008064E">
      <w:pPr>
        <w:pStyle w:val="Nzev"/>
      </w:pPr>
      <w:r w:rsidRPr="00790973">
        <w:rPr>
          <w:sz w:val="24"/>
          <w:szCs w:val="24"/>
        </w:rPr>
        <w:t xml:space="preserve">č. Zhotovitele </w:t>
      </w:r>
    </w:p>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C30D59" w:rsidRDefault="00AE2749" w:rsidP="00C30D59">
      <w:pPr>
        <w:ind w:left="283" w:firstLine="284"/>
      </w:pPr>
      <w:r>
        <w:t>se sídlem:</w:t>
      </w:r>
      <w:r>
        <w:tab/>
      </w:r>
      <w:r>
        <w:tab/>
      </w:r>
      <w:r>
        <w:tab/>
        <w:t xml:space="preserve">Dělnická </w:t>
      </w:r>
      <w:r w:rsidR="00C30D59">
        <w:t>213</w:t>
      </w:r>
      <w:r>
        <w:t>/12, Holešovice</w:t>
      </w:r>
      <w:r w:rsidR="00C30D59">
        <w:t>,</w:t>
      </w:r>
      <w:r>
        <w:t xml:space="preserve"> 170 00 Praha 7</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proofErr w:type="spellStart"/>
      <w:proofErr w:type="gramStart"/>
      <w:r>
        <w:t>č.účtu</w:t>
      </w:r>
      <w:proofErr w:type="spellEnd"/>
      <w:proofErr w:type="gramEnd"/>
      <w:r>
        <w:t>:</w:t>
      </w:r>
      <w:r>
        <w:tab/>
      </w:r>
      <w:r>
        <w:tab/>
      </w:r>
      <w:r>
        <w:tab/>
      </w:r>
      <w:r>
        <w:tab/>
        <w:t>11 902931/0100</w:t>
      </w:r>
    </w:p>
    <w:p w:rsidR="00C30D59" w:rsidRDefault="00C30D59" w:rsidP="00C30D59">
      <w:pPr>
        <w:ind w:left="283" w:firstLine="284"/>
      </w:pPr>
      <w:r>
        <w:t>IČ</w:t>
      </w:r>
      <w:r w:rsidR="00FA3F82">
        <w:t>O</w:t>
      </w:r>
      <w:r>
        <w:t>:</w:t>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6A3DED" w:rsidP="00C30D59">
      <w:pPr>
        <w:ind w:left="283" w:firstLine="284"/>
      </w:pPr>
      <w:r>
        <w:t>zastoupen</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w:t>
      </w:r>
      <w:r w:rsidR="00FA3F82">
        <w:t xml:space="preserve"> František Todt</w:t>
      </w:r>
      <w:r>
        <w:t>, člen představenstva</w:t>
      </w:r>
    </w:p>
    <w:p w:rsidR="00C30D59" w:rsidRDefault="00C30D59" w:rsidP="00C30D59">
      <w:r w:rsidRPr="00C30D59">
        <w:t xml:space="preserve">Osoby oprávněné jednat za objednatele v rámci uzavřené </w:t>
      </w:r>
      <w:r w:rsidR="00325CAB">
        <w:t xml:space="preserve">rámcové </w:t>
      </w:r>
      <w:r w:rsidR="00F72667">
        <w:t xml:space="preserve">dohody </w:t>
      </w:r>
      <w:r w:rsidRPr="00C30D59">
        <w:t xml:space="preserve"> o </w:t>
      </w:r>
      <w:r w:rsidR="00325CAB">
        <w:t xml:space="preserve">na </w:t>
      </w:r>
      <w:proofErr w:type="gramStart"/>
      <w:r w:rsidR="00325CAB">
        <w:t>čištění , vypouštění</w:t>
      </w:r>
      <w:proofErr w:type="gramEnd"/>
      <w:r w:rsidR="00325CAB">
        <w:t xml:space="preserve"> a tlakové zkoušky potrubí DN 150 – DN 300, PN 63 </w:t>
      </w:r>
      <w:r w:rsidR="00053493">
        <w:t xml:space="preserve"> (každý samostatně)</w:t>
      </w:r>
      <w:r w:rsidRPr="00C30D59">
        <w:t>:</w:t>
      </w:r>
    </w:p>
    <w:tbl>
      <w:tblPr>
        <w:tblStyle w:val="Mkatabulky"/>
        <w:tblW w:w="0" w:type="auto"/>
        <w:tblLook w:val="04A0" w:firstRow="1" w:lastRow="0" w:firstColumn="1" w:lastColumn="0" w:noHBand="0" w:noVBand="1"/>
      </w:tblPr>
      <w:tblGrid>
        <w:gridCol w:w="2234"/>
        <w:gridCol w:w="1994"/>
        <w:gridCol w:w="1539"/>
        <w:gridCol w:w="3805"/>
      </w:tblGrid>
      <w:tr w:rsidR="00C30D59" w:rsidRPr="009A21C7" w:rsidTr="000C3F7B">
        <w:trPr>
          <w:trHeight w:val="401"/>
        </w:trPr>
        <w:tc>
          <w:tcPr>
            <w:tcW w:w="2234"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1994"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5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3805"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653AD9" w:rsidRPr="009A21C7" w:rsidTr="000C3F7B">
        <w:tc>
          <w:tcPr>
            <w:tcW w:w="2234" w:type="dxa"/>
            <w:vAlign w:val="center"/>
          </w:tcPr>
          <w:p w:rsidR="00653AD9" w:rsidRPr="009A0F9B" w:rsidRDefault="00653AD9" w:rsidP="00F72667">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r>
              <w:rPr>
                <w:rFonts w:cs="Arial"/>
                <w:color w:val="000000"/>
                <w:sz w:val="16"/>
                <w:szCs w:val="16"/>
              </w:rPr>
              <w:t xml:space="preserve"> (vyjma změny či zániku této rámcové </w:t>
            </w:r>
            <w:proofErr w:type="gramStart"/>
            <w:r w:rsidR="00F72667">
              <w:rPr>
                <w:rFonts w:cs="Arial"/>
                <w:color w:val="000000"/>
                <w:sz w:val="16"/>
                <w:szCs w:val="16"/>
              </w:rPr>
              <w:t xml:space="preserve">dohody </w:t>
            </w:r>
            <w:r>
              <w:rPr>
                <w:rFonts w:cs="Arial"/>
                <w:color w:val="000000"/>
                <w:sz w:val="16"/>
                <w:szCs w:val="16"/>
              </w:rPr>
              <w:t>)</w:t>
            </w:r>
            <w:proofErr w:type="gramEnd"/>
          </w:p>
        </w:tc>
        <w:tc>
          <w:tcPr>
            <w:tcW w:w="1994" w:type="dxa"/>
          </w:tcPr>
          <w:p w:rsidR="00653AD9" w:rsidRPr="00285275" w:rsidRDefault="00653AD9" w:rsidP="001E1CD8">
            <w:pPr>
              <w:rPr>
                <w:sz w:val="16"/>
                <w:szCs w:val="16"/>
              </w:rPr>
            </w:pPr>
          </w:p>
        </w:tc>
        <w:tc>
          <w:tcPr>
            <w:tcW w:w="1539" w:type="dxa"/>
          </w:tcPr>
          <w:p w:rsidR="00653AD9" w:rsidRPr="00285275" w:rsidRDefault="00653AD9" w:rsidP="001E1CD8">
            <w:pPr>
              <w:rPr>
                <w:sz w:val="16"/>
                <w:szCs w:val="16"/>
              </w:rPr>
            </w:pPr>
          </w:p>
        </w:tc>
        <w:tc>
          <w:tcPr>
            <w:tcW w:w="3805" w:type="dxa"/>
          </w:tcPr>
          <w:p w:rsidR="00653AD9" w:rsidRPr="00285275" w:rsidRDefault="00653AD9" w:rsidP="001E1CD8">
            <w:pPr>
              <w:rPr>
                <w:sz w:val="16"/>
                <w:szCs w:val="16"/>
              </w:rPr>
            </w:pPr>
          </w:p>
        </w:tc>
      </w:tr>
      <w:tr w:rsidR="00653AD9" w:rsidRPr="009A21C7" w:rsidTr="0065403A">
        <w:tc>
          <w:tcPr>
            <w:tcW w:w="2234" w:type="dxa"/>
            <w:vAlign w:val="center"/>
          </w:tcPr>
          <w:p w:rsidR="00653AD9" w:rsidRPr="009A0F9B" w:rsidRDefault="00653AD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1994" w:type="dxa"/>
            <w:shd w:val="clear" w:color="auto" w:fill="BFBFBF" w:themeFill="background1" w:themeFillShade="BF"/>
          </w:tcPr>
          <w:p w:rsidR="00653AD9" w:rsidRDefault="00653AD9" w:rsidP="001E1CD8">
            <w:pPr>
              <w:rPr>
                <w:sz w:val="16"/>
                <w:szCs w:val="16"/>
              </w:rPr>
            </w:pPr>
            <w:r>
              <w:rPr>
                <w:sz w:val="16"/>
                <w:szCs w:val="16"/>
              </w:rPr>
              <w:t>Josef Paul</w:t>
            </w:r>
          </w:p>
          <w:p w:rsidR="00653AD9" w:rsidRDefault="00653AD9" w:rsidP="001E1CD8">
            <w:pPr>
              <w:rPr>
                <w:sz w:val="16"/>
                <w:szCs w:val="16"/>
              </w:rPr>
            </w:pPr>
            <w:r>
              <w:rPr>
                <w:sz w:val="16"/>
                <w:szCs w:val="16"/>
              </w:rPr>
              <w:t>Ing. Václav Polanka</w:t>
            </w:r>
          </w:p>
          <w:p w:rsidR="00653AD9" w:rsidRPr="00285275" w:rsidRDefault="00653AD9" w:rsidP="0045374D">
            <w:pPr>
              <w:rPr>
                <w:sz w:val="16"/>
                <w:szCs w:val="16"/>
              </w:rPr>
            </w:pPr>
            <w:r>
              <w:rPr>
                <w:sz w:val="16"/>
                <w:szCs w:val="16"/>
              </w:rPr>
              <w:t xml:space="preserve"> </w:t>
            </w:r>
            <w:r w:rsidR="0045374D">
              <w:rPr>
                <w:sz w:val="16"/>
                <w:szCs w:val="16"/>
              </w:rPr>
              <w:t>Luboš Měšťák</w:t>
            </w:r>
          </w:p>
        </w:tc>
        <w:tc>
          <w:tcPr>
            <w:tcW w:w="1539" w:type="dxa"/>
            <w:shd w:val="clear" w:color="auto" w:fill="BFBFBF" w:themeFill="background1" w:themeFillShade="BF"/>
          </w:tcPr>
          <w:p w:rsidR="00653AD9" w:rsidRPr="004B1FCA" w:rsidRDefault="00653AD9" w:rsidP="001E1CD8">
            <w:pPr>
              <w:rPr>
                <w:color w:val="010101"/>
                <w:sz w:val="16"/>
                <w:szCs w:val="16"/>
              </w:rPr>
            </w:pPr>
            <w:r w:rsidRPr="004B1FCA">
              <w:rPr>
                <w:color w:val="010101"/>
                <w:sz w:val="16"/>
                <w:szCs w:val="16"/>
              </w:rPr>
              <w:t>602 651 850</w:t>
            </w:r>
          </w:p>
          <w:p w:rsidR="00653AD9" w:rsidRPr="004B1FCA" w:rsidRDefault="00653AD9" w:rsidP="001E1CD8">
            <w:pPr>
              <w:rPr>
                <w:color w:val="010101"/>
                <w:sz w:val="16"/>
                <w:szCs w:val="16"/>
              </w:rPr>
            </w:pPr>
            <w:r w:rsidRPr="004B1FCA">
              <w:rPr>
                <w:color w:val="010101"/>
                <w:sz w:val="16"/>
                <w:szCs w:val="16"/>
              </w:rPr>
              <w:t>724 006 221</w:t>
            </w:r>
          </w:p>
          <w:p w:rsidR="00653AD9" w:rsidRPr="004B1FCA" w:rsidRDefault="0045374D" w:rsidP="001E1CD8">
            <w:pPr>
              <w:rPr>
                <w:sz w:val="16"/>
                <w:szCs w:val="16"/>
              </w:rPr>
            </w:pPr>
            <w:r>
              <w:rPr>
                <w:color w:val="010101"/>
                <w:sz w:val="16"/>
                <w:szCs w:val="16"/>
              </w:rPr>
              <w:t>  </w:t>
            </w:r>
            <w:r w:rsidRPr="00733E73">
              <w:rPr>
                <w:color w:val="010101"/>
                <w:sz w:val="16"/>
                <w:szCs w:val="16"/>
              </w:rPr>
              <w:t>602 288 286</w:t>
            </w:r>
          </w:p>
        </w:tc>
        <w:tc>
          <w:tcPr>
            <w:tcW w:w="3805" w:type="dxa"/>
            <w:shd w:val="clear" w:color="auto" w:fill="BFBFBF" w:themeFill="background1" w:themeFillShade="BF"/>
          </w:tcPr>
          <w:p w:rsidR="00653AD9" w:rsidRPr="00285275" w:rsidRDefault="00995869" w:rsidP="0045374D">
            <w:pPr>
              <w:rPr>
                <w:sz w:val="16"/>
                <w:szCs w:val="16"/>
              </w:rPr>
            </w:pPr>
            <w:hyperlink r:id="rId10" w:history="1">
              <w:r w:rsidR="00653AD9" w:rsidRPr="00935726">
                <w:rPr>
                  <w:rStyle w:val="Hypertextovodkaz"/>
                  <w:sz w:val="16"/>
                  <w:szCs w:val="16"/>
                </w:rPr>
                <w:t>Josef.paul@ceproas.cz</w:t>
              </w:r>
            </w:hyperlink>
            <w:r w:rsidR="00653AD9">
              <w:rPr>
                <w:sz w:val="16"/>
                <w:szCs w:val="16"/>
              </w:rPr>
              <w:t xml:space="preserve">; </w:t>
            </w:r>
            <w:hyperlink r:id="rId11" w:history="1">
              <w:r w:rsidR="00653AD9" w:rsidRPr="00935726">
                <w:rPr>
                  <w:rStyle w:val="Hypertextovodkaz"/>
                  <w:sz w:val="16"/>
                  <w:szCs w:val="16"/>
                </w:rPr>
                <w:t>vaclav.polanka@ceproas.cz</w:t>
              </w:r>
            </w:hyperlink>
            <w:r w:rsidR="00653AD9">
              <w:rPr>
                <w:sz w:val="16"/>
                <w:szCs w:val="16"/>
              </w:rPr>
              <w:t xml:space="preserve">; </w:t>
            </w:r>
            <w:r w:rsidR="0045374D">
              <w:rPr>
                <w:sz w:val="16"/>
                <w:szCs w:val="16"/>
              </w:rPr>
              <w:t xml:space="preserve"> lubos.mestak@ceproas.cz</w:t>
            </w:r>
          </w:p>
        </w:tc>
      </w:tr>
      <w:tr w:rsidR="000C3F7B" w:rsidRPr="009A21C7" w:rsidTr="0065403A">
        <w:tc>
          <w:tcPr>
            <w:tcW w:w="2234" w:type="dxa"/>
            <w:vAlign w:val="center"/>
          </w:tcPr>
          <w:p w:rsidR="000C3F7B" w:rsidRPr="009A0F9B" w:rsidRDefault="000C3F7B"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tc>
          <w:tcPr>
            <w:tcW w:w="1994" w:type="dxa"/>
            <w:shd w:val="clear" w:color="auto" w:fill="BFBFBF" w:themeFill="background1" w:themeFillShade="BF"/>
          </w:tcPr>
          <w:p w:rsidR="000C3F7B" w:rsidRDefault="000C3F7B" w:rsidP="00956F49">
            <w:pPr>
              <w:rPr>
                <w:sz w:val="16"/>
                <w:szCs w:val="16"/>
              </w:rPr>
            </w:pPr>
            <w:r>
              <w:rPr>
                <w:sz w:val="16"/>
                <w:szCs w:val="16"/>
              </w:rPr>
              <w:t>Josef Paul</w:t>
            </w:r>
          </w:p>
          <w:p w:rsidR="000C3F7B" w:rsidRDefault="000C3F7B" w:rsidP="00956F49">
            <w:pPr>
              <w:rPr>
                <w:sz w:val="16"/>
                <w:szCs w:val="16"/>
              </w:rPr>
            </w:pPr>
            <w:r>
              <w:rPr>
                <w:sz w:val="16"/>
                <w:szCs w:val="16"/>
              </w:rPr>
              <w:t>Ing. Václav Polanka</w:t>
            </w:r>
          </w:p>
          <w:p w:rsidR="000C3F7B" w:rsidRPr="00285275" w:rsidRDefault="000C3F7B" w:rsidP="001E1CD8">
            <w:pPr>
              <w:rPr>
                <w:sz w:val="16"/>
                <w:szCs w:val="16"/>
              </w:rPr>
            </w:pPr>
            <w:r>
              <w:rPr>
                <w:sz w:val="16"/>
                <w:szCs w:val="16"/>
              </w:rPr>
              <w:t xml:space="preserve"> Luboš Měšťák</w:t>
            </w:r>
          </w:p>
        </w:tc>
        <w:tc>
          <w:tcPr>
            <w:tcW w:w="1539" w:type="dxa"/>
            <w:shd w:val="clear" w:color="auto" w:fill="BFBFBF" w:themeFill="background1" w:themeFillShade="BF"/>
          </w:tcPr>
          <w:p w:rsidR="000C3F7B" w:rsidRPr="004B1FCA" w:rsidRDefault="000C3F7B" w:rsidP="00956F49">
            <w:pPr>
              <w:rPr>
                <w:color w:val="010101"/>
                <w:sz w:val="16"/>
                <w:szCs w:val="16"/>
              </w:rPr>
            </w:pPr>
            <w:r w:rsidRPr="004B1FCA">
              <w:rPr>
                <w:color w:val="010101"/>
                <w:sz w:val="16"/>
                <w:szCs w:val="16"/>
              </w:rPr>
              <w:t>602 651 850</w:t>
            </w:r>
          </w:p>
          <w:p w:rsidR="000C3F7B" w:rsidRPr="004B1FCA" w:rsidRDefault="000C3F7B" w:rsidP="00956F49">
            <w:pPr>
              <w:rPr>
                <w:color w:val="010101"/>
                <w:sz w:val="16"/>
                <w:szCs w:val="16"/>
              </w:rPr>
            </w:pPr>
            <w:r w:rsidRPr="004B1FCA">
              <w:rPr>
                <w:color w:val="010101"/>
                <w:sz w:val="16"/>
                <w:szCs w:val="16"/>
              </w:rPr>
              <w:t>724 006 221</w:t>
            </w:r>
          </w:p>
          <w:p w:rsidR="000C3F7B" w:rsidRPr="004B1FCA" w:rsidRDefault="000C3F7B" w:rsidP="001E1CD8">
            <w:pPr>
              <w:rPr>
                <w:sz w:val="16"/>
                <w:szCs w:val="16"/>
              </w:rPr>
            </w:pPr>
            <w:r>
              <w:rPr>
                <w:color w:val="010101"/>
                <w:sz w:val="16"/>
                <w:szCs w:val="16"/>
              </w:rPr>
              <w:t>  </w:t>
            </w:r>
            <w:r w:rsidRPr="00733E73">
              <w:rPr>
                <w:color w:val="010101"/>
                <w:sz w:val="16"/>
                <w:szCs w:val="16"/>
              </w:rPr>
              <w:t>602 288 286</w:t>
            </w:r>
          </w:p>
        </w:tc>
        <w:tc>
          <w:tcPr>
            <w:tcW w:w="3805" w:type="dxa"/>
            <w:shd w:val="clear" w:color="auto" w:fill="BFBFBF" w:themeFill="background1" w:themeFillShade="BF"/>
          </w:tcPr>
          <w:p w:rsidR="000C3F7B" w:rsidRPr="00285275" w:rsidRDefault="00995869" w:rsidP="001E1CD8">
            <w:pPr>
              <w:rPr>
                <w:sz w:val="16"/>
                <w:szCs w:val="16"/>
              </w:rPr>
            </w:pPr>
            <w:hyperlink r:id="rId12" w:history="1">
              <w:r w:rsidR="000C3F7B" w:rsidRPr="00935726">
                <w:rPr>
                  <w:rStyle w:val="Hypertextovodkaz"/>
                  <w:sz w:val="16"/>
                  <w:szCs w:val="16"/>
                </w:rPr>
                <w:t>Josef.paul@ceproas.cz</w:t>
              </w:r>
            </w:hyperlink>
            <w:r w:rsidR="000C3F7B">
              <w:rPr>
                <w:sz w:val="16"/>
                <w:szCs w:val="16"/>
              </w:rPr>
              <w:t xml:space="preserve">; </w:t>
            </w:r>
            <w:hyperlink r:id="rId13" w:history="1">
              <w:r w:rsidR="000C3F7B" w:rsidRPr="00935726">
                <w:rPr>
                  <w:rStyle w:val="Hypertextovodkaz"/>
                  <w:sz w:val="16"/>
                  <w:szCs w:val="16"/>
                </w:rPr>
                <w:t>vaclav.polanka@ceproas.cz</w:t>
              </w:r>
            </w:hyperlink>
            <w:r w:rsidR="000C3F7B">
              <w:rPr>
                <w:sz w:val="16"/>
                <w:szCs w:val="16"/>
              </w:rPr>
              <w:t>;  lubos.mestak@ceproas.cz</w:t>
            </w:r>
          </w:p>
        </w:tc>
      </w:tr>
      <w:tr w:rsidR="000C3F7B" w:rsidRPr="009A21C7" w:rsidTr="0065403A">
        <w:tc>
          <w:tcPr>
            <w:tcW w:w="2234" w:type="dxa"/>
            <w:vAlign w:val="center"/>
          </w:tcPr>
          <w:p w:rsidR="000C3F7B" w:rsidRPr="009A0F9B" w:rsidRDefault="000C3F7B"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1994" w:type="dxa"/>
            <w:shd w:val="clear" w:color="auto" w:fill="BFBFBF" w:themeFill="background1" w:themeFillShade="BF"/>
          </w:tcPr>
          <w:p w:rsidR="000C3F7B" w:rsidRDefault="000C3F7B" w:rsidP="00956F49">
            <w:pPr>
              <w:rPr>
                <w:sz w:val="16"/>
                <w:szCs w:val="16"/>
              </w:rPr>
            </w:pPr>
            <w:r>
              <w:rPr>
                <w:sz w:val="16"/>
                <w:szCs w:val="16"/>
              </w:rPr>
              <w:t>Josef Paul</w:t>
            </w:r>
          </w:p>
          <w:p w:rsidR="000C3F7B" w:rsidRDefault="000C3F7B" w:rsidP="00956F49">
            <w:pPr>
              <w:rPr>
                <w:sz w:val="16"/>
                <w:szCs w:val="16"/>
              </w:rPr>
            </w:pPr>
            <w:r>
              <w:rPr>
                <w:sz w:val="16"/>
                <w:szCs w:val="16"/>
              </w:rPr>
              <w:t>Ing. Václav Polanka</w:t>
            </w:r>
          </w:p>
          <w:p w:rsidR="000C3F7B" w:rsidRPr="00285275" w:rsidRDefault="000C3F7B" w:rsidP="001E1CD8">
            <w:pPr>
              <w:rPr>
                <w:sz w:val="16"/>
                <w:szCs w:val="16"/>
              </w:rPr>
            </w:pPr>
            <w:r>
              <w:rPr>
                <w:sz w:val="16"/>
                <w:szCs w:val="16"/>
              </w:rPr>
              <w:t xml:space="preserve"> Luboš Měšťák</w:t>
            </w:r>
          </w:p>
        </w:tc>
        <w:tc>
          <w:tcPr>
            <w:tcW w:w="1539" w:type="dxa"/>
            <w:shd w:val="clear" w:color="auto" w:fill="BFBFBF" w:themeFill="background1" w:themeFillShade="BF"/>
          </w:tcPr>
          <w:p w:rsidR="000C3F7B" w:rsidRPr="004B1FCA" w:rsidRDefault="000C3F7B" w:rsidP="00956F49">
            <w:pPr>
              <w:rPr>
                <w:color w:val="010101"/>
                <w:sz w:val="16"/>
                <w:szCs w:val="16"/>
              </w:rPr>
            </w:pPr>
            <w:r w:rsidRPr="004B1FCA">
              <w:rPr>
                <w:color w:val="010101"/>
                <w:sz w:val="16"/>
                <w:szCs w:val="16"/>
              </w:rPr>
              <w:t>602 651 850</w:t>
            </w:r>
          </w:p>
          <w:p w:rsidR="000C3F7B" w:rsidRPr="004B1FCA" w:rsidRDefault="000C3F7B" w:rsidP="00956F49">
            <w:pPr>
              <w:rPr>
                <w:color w:val="010101"/>
                <w:sz w:val="16"/>
                <w:szCs w:val="16"/>
              </w:rPr>
            </w:pPr>
            <w:r w:rsidRPr="004B1FCA">
              <w:rPr>
                <w:color w:val="010101"/>
                <w:sz w:val="16"/>
                <w:szCs w:val="16"/>
              </w:rPr>
              <w:t>724 006 221</w:t>
            </w:r>
          </w:p>
          <w:p w:rsidR="000C3F7B" w:rsidRPr="004B1FCA" w:rsidRDefault="000C3F7B" w:rsidP="001E1CD8">
            <w:pPr>
              <w:rPr>
                <w:sz w:val="16"/>
                <w:szCs w:val="16"/>
              </w:rPr>
            </w:pPr>
            <w:r>
              <w:rPr>
                <w:color w:val="010101"/>
                <w:sz w:val="16"/>
                <w:szCs w:val="16"/>
              </w:rPr>
              <w:t>  </w:t>
            </w:r>
            <w:r w:rsidRPr="00733E73">
              <w:rPr>
                <w:color w:val="010101"/>
                <w:sz w:val="16"/>
                <w:szCs w:val="16"/>
              </w:rPr>
              <w:t>602 288 286</w:t>
            </w:r>
          </w:p>
        </w:tc>
        <w:tc>
          <w:tcPr>
            <w:tcW w:w="3805" w:type="dxa"/>
            <w:shd w:val="clear" w:color="auto" w:fill="BFBFBF" w:themeFill="background1" w:themeFillShade="BF"/>
          </w:tcPr>
          <w:p w:rsidR="000C3F7B" w:rsidRPr="00285275" w:rsidRDefault="00995869" w:rsidP="001E1CD8">
            <w:pPr>
              <w:rPr>
                <w:sz w:val="16"/>
                <w:szCs w:val="16"/>
              </w:rPr>
            </w:pPr>
            <w:hyperlink r:id="rId14" w:history="1">
              <w:r w:rsidR="000C3F7B" w:rsidRPr="00935726">
                <w:rPr>
                  <w:rStyle w:val="Hypertextovodkaz"/>
                  <w:sz w:val="16"/>
                  <w:szCs w:val="16"/>
                </w:rPr>
                <w:t>Josef.paul@ceproas.cz</w:t>
              </w:r>
            </w:hyperlink>
            <w:r w:rsidR="000C3F7B">
              <w:rPr>
                <w:sz w:val="16"/>
                <w:szCs w:val="16"/>
              </w:rPr>
              <w:t xml:space="preserve">; </w:t>
            </w:r>
            <w:hyperlink r:id="rId15" w:history="1">
              <w:r w:rsidR="000C3F7B" w:rsidRPr="00935726">
                <w:rPr>
                  <w:rStyle w:val="Hypertextovodkaz"/>
                  <w:sz w:val="16"/>
                  <w:szCs w:val="16"/>
                </w:rPr>
                <w:t>vaclav.polanka@ceproas.cz</w:t>
              </w:r>
            </w:hyperlink>
            <w:r w:rsidR="000C3F7B">
              <w:rPr>
                <w:sz w:val="16"/>
                <w:szCs w:val="16"/>
              </w:rPr>
              <w:t>;  lubos.mestak@ceproas.cz</w:t>
            </w:r>
          </w:p>
        </w:tc>
      </w:tr>
      <w:tr w:rsidR="00653AD9" w:rsidRPr="009A21C7" w:rsidTr="000C3F7B">
        <w:tc>
          <w:tcPr>
            <w:tcW w:w="2234" w:type="dxa"/>
            <w:vAlign w:val="center"/>
          </w:tcPr>
          <w:p w:rsidR="00653AD9" w:rsidRPr="009A0F9B" w:rsidRDefault="00653AD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1994" w:type="dxa"/>
          </w:tcPr>
          <w:p w:rsidR="00653AD9" w:rsidRPr="00285275" w:rsidRDefault="00653AD9" w:rsidP="001E1CD8">
            <w:pPr>
              <w:rPr>
                <w:sz w:val="16"/>
                <w:szCs w:val="16"/>
              </w:rPr>
            </w:pPr>
          </w:p>
        </w:tc>
        <w:tc>
          <w:tcPr>
            <w:tcW w:w="1539" w:type="dxa"/>
          </w:tcPr>
          <w:p w:rsidR="00653AD9" w:rsidRPr="004B1FCA" w:rsidRDefault="00653AD9" w:rsidP="001E1CD8">
            <w:pPr>
              <w:rPr>
                <w:sz w:val="16"/>
                <w:szCs w:val="16"/>
              </w:rPr>
            </w:pPr>
          </w:p>
        </w:tc>
        <w:tc>
          <w:tcPr>
            <w:tcW w:w="3805" w:type="dxa"/>
          </w:tcPr>
          <w:p w:rsidR="00653AD9" w:rsidRPr="00285275" w:rsidRDefault="00653AD9" w:rsidP="001E1CD8">
            <w:pPr>
              <w:rPr>
                <w:sz w:val="16"/>
                <w:szCs w:val="16"/>
              </w:rPr>
            </w:pPr>
          </w:p>
        </w:tc>
      </w:tr>
    </w:tbl>
    <w:p w:rsidR="00C30D59" w:rsidRDefault="00C30D59" w:rsidP="00C30D59">
      <w:r w:rsidRPr="00C30D59">
        <w:t>(dále jen „</w:t>
      </w:r>
      <w:r w:rsidRPr="00C30D59">
        <w:rPr>
          <w:b/>
          <w:i/>
        </w:rPr>
        <w:t>Objednatel</w:t>
      </w:r>
      <w:r w:rsidRPr="00C30D59">
        <w:t>“)</w:t>
      </w:r>
    </w:p>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361B1A" w:rsidRDefault="00C30D59" w:rsidP="00361B1A">
      <w:pPr>
        <w:pStyle w:val="Odstavec2"/>
        <w:rPr>
          <w:b/>
        </w:rPr>
      </w:pPr>
      <w:r>
        <w:t>Zhotovitel:</w:t>
      </w:r>
      <w:r>
        <w:tab/>
      </w:r>
      <w:r>
        <w:tab/>
      </w:r>
      <w:r w:rsidRPr="00B84E82">
        <w:rPr>
          <w:b/>
        </w:rPr>
        <w:tab/>
      </w:r>
    </w:p>
    <w:p w:rsidR="00537B69" w:rsidRDefault="00C30D59" w:rsidP="00C30D59">
      <w:pPr>
        <w:ind w:left="283" w:firstLine="284"/>
      </w:pPr>
      <w:r>
        <w:t>se sídlem:</w:t>
      </w:r>
      <w:r>
        <w:tab/>
      </w:r>
      <w:r>
        <w:tab/>
      </w:r>
      <w:r>
        <w:tab/>
      </w:r>
    </w:p>
    <w:p w:rsidR="00C30D59" w:rsidRDefault="00C30D59" w:rsidP="00C30D59">
      <w:pPr>
        <w:ind w:left="283" w:firstLine="284"/>
      </w:pPr>
      <w:r>
        <w:t>zapsaná:</w:t>
      </w:r>
      <w:r>
        <w:tab/>
      </w:r>
      <w:r>
        <w:tab/>
      </w:r>
      <w:r>
        <w:tab/>
      </w:r>
      <w:r w:rsidR="00DF7B8B">
        <w:t>Obchodní rejstřík</w:t>
      </w:r>
      <w:r w:rsidR="005B248A">
        <w:t>………</w:t>
      </w:r>
      <w:proofErr w:type="gramStart"/>
      <w:r w:rsidR="005B248A">
        <w:t>…..</w:t>
      </w:r>
      <w:r w:rsidR="00DF7B8B">
        <w:t>, oddíl</w:t>
      </w:r>
      <w:proofErr w:type="gramEnd"/>
      <w:r w:rsidR="00DF7B8B">
        <w:t xml:space="preserve"> </w:t>
      </w:r>
      <w:r w:rsidR="005B248A">
        <w:t>…</w:t>
      </w:r>
      <w:r w:rsidR="00DF7B8B">
        <w:t xml:space="preserve">, vložka </w:t>
      </w:r>
      <w:r w:rsidR="005B248A">
        <w:t>….</w:t>
      </w:r>
      <w:r>
        <w:tab/>
      </w:r>
    </w:p>
    <w:p w:rsidR="00537B69" w:rsidRDefault="00C30D59" w:rsidP="00C30D59">
      <w:pPr>
        <w:ind w:left="283" w:firstLine="284"/>
      </w:pPr>
      <w:r>
        <w:lastRenderedPageBreak/>
        <w:t>bankovní spojení:</w:t>
      </w:r>
      <w:r>
        <w:tab/>
      </w:r>
    </w:p>
    <w:p w:rsidR="00537B69" w:rsidRDefault="00C30D59" w:rsidP="00C30D59">
      <w:pPr>
        <w:ind w:left="283" w:firstLine="284"/>
        <w:rPr>
          <w:rStyle w:val="tsubjname"/>
          <w:szCs w:val="20"/>
        </w:rPr>
      </w:pPr>
      <w:proofErr w:type="spellStart"/>
      <w:proofErr w:type="gramStart"/>
      <w:r w:rsidRPr="00117E01">
        <w:rPr>
          <w:rStyle w:val="tsubjname"/>
          <w:szCs w:val="20"/>
        </w:rPr>
        <w:t>č.účtu</w:t>
      </w:r>
      <w:proofErr w:type="spellEnd"/>
      <w:proofErr w:type="gramEnd"/>
      <w:r w:rsidRPr="00117E01">
        <w:rPr>
          <w:rStyle w:val="tsubjname"/>
          <w:szCs w:val="20"/>
        </w:rPr>
        <w:t>:</w:t>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p>
    <w:p w:rsidR="00537B69" w:rsidRDefault="00C30D59" w:rsidP="00C30D59">
      <w:pPr>
        <w:ind w:left="283" w:firstLine="284"/>
        <w:rPr>
          <w:rStyle w:val="tsubjname"/>
          <w:szCs w:val="20"/>
        </w:rPr>
      </w:pPr>
      <w:r w:rsidRPr="00117E01">
        <w:rPr>
          <w:rStyle w:val="tsubjname"/>
          <w:szCs w:val="20"/>
        </w:rPr>
        <w:t>IČ</w:t>
      </w:r>
      <w:r w:rsidR="005B248A">
        <w:rPr>
          <w:rStyle w:val="tsubjname"/>
          <w:szCs w:val="20"/>
        </w:rPr>
        <w:t>O</w:t>
      </w:r>
      <w:r w:rsidRPr="00117E01">
        <w:rPr>
          <w:rStyle w:val="tsubjname"/>
          <w:szCs w:val="20"/>
        </w:rPr>
        <w:t>:</w:t>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p>
    <w:p w:rsidR="00C30D59" w:rsidRPr="00117E01" w:rsidRDefault="00C30D59" w:rsidP="00C30D59">
      <w:pPr>
        <w:ind w:left="283" w:firstLine="284"/>
        <w:rPr>
          <w:rStyle w:val="tsubjname"/>
          <w:szCs w:val="20"/>
        </w:rPr>
      </w:pPr>
      <w:r w:rsidRPr="00117E01">
        <w:rPr>
          <w:rStyle w:val="tsubjname"/>
          <w:szCs w:val="20"/>
        </w:rPr>
        <w:t>DIČ:</w:t>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p>
    <w:p w:rsidR="00C30C61" w:rsidRDefault="006A3DED" w:rsidP="00B41F78">
      <w:pPr>
        <w:ind w:left="283" w:firstLine="284"/>
      </w:pPr>
      <w:r>
        <w:t>zastoupen</w:t>
      </w:r>
      <w:r w:rsidR="00C30D59">
        <w:t>:</w:t>
      </w:r>
      <w:r w:rsidR="00C30D59">
        <w:tab/>
      </w:r>
      <w:r w:rsidR="00B41F78">
        <w:tab/>
      </w:r>
      <w:r w:rsidR="00B41F78">
        <w:tab/>
        <w:t xml:space="preserve">         </w:t>
      </w:r>
      <w:r w:rsidR="00C30D59">
        <w:tab/>
      </w:r>
    </w:p>
    <w:p w:rsidR="00C30D59" w:rsidRDefault="00C30D59" w:rsidP="00C30C61">
      <w:pPr>
        <w:ind w:left="283" w:firstLine="284"/>
      </w:pPr>
      <w:r>
        <w:tab/>
      </w:r>
      <w:r>
        <w:tab/>
      </w:r>
      <w:r>
        <w:tab/>
      </w:r>
      <w:r>
        <w:tab/>
      </w:r>
      <w:r>
        <w:tab/>
      </w:r>
      <w:r>
        <w:tab/>
      </w:r>
    </w:p>
    <w:p w:rsidR="00C30D59" w:rsidRDefault="00C30D59" w:rsidP="00C30D59">
      <w:r w:rsidRPr="00C30D59">
        <w:t xml:space="preserve">Osoby oprávněné jednat za zhotovitele v rámci uzavřené </w:t>
      </w:r>
      <w:r w:rsidR="00325CAB">
        <w:t xml:space="preserve">rámcové </w:t>
      </w:r>
      <w:r w:rsidR="00337F46">
        <w:t xml:space="preserve">dohody </w:t>
      </w:r>
      <w:r w:rsidR="00325CAB" w:rsidRPr="00C30D59">
        <w:t xml:space="preserve"> o </w:t>
      </w:r>
      <w:r w:rsidR="00325CAB">
        <w:t xml:space="preserve">na </w:t>
      </w:r>
      <w:proofErr w:type="gramStart"/>
      <w:r w:rsidR="00325CAB">
        <w:t>čištění , vypouštění</w:t>
      </w:r>
      <w:proofErr w:type="gramEnd"/>
      <w:r w:rsidR="00325CAB">
        <w:t xml:space="preserve"> a tlakové zkoušky potrubí DN 150 – DN 300, PN 63</w:t>
      </w:r>
      <w:r w:rsidRPr="00C30D59">
        <w:t>:</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5F28B6" w:rsidRPr="009A21C7" w:rsidTr="009A0F9B">
        <w:tc>
          <w:tcPr>
            <w:tcW w:w="2660" w:type="dxa"/>
            <w:vAlign w:val="center"/>
          </w:tcPr>
          <w:p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p>
        </w:tc>
        <w:tc>
          <w:tcPr>
            <w:tcW w:w="2410" w:type="dxa"/>
            <w:vAlign w:val="center"/>
          </w:tcPr>
          <w:p w:rsidR="005F28B6" w:rsidRPr="009A0F9B" w:rsidRDefault="005F28B6" w:rsidP="001E1CD8">
            <w:pPr>
              <w:overflowPunct w:val="0"/>
              <w:autoSpaceDE w:val="0"/>
              <w:autoSpaceDN w:val="0"/>
              <w:adjustRightInd w:val="0"/>
              <w:textAlignment w:val="baseline"/>
              <w:rPr>
                <w:rFonts w:cs="Arial"/>
                <w:color w:val="000000"/>
                <w:sz w:val="16"/>
                <w:szCs w:val="16"/>
              </w:rPr>
            </w:pPr>
          </w:p>
        </w:tc>
        <w:tc>
          <w:tcPr>
            <w:tcW w:w="1839" w:type="dxa"/>
            <w:vAlign w:val="center"/>
          </w:tcPr>
          <w:p w:rsidR="005F28B6" w:rsidRPr="009A0F9B" w:rsidRDefault="005F28B6" w:rsidP="001E1CD8">
            <w:pPr>
              <w:overflowPunct w:val="0"/>
              <w:autoSpaceDE w:val="0"/>
              <w:autoSpaceDN w:val="0"/>
              <w:adjustRightInd w:val="0"/>
              <w:textAlignment w:val="baseline"/>
              <w:rPr>
                <w:rFonts w:cs="Arial"/>
                <w:color w:val="000000"/>
                <w:sz w:val="16"/>
                <w:szCs w:val="16"/>
              </w:rPr>
            </w:pPr>
          </w:p>
        </w:tc>
        <w:tc>
          <w:tcPr>
            <w:tcW w:w="2303" w:type="dxa"/>
            <w:vAlign w:val="center"/>
          </w:tcPr>
          <w:p w:rsidR="005F28B6" w:rsidRPr="009A0F9B" w:rsidRDefault="005F28B6" w:rsidP="001E1CD8">
            <w:pPr>
              <w:overflowPunct w:val="0"/>
              <w:autoSpaceDE w:val="0"/>
              <w:autoSpaceDN w:val="0"/>
              <w:adjustRightInd w:val="0"/>
              <w:textAlignment w:val="baseline"/>
              <w:rPr>
                <w:rFonts w:cs="Arial"/>
                <w:color w:val="000000"/>
                <w:sz w:val="16"/>
                <w:szCs w:val="16"/>
              </w:rPr>
            </w:pPr>
          </w:p>
        </w:tc>
      </w:tr>
      <w:tr w:rsidR="005F28B6" w:rsidRPr="009A21C7" w:rsidTr="00B53542">
        <w:tc>
          <w:tcPr>
            <w:tcW w:w="2660" w:type="dxa"/>
            <w:vAlign w:val="center"/>
          </w:tcPr>
          <w:p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2410" w:type="dxa"/>
            <w:vAlign w:val="center"/>
          </w:tcPr>
          <w:p w:rsidR="005F28B6" w:rsidRPr="00397EAF" w:rsidRDefault="005F28B6" w:rsidP="00803ACA">
            <w:pPr>
              <w:overflowPunct w:val="0"/>
              <w:autoSpaceDE w:val="0"/>
              <w:autoSpaceDN w:val="0"/>
              <w:adjustRightInd w:val="0"/>
              <w:textAlignment w:val="baseline"/>
              <w:rPr>
                <w:rFonts w:cs="Arial"/>
                <w:color w:val="000000"/>
                <w:sz w:val="16"/>
                <w:szCs w:val="16"/>
              </w:rPr>
            </w:pPr>
          </w:p>
        </w:tc>
        <w:tc>
          <w:tcPr>
            <w:tcW w:w="1839" w:type="dxa"/>
          </w:tcPr>
          <w:p w:rsidR="005F28B6" w:rsidRPr="00397EAF" w:rsidRDefault="005F28B6" w:rsidP="00803ACA"/>
        </w:tc>
        <w:tc>
          <w:tcPr>
            <w:tcW w:w="2303" w:type="dxa"/>
          </w:tcPr>
          <w:p w:rsidR="005F28B6" w:rsidRPr="00397EAF" w:rsidRDefault="005F28B6" w:rsidP="001E1CD8"/>
        </w:tc>
      </w:tr>
      <w:tr w:rsidR="005F28B6" w:rsidRPr="009A21C7" w:rsidTr="00B53542">
        <w:tc>
          <w:tcPr>
            <w:tcW w:w="2660" w:type="dxa"/>
            <w:vAlign w:val="center"/>
          </w:tcPr>
          <w:p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tc>
          <w:tcPr>
            <w:tcW w:w="2410" w:type="dxa"/>
          </w:tcPr>
          <w:p w:rsidR="005F28B6" w:rsidRPr="00397EAF" w:rsidRDefault="005F28B6" w:rsidP="001E1CD8"/>
        </w:tc>
        <w:tc>
          <w:tcPr>
            <w:tcW w:w="1839" w:type="dxa"/>
          </w:tcPr>
          <w:p w:rsidR="005F28B6" w:rsidRPr="00397EAF" w:rsidRDefault="005F28B6" w:rsidP="001E1CD8"/>
        </w:tc>
        <w:tc>
          <w:tcPr>
            <w:tcW w:w="2303" w:type="dxa"/>
          </w:tcPr>
          <w:p w:rsidR="005F28B6" w:rsidRPr="00397EAF" w:rsidRDefault="005F28B6" w:rsidP="001E1CD8"/>
        </w:tc>
      </w:tr>
      <w:tr w:rsidR="005F28B6" w:rsidRPr="009A21C7" w:rsidTr="00B53542">
        <w:tc>
          <w:tcPr>
            <w:tcW w:w="2660" w:type="dxa"/>
            <w:vAlign w:val="center"/>
          </w:tcPr>
          <w:p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2410" w:type="dxa"/>
          </w:tcPr>
          <w:p w:rsidR="005F28B6" w:rsidRPr="00397EAF" w:rsidRDefault="005F28B6" w:rsidP="001E1CD8"/>
        </w:tc>
        <w:tc>
          <w:tcPr>
            <w:tcW w:w="1839" w:type="dxa"/>
          </w:tcPr>
          <w:p w:rsidR="005F28B6" w:rsidRPr="00397EAF" w:rsidRDefault="005F28B6" w:rsidP="001E1CD8"/>
        </w:tc>
        <w:tc>
          <w:tcPr>
            <w:tcW w:w="2303" w:type="dxa"/>
          </w:tcPr>
          <w:p w:rsidR="005F28B6" w:rsidRPr="00397EAF" w:rsidRDefault="005F28B6" w:rsidP="001E1CD8"/>
        </w:tc>
      </w:tr>
      <w:tr w:rsidR="005F28B6" w:rsidRPr="009A21C7" w:rsidTr="009A0F9B">
        <w:tc>
          <w:tcPr>
            <w:tcW w:w="2660" w:type="dxa"/>
            <w:vAlign w:val="center"/>
          </w:tcPr>
          <w:p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2410" w:type="dxa"/>
            <w:vAlign w:val="center"/>
          </w:tcPr>
          <w:p w:rsidR="005F28B6" w:rsidRPr="00397EAF" w:rsidRDefault="005F28B6" w:rsidP="00FA2654">
            <w:pPr>
              <w:overflowPunct w:val="0"/>
              <w:autoSpaceDE w:val="0"/>
              <w:autoSpaceDN w:val="0"/>
              <w:adjustRightInd w:val="0"/>
              <w:textAlignment w:val="baseline"/>
              <w:rPr>
                <w:rFonts w:cs="Arial"/>
                <w:color w:val="000000"/>
                <w:sz w:val="16"/>
                <w:szCs w:val="16"/>
              </w:rPr>
            </w:pPr>
          </w:p>
        </w:tc>
        <w:tc>
          <w:tcPr>
            <w:tcW w:w="1839" w:type="dxa"/>
            <w:vAlign w:val="center"/>
          </w:tcPr>
          <w:p w:rsidR="005F28B6" w:rsidRPr="00397EAF" w:rsidRDefault="005F28B6" w:rsidP="00FA2654">
            <w:pPr>
              <w:overflowPunct w:val="0"/>
              <w:autoSpaceDE w:val="0"/>
              <w:autoSpaceDN w:val="0"/>
              <w:adjustRightInd w:val="0"/>
              <w:textAlignment w:val="baseline"/>
              <w:rPr>
                <w:rFonts w:cs="Arial"/>
                <w:color w:val="000000"/>
                <w:sz w:val="16"/>
                <w:szCs w:val="16"/>
              </w:rPr>
            </w:pPr>
          </w:p>
        </w:tc>
        <w:tc>
          <w:tcPr>
            <w:tcW w:w="2303" w:type="dxa"/>
            <w:vAlign w:val="center"/>
          </w:tcPr>
          <w:p w:rsidR="005F28B6" w:rsidRPr="00397EAF" w:rsidRDefault="005F28B6" w:rsidP="00FA2654">
            <w:pPr>
              <w:overflowPunct w:val="0"/>
              <w:autoSpaceDE w:val="0"/>
              <w:autoSpaceDN w:val="0"/>
              <w:adjustRightInd w:val="0"/>
              <w:textAlignment w:val="baseline"/>
              <w:rPr>
                <w:rFonts w:cs="Arial"/>
                <w:color w:val="000000"/>
                <w:sz w:val="16"/>
                <w:szCs w:val="16"/>
              </w:rPr>
            </w:pPr>
          </w:p>
        </w:tc>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E6177F" w:rsidRPr="00F07F1B" w:rsidRDefault="00E6177F" w:rsidP="00E6177F">
      <w:pPr>
        <w:rPr>
          <w:color w:val="000000"/>
        </w:rPr>
      </w:pPr>
      <w:r>
        <w:rPr>
          <w:color w:val="000000"/>
        </w:rPr>
        <w:t xml:space="preserve">Objednatel a Zhotovitel (společně „Smluvní strany“) uzavřeli níže uvedeného dne, měsíce a roku tuto rámcovou </w:t>
      </w:r>
      <w:proofErr w:type="gramStart"/>
      <w:r w:rsidR="00337F46">
        <w:rPr>
          <w:color w:val="000000"/>
        </w:rPr>
        <w:t xml:space="preserve">dohodu </w:t>
      </w:r>
      <w:r>
        <w:rPr>
          <w:color w:val="000000"/>
        </w:rPr>
        <w:t xml:space="preserve"> o dílo</w:t>
      </w:r>
      <w:proofErr w:type="gramEnd"/>
      <w:r>
        <w:t xml:space="preserve"> (dále též jen „Smlouva“</w:t>
      </w:r>
      <w:r w:rsidR="000D2ECB">
        <w:t xml:space="preserve"> nebo „Rámcová smlouva“</w:t>
      </w:r>
      <w:r>
        <w:t>) v souladu s platnou legislativou, zejména dle příslušných ustanovení zákona č. 89/2012 Sb., ob</w:t>
      </w:r>
      <w:r w:rsidR="00504FDF">
        <w:t>čanský zákoník, v platném znění.</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r w:rsidR="00125CA2">
        <w:t>, uzavření dílčí smlouvy</w:t>
      </w:r>
    </w:p>
    <w:p w:rsidR="005D50D0" w:rsidRDefault="005D50D0" w:rsidP="00077473">
      <w:pPr>
        <w:pStyle w:val="Odstavec2"/>
      </w:pPr>
      <w:r>
        <w:t>Účelem této S</w:t>
      </w:r>
      <w:r w:rsidRPr="00905C3B">
        <w:t xml:space="preserve">mlouvy je </w:t>
      </w:r>
      <w:r>
        <w:t>potřeba O</w:t>
      </w:r>
      <w:r w:rsidRPr="00905C3B">
        <w:t>bjednatele jakožto správce sítí technické infrastruktury</w:t>
      </w:r>
      <w:r>
        <w:t xml:space="preserve"> a jakožto vlastníka a provozovatele </w:t>
      </w:r>
      <w:proofErr w:type="spellStart"/>
      <w:r w:rsidR="00B268B2">
        <w:t>produktovodní</w:t>
      </w:r>
      <w:proofErr w:type="spellEnd"/>
      <w:r w:rsidR="00B268B2">
        <w:t xml:space="preserve"> sítě nacházející</w:t>
      </w:r>
      <w:r>
        <w:t xml:space="preserve"> se na celém území České republiky </w:t>
      </w:r>
      <w:r w:rsidRPr="00905C3B">
        <w:t xml:space="preserve">pro účely správy </w:t>
      </w:r>
      <w:r>
        <w:t>a údržby dotčeného majetku O</w:t>
      </w:r>
      <w:r w:rsidRPr="00905C3B">
        <w:t>bjednatele s péčí řádného hospodáře a v souladu s podmínkami kladenými platnou legislativou českého právního řádu</w:t>
      </w:r>
      <w:r>
        <w:t xml:space="preserve"> mít zajištěnu službu odborně způsobilé osoby, jež je oprávněna a schopna pro potřeby Objednatele provádět požadované vypouštění a čištění ocelového potrubí produktovodu, jakož i tlakové zkoušky.</w:t>
      </w:r>
    </w:p>
    <w:p w:rsidR="0031139F" w:rsidRDefault="0031139F" w:rsidP="0031139F">
      <w:pPr>
        <w:pStyle w:val="Odstavec2"/>
      </w:pPr>
      <w:r w:rsidRPr="0031139F">
        <w:t>Předmětem této Smlouvy je úprava podmínek plnění týkajících se dílčích zakázek na služby</w:t>
      </w:r>
      <w:r w:rsidR="00FF3066">
        <w:t xml:space="preserve"> (dále též jen „dílčí zakázky“)</w:t>
      </w:r>
      <w:r>
        <w:t>,</w:t>
      </w:r>
      <w:r w:rsidRPr="0031139F">
        <w:t xml:space="preserve"> spočívající ve vypouštění a čištění potrubních tras </w:t>
      </w:r>
      <w:r w:rsidR="00D01505">
        <w:t xml:space="preserve">(nebo jejich částí) </w:t>
      </w:r>
      <w:r w:rsidRPr="0031139F">
        <w:t>a technologického vybavení potrubních tras Objednatele</w:t>
      </w:r>
      <w:r w:rsidR="00D01505">
        <w:t xml:space="preserve"> a v provádění tlakových zkoušek </w:t>
      </w:r>
      <w:r w:rsidR="00FF3066">
        <w:t xml:space="preserve">potrubí </w:t>
      </w:r>
      <w:r w:rsidR="00D01505">
        <w:t>produktovodů</w:t>
      </w:r>
      <w:r w:rsidRPr="0031139F">
        <w:t>, zadávaných na základě této Smlouvy po dobu její platnosti (resp. její účinnosti), a úprava vzájemných vztahů mezi Objednatelem a Zhotovitelem.</w:t>
      </w:r>
    </w:p>
    <w:p w:rsidR="00D01505" w:rsidRPr="007B4F57" w:rsidRDefault="007B4F57" w:rsidP="00D01505">
      <w:pPr>
        <w:pStyle w:val="Odstavec2"/>
      </w:pPr>
      <w:r w:rsidRPr="007B4F57">
        <w:t>Předmětem dílčích zakázek zadávaných na základě této Smlouvy bude realizace Díla formou</w:t>
      </w:r>
      <w:r w:rsidR="00444602">
        <w:t xml:space="preserve"> </w:t>
      </w:r>
      <w:r w:rsidRPr="007B4F57">
        <w:t>"na klíč</w:t>
      </w:r>
      <w:r w:rsidR="00D01505">
        <w:t>,</w:t>
      </w:r>
      <w:r w:rsidRPr="007B4F57">
        <w:t xml:space="preserve">" </w:t>
      </w:r>
      <w:r w:rsidR="00D01505">
        <w:t>a to</w:t>
      </w:r>
      <w:r w:rsidRPr="007B4F57">
        <w:t xml:space="preserve"> zejména:</w:t>
      </w:r>
    </w:p>
    <w:p w:rsidR="007B4F57" w:rsidRDefault="007B4F57" w:rsidP="007B4F57">
      <w:pPr>
        <w:pStyle w:val="Odstavec2"/>
        <w:numPr>
          <w:ilvl w:val="0"/>
          <w:numId w:val="0"/>
        </w:numPr>
        <w:ind w:left="567"/>
      </w:pPr>
      <w:r>
        <w:t>-</w:t>
      </w:r>
      <w:r>
        <w:tab/>
        <w:t>vypuštění potrubí produktovodu zaplněného motorovou naftou,</w:t>
      </w:r>
    </w:p>
    <w:p w:rsidR="007B4F57" w:rsidRDefault="007B4F57" w:rsidP="007B4F57">
      <w:pPr>
        <w:pStyle w:val="Odstavec2"/>
        <w:numPr>
          <w:ilvl w:val="0"/>
          <w:numId w:val="0"/>
        </w:numPr>
        <w:ind w:left="567"/>
      </w:pPr>
      <w:r>
        <w:t>-</w:t>
      </w:r>
      <w:r>
        <w:tab/>
        <w:t>chemické vyčištění vypuštěného potrubí produktovodu,</w:t>
      </w:r>
    </w:p>
    <w:p w:rsidR="00086A0F" w:rsidRPr="00086A0F" w:rsidRDefault="00D01505" w:rsidP="00D01505">
      <w:pPr>
        <w:pStyle w:val="Odstavec2"/>
        <w:numPr>
          <w:ilvl w:val="0"/>
          <w:numId w:val="0"/>
        </w:numPr>
        <w:ind w:left="567"/>
      </w:pPr>
      <w:r>
        <w:t xml:space="preserve">- </w:t>
      </w:r>
      <w:r>
        <w:tab/>
        <w:t>provedení tlakových zkoušek potrubí produktovodu,</w:t>
      </w:r>
      <w:r w:rsidR="00086A0F">
        <w:rPr>
          <w:rFonts w:cs="Arial"/>
        </w:rPr>
        <w:t xml:space="preserve">         </w:t>
      </w:r>
    </w:p>
    <w:p w:rsidR="00086A0F" w:rsidRDefault="00086A0F" w:rsidP="00086A0F">
      <w:pPr>
        <w:ind w:left="567"/>
        <w:rPr>
          <w:rFonts w:cs="Arial"/>
        </w:rPr>
      </w:pPr>
      <w:r w:rsidRPr="00086A0F">
        <w:rPr>
          <w:rFonts w:cs="Arial"/>
        </w:rPr>
        <w:t>(dále i výše jen „Dílo“).</w:t>
      </w:r>
    </w:p>
    <w:p w:rsidR="00D01505" w:rsidRDefault="00D01505" w:rsidP="00B037F5">
      <w:pPr>
        <w:pStyle w:val="Odstavec2"/>
      </w:pPr>
      <w:r>
        <w:t>Dílo bude prováděno vždy dle potřeb Objednatele v úsecích dle požadavků Objednatele, a to v celé délce potrubní trasy nebo v části trasy – v konkrétním úseku určeném Objednatelem.</w:t>
      </w:r>
    </w:p>
    <w:p w:rsidR="00B037F5" w:rsidRPr="00B037F5" w:rsidRDefault="00B037F5" w:rsidP="00B037F5">
      <w:pPr>
        <w:pStyle w:val="Odstavec2"/>
      </w:pPr>
      <w:r w:rsidRPr="00B037F5">
        <w:t xml:space="preserve">Součástí Díla </w:t>
      </w:r>
      <w:r w:rsidR="00D36E37">
        <w:t>(</w:t>
      </w:r>
      <w:r w:rsidRPr="00B037F5">
        <w:t xml:space="preserve">a </w:t>
      </w:r>
      <w:r w:rsidR="00D36E37">
        <w:t>též Ceny d</w:t>
      </w:r>
      <w:r w:rsidRPr="00B037F5">
        <w:t>íla</w:t>
      </w:r>
      <w:r w:rsidR="00D36E37">
        <w:t>)</w:t>
      </w:r>
      <w:r w:rsidRPr="00B037F5">
        <w:t xml:space="preserve"> je také: </w:t>
      </w:r>
    </w:p>
    <w:p w:rsidR="00B037F5" w:rsidRPr="00B037F5" w:rsidRDefault="00B037F5" w:rsidP="00B037F5">
      <w:pPr>
        <w:pStyle w:val="Odstavec3"/>
      </w:pPr>
      <w:r w:rsidRPr="00B037F5">
        <w:t>vypracování Realizačních postupů prací na Díle a veškeré další potřebné dokumentace,</w:t>
      </w:r>
    </w:p>
    <w:p w:rsidR="00B037F5" w:rsidRPr="00B037F5" w:rsidRDefault="00B037F5" w:rsidP="00B037F5">
      <w:pPr>
        <w:pStyle w:val="Odstavec3"/>
      </w:pPr>
      <w:r w:rsidRPr="00B037F5">
        <w:lastRenderedPageBreak/>
        <w:t xml:space="preserve">provedení všech přípravných prací potřebných pro řádné a včasné provedení Díla, včetně </w:t>
      </w:r>
      <w:proofErr w:type="spellStart"/>
      <w:r w:rsidRPr="00B037F5">
        <w:t>propoje</w:t>
      </w:r>
      <w:proofErr w:type="spellEnd"/>
      <w:r w:rsidRPr="00B037F5">
        <w:t xml:space="preserve"> odpojené části produktovodu,</w:t>
      </w:r>
    </w:p>
    <w:p w:rsidR="00B037F5" w:rsidRDefault="00B037F5" w:rsidP="00B037F5">
      <w:pPr>
        <w:pStyle w:val="Odstavec3"/>
      </w:pPr>
      <w:r w:rsidRPr="00B037F5">
        <w:t>ekologická likvidace veškerých odpadů v souladu s obecně závaznými předpisy včetně doložení příslušných dokladů,</w:t>
      </w:r>
    </w:p>
    <w:p w:rsidR="00D36E37" w:rsidRPr="00B037F5" w:rsidRDefault="00D36E37" w:rsidP="00B037F5">
      <w:pPr>
        <w:pStyle w:val="Odstavec3"/>
      </w:pPr>
      <w:r>
        <w:t>zajištění ekologické asistence,</w:t>
      </w:r>
    </w:p>
    <w:p w:rsidR="00B037F5" w:rsidRDefault="00B037F5" w:rsidP="00B037F5">
      <w:pPr>
        <w:pStyle w:val="Odstavec3"/>
      </w:pPr>
      <w:r w:rsidRPr="00B037F5">
        <w:t>provedení všech potřebných individuálních a komplexních zkoušek (event. zkušební provoz), včetně inženýrské a projektové činnosti,</w:t>
      </w:r>
    </w:p>
    <w:p w:rsidR="00D36E37" w:rsidRPr="00B037F5" w:rsidRDefault="00D36E37" w:rsidP="00B037F5">
      <w:pPr>
        <w:pStyle w:val="Odstavec3"/>
      </w:pPr>
      <w:r>
        <w:t>zprovoznění potrubí produktovodu,</w:t>
      </w:r>
    </w:p>
    <w:p w:rsidR="00B037F5" w:rsidRPr="00B037F5" w:rsidRDefault="00B037F5" w:rsidP="00B037F5">
      <w:pPr>
        <w:pStyle w:val="Odstavec3"/>
      </w:pPr>
      <w:r w:rsidRPr="00B037F5">
        <w:t>předložení veškerých dokumentů vztahujících se k Dílu, které bude předmětem dílčí zakázky</w:t>
      </w:r>
      <w:r w:rsidR="00D01505">
        <w:t>,</w:t>
      </w:r>
      <w:r w:rsidRPr="00B037F5">
        <w:t xml:space="preserve"> Objednateli při protokolárním převzetí Díla</w:t>
      </w:r>
      <w:r w:rsidR="00D36E37">
        <w:t>,</w:t>
      </w:r>
    </w:p>
    <w:p w:rsidR="00B037F5" w:rsidRPr="00086A0F" w:rsidRDefault="00B037F5" w:rsidP="00B037F5">
      <w:pPr>
        <w:ind w:left="567"/>
        <w:rPr>
          <w:rFonts w:cs="Arial"/>
        </w:rPr>
      </w:pPr>
      <w:r w:rsidRPr="00B037F5">
        <w:rPr>
          <w:rFonts w:cs="Arial"/>
        </w:rPr>
        <w:t>a to v rozsahu potřebném pro provedení Díla „na klíč“ dle pokynů a požadavků Objednatele v souladu s touto Smlouvou a jejími přílohami</w:t>
      </w:r>
      <w:r w:rsidR="00D01505">
        <w:rPr>
          <w:rFonts w:cs="Arial"/>
        </w:rPr>
        <w:t xml:space="preserve"> a v souladu a dle uzavřené dílčí smlouvy</w:t>
      </w:r>
      <w:r w:rsidRPr="00B037F5">
        <w:rPr>
          <w:rFonts w:cs="Arial"/>
        </w:rPr>
        <w:t>.</w:t>
      </w:r>
    </w:p>
    <w:p w:rsidR="00D36E37" w:rsidRPr="008743D4" w:rsidRDefault="00D36E37" w:rsidP="00494580">
      <w:pPr>
        <w:pStyle w:val="Odstavec2"/>
      </w:pPr>
      <w:r w:rsidRPr="008743D4">
        <w:t>Součástí Díla (a Ceny díla) jsou též vždy i ty práce a dodávky související s Dílem, které sice v této Smlouvě, dílčí smlouvě či dokumentech, na které tyto písemnosti odkazují (např. v Závazných podkladech), obsaženy výslovně nejsou, ale které Zhotovitel mohl nebo měl na základě svých odborných a technických znalostí předpokládat. Jedná se o takové podrobné práce, jejichž provedení, aniž by bylo specificky předepsáno je evidentně zamýšleno, a to bez jakýchkoliv dodatků ke smluvní ceně, tj. jedná se o všechny výrobky, z nichž se Dílo skládá, příp. sestává a kterých bude použito k jeho realizaci, jakož i veškeré práce, dodávky, výkony, sjednané a v ČSN EN příp. stanovené zkoušky a služby, kterých je dočasně nebo trvale třeba k řádnému zahájení prací na Díle, k provedení, dokončení a předání Díla a uvedení do provozu v souladu s jeho účelových určením.</w:t>
      </w:r>
    </w:p>
    <w:p w:rsidR="00494580" w:rsidRPr="008743D4" w:rsidRDefault="00494580" w:rsidP="00494580">
      <w:pPr>
        <w:pStyle w:val="Odstavec2"/>
      </w:pPr>
      <w:r w:rsidRPr="008743D4">
        <w:t>Podklad pro uzavření a plnění této Smlouvy, jakož i dílčích smluv tvoří</w:t>
      </w:r>
      <w:r w:rsidR="00641F84" w:rsidRPr="008743D4">
        <w:t>,</w:t>
      </w:r>
      <w:r w:rsidRPr="008743D4">
        <w:t xml:space="preserve"> vyjma podmínek a požadavků vyplývajících z této Smlouvy a konkrétně z uzavřených dílčích smluv</w:t>
      </w:r>
      <w:r w:rsidR="00641F84" w:rsidRPr="008743D4">
        <w:t>,</w:t>
      </w:r>
      <w:r w:rsidRPr="008743D4">
        <w:t xml:space="preserve"> též Závazné podklady. Zhotovitel je mj. povinen poskytovat plnění, tj. provádět Dílo v rozsahu a dle technických podmínek podle níže uvedené dokumentace (</w:t>
      </w:r>
      <w:r w:rsidR="00C17E11" w:rsidRPr="008743D4">
        <w:t xml:space="preserve">výše a </w:t>
      </w:r>
      <w:r w:rsidRPr="008743D4">
        <w:t xml:space="preserve">dále jen "Závazné podklady"): </w:t>
      </w:r>
    </w:p>
    <w:p w:rsidR="00494580" w:rsidRPr="008743D4" w:rsidRDefault="00494580" w:rsidP="00494580">
      <w:pPr>
        <w:pStyle w:val="Odstavec3"/>
      </w:pPr>
      <w:r w:rsidRPr="008743D4">
        <w:t xml:space="preserve">Zhotoviteli předané a jím převzaté zadávací dokumentace ze dne </w:t>
      </w:r>
      <w:r w:rsidR="002F118D">
        <w:t>……………</w:t>
      </w:r>
      <w:r w:rsidRPr="008743D4">
        <w:t xml:space="preserve">k zakázce č. </w:t>
      </w:r>
      <w:r w:rsidR="002F118D">
        <w:t>292/20</w:t>
      </w:r>
      <w:r w:rsidRPr="008743D4">
        <w:t>/OCN nazvané "</w:t>
      </w:r>
      <w:r w:rsidR="000D5017" w:rsidRPr="008743D4">
        <w:t xml:space="preserve"> RÁMCOVÁ SMLOUVA NA ČIŠTĚNÍ, </w:t>
      </w:r>
      <w:r w:rsidRPr="008743D4">
        <w:t>VYPOUŠTĚNÍ</w:t>
      </w:r>
      <w:r w:rsidR="000D5017" w:rsidRPr="008743D4">
        <w:t xml:space="preserve"> A TLAKOVÉ ZKOUŠKY</w:t>
      </w:r>
      <w:r w:rsidRPr="008743D4">
        <w:t xml:space="preserve"> POTRUBÍ DN 150 - DN 300, PN 63", včetně jejích příloh (dále jen "Zadávací dokumentace"), </w:t>
      </w:r>
    </w:p>
    <w:p w:rsidR="00494580" w:rsidRPr="006C3393" w:rsidRDefault="00494580" w:rsidP="00494580">
      <w:pPr>
        <w:pStyle w:val="Odstavec3"/>
      </w:pPr>
      <w:r w:rsidRPr="006C3393">
        <w:t>nabídky Zhotovitele č.</w:t>
      </w:r>
      <w:r w:rsidR="007B3074" w:rsidRPr="006C3393">
        <w:t xml:space="preserve"> </w:t>
      </w:r>
      <w:r w:rsidR="002F118D" w:rsidRPr="00BC4745">
        <w:rPr>
          <w:highlight w:val="yellow"/>
        </w:rPr>
        <w:t>…………</w:t>
      </w:r>
      <w:r w:rsidR="002F118D">
        <w:t>.</w:t>
      </w:r>
      <w:r w:rsidRPr="006C3393">
        <w:t xml:space="preserve">ze dne </w:t>
      </w:r>
      <w:r w:rsidR="002F118D" w:rsidRPr="00BC4745">
        <w:rPr>
          <w:highlight w:val="yellow"/>
        </w:rPr>
        <w:t>……………</w:t>
      </w:r>
      <w:r w:rsidRPr="006C3393">
        <w:t xml:space="preserve">podané do </w:t>
      </w:r>
      <w:proofErr w:type="gramStart"/>
      <w:r w:rsidR="006C059A">
        <w:t xml:space="preserve">zadávacího </w:t>
      </w:r>
      <w:r w:rsidRPr="006C3393">
        <w:t xml:space="preserve"> řízení</w:t>
      </w:r>
      <w:proofErr w:type="gramEnd"/>
      <w:r w:rsidRPr="006C3393">
        <w:t xml:space="preserve"> k zakázce dle Zadávací dokumentace (dále jen "Nabídka"),</w:t>
      </w:r>
    </w:p>
    <w:p w:rsidR="00FF3066" w:rsidRPr="006C3393" w:rsidRDefault="00494580" w:rsidP="00000496">
      <w:pPr>
        <w:pStyle w:val="Odstavec2"/>
      </w:pPr>
      <w:r w:rsidRPr="006C3393">
        <w:t>V případě rozporu mezi jednotlivými dokumenty Závazných podkladů má přednost Zadávací dokumentace.</w:t>
      </w:r>
      <w:r w:rsidR="00FF3066" w:rsidRPr="006C3393">
        <w:t xml:space="preserve"> Závazné podklady tvoří součást této Smlouvy.</w:t>
      </w:r>
    </w:p>
    <w:p w:rsidR="00077473" w:rsidRPr="006C3393" w:rsidRDefault="00D36E37" w:rsidP="00077473">
      <w:pPr>
        <w:pStyle w:val="Odstavec2"/>
      </w:pPr>
      <w:r w:rsidRPr="006C3393">
        <w:t>Smluvní strany souhlasí, že dílčí zakázky na služby na základě a dle této Smlouvy budou Objednatelem Zhotoviteli zadávány postupem sjednaným v této Smlouvě, a to na základě písemné výzvy k poskytnutí plnění - objednávky Objednatele, a písemného potvrzení objednávky na straně Zhotovitele. Smluvní strany konstatují, že dílčí smlouva je uzavřena potvrzením objednávky Objednatele ze strany Zhotovitele, přičemž Zhotovitel akceptuje objednávku písemným potvrzením či provedením jakéhokoliv úkonu/jednání vůči Objednateli, ze kterého je bez pochyb zřejmé, že Zhotovitel objednávku přijal a hodlá na základě ní plnit.</w:t>
      </w:r>
    </w:p>
    <w:p w:rsidR="00077473" w:rsidRPr="004F5A42" w:rsidRDefault="00077473" w:rsidP="00077473">
      <w:pPr>
        <w:pStyle w:val="Odstavec3"/>
        <w:rPr>
          <w:rFonts w:cs="Arial"/>
        </w:rPr>
      </w:pPr>
      <w:r w:rsidRPr="004F5A42">
        <w:rPr>
          <w:rFonts w:cs="Arial"/>
        </w:rPr>
        <w:t>Objednávka bude Objednatelem Zhotoviteli zasílána:</w:t>
      </w:r>
    </w:p>
    <w:p w:rsidR="00077473" w:rsidRPr="00BC4745" w:rsidRDefault="00077473" w:rsidP="00000496">
      <w:pPr>
        <w:pStyle w:val="Odstavecseseznamem"/>
        <w:numPr>
          <w:ilvl w:val="0"/>
          <w:numId w:val="7"/>
        </w:numPr>
        <w:spacing w:before="120" w:after="0" w:line="240" w:lineRule="auto"/>
        <w:rPr>
          <w:rFonts w:ascii="Arial" w:hAnsi="Arial" w:cs="Arial"/>
          <w:sz w:val="20"/>
          <w:szCs w:val="20"/>
          <w:highlight w:val="yellow"/>
        </w:rPr>
      </w:pPr>
      <w:r w:rsidRPr="004F5A42">
        <w:rPr>
          <w:rFonts w:ascii="Arial" w:hAnsi="Arial" w:cs="Arial"/>
          <w:sz w:val="20"/>
          <w:szCs w:val="20"/>
        </w:rPr>
        <w:t xml:space="preserve">e-mailem Objednatele zasílaným na adresu: </w:t>
      </w:r>
      <w:r w:rsidR="00C570B4" w:rsidRPr="00BC4745">
        <w:rPr>
          <w:rFonts w:ascii="Arial" w:hAnsi="Arial" w:cs="Arial"/>
          <w:sz w:val="20"/>
          <w:szCs w:val="20"/>
          <w:highlight w:val="yellow"/>
        </w:rPr>
        <w:t>……………</w:t>
      </w:r>
    </w:p>
    <w:p w:rsidR="00077473" w:rsidRPr="004F5A42" w:rsidRDefault="00077473" w:rsidP="00000496">
      <w:pPr>
        <w:pStyle w:val="Odstavecseseznamem"/>
        <w:numPr>
          <w:ilvl w:val="0"/>
          <w:numId w:val="7"/>
        </w:numPr>
        <w:spacing w:before="120" w:after="0" w:line="240" w:lineRule="auto"/>
        <w:rPr>
          <w:rFonts w:ascii="Arial" w:hAnsi="Arial" w:cs="Arial"/>
          <w:sz w:val="20"/>
          <w:szCs w:val="20"/>
        </w:rPr>
      </w:pPr>
      <w:r w:rsidRPr="004F5A42">
        <w:rPr>
          <w:rFonts w:ascii="Arial" w:hAnsi="Arial" w:cs="Arial"/>
          <w:sz w:val="20"/>
          <w:szCs w:val="20"/>
        </w:rPr>
        <w:t xml:space="preserve">v listinné podobě na adresu sídla Zhotovitele </w:t>
      </w:r>
      <w:r w:rsidR="00C570B4" w:rsidRPr="00BC4745">
        <w:rPr>
          <w:rFonts w:ascii="Arial" w:hAnsi="Arial" w:cs="Arial"/>
          <w:sz w:val="20"/>
          <w:szCs w:val="20"/>
          <w:highlight w:val="yellow"/>
        </w:rPr>
        <w:t>……………</w:t>
      </w:r>
    </w:p>
    <w:p w:rsidR="00077473" w:rsidRPr="004F5A42" w:rsidRDefault="00077473" w:rsidP="00000496">
      <w:pPr>
        <w:pStyle w:val="Odstavecseseznamem"/>
        <w:numPr>
          <w:ilvl w:val="0"/>
          <w:numId w:val="7"/>
        </w:numPr>
        <w:spacing w:before="120" w:after="0" w:line="240" w:lineRule="auto"/>
        <w:rPr>
          <w:rFonts w:ascii="Arial" w:hAnsi="Arial" w:cs="Arial"/>
          <w:sz w:val="20"/>
          <w:szCs w:val="20"/>
        </w:rPr>
      </w:pPr>
      <w:r w:rsidRPr="004F5A42">
        <w:rPr>
          <w:rFonts w:ascii="Arial" w:hAnsi="Arial" w:cs="Arial"/>
          <w:sz w:val="20"/>
          <w:szCs w:val="20"/>
        </w:rPr>
        <w:t>či jiným vhodným způsobem výslovně písemně mezi Smluvními stranami dohodnutým.</w:t>
      </w:r>
    </w:p>
    <w:p w:rsidR="00077473" w:rsidRPr="004F5A42" w:rsidRDefault="00077473" w:rsidP="00077473">
      <w:pPr>
        <w:pStyle w:val="Odstavec3"/>
        <w:rPr>
          <w:rFonts w:cs="Arial"/>
        </w:rPr>
      </w:pPr>
      <w:r w:rsidRPr="004F5A42">
        <w:rPr>
          <w:rFonts w:cs="Arial"/>
        </w:rPr>
        <w:t>Zhotovitel je povinen obdržení objednávky Objednatele Objednateli bez zbytečného odkladu potvrdit.</w:t>
      </w:r>
    </w:p>
    <w:p w:rsidR="00D36E37" w:rsidRPr="00735C08" w:rsidRDefault="00D36E37" w:rsidP="00D36E37">
      <w:pPr>
        <w:pStyle w:val="Odstavec3"/>
      </w:pPr>
      <w:r w:rsidRPr="004F5A42">
        <w:t xml:space="preserve">Pro případ potvrzení objednávky ze strany Zhotovitele s dodatkem či odchylkou od znění objednávky Objednatele Smluvní strany sjednávají, že Objednatel takové potvrzení není povinen akceptovat a </w:t>
      </w:r>
      <w:r w:rsidR="00125CA2" w:rsidRPr="004F5A42">
        <w:t>dílčí smlouva uzavřena není. D</w:t>
      </w:r>
      <w:r w:rsidRPr="004F5A42">
        <w:t xml:space="preserve">ílčí smlouva bude v takovém případě uzavřena pouze, pokud Objednatel takový dodatek či odchylku od znění objednávky Zhotoviteli odsouhlasí.  </w:t>
      </w:r>
    </w:p>
    <w:p w:rsidR="00125CA2" w:rsidRPr="00735C08" w:rsidRDefault="00125CA2" w:rsidP="00125CA2">
      <w:pPr>
        <w:pStyle w:val="Odstavec2"/>
      </w:pPr>
      <w:bookmarkStart w:id="0" w:name="_Ref422477222"/>
      <w:r w:rsidRPr="00735C08">
        <w:lastRenderedPageBreak/>
        <w:t>Písemná výzva zadavatele k poskytnutí plnění (dále a výše též jen "objednávka") bude obsahovat vždy zejména:</w:t>
      </w:r>
      <w:bookmarkEnd w:id="0"/>
    </w:p>
    <w:p w:rsidR="00125CA2" w:rsidRPr="00735C08" w:rsidRDefault="00125CA2" w:rsidP="00125CA2">
      <w:pPr>
        <w:pStyle w:val="Odstavec3"/>
      </w:pPr>
      <w:r w:rsidRPr="00735C08">
        <w:t>specifikaci činnosti požadované Objednatelem dle uzavřené Smlouvy</w:t>
      </w:r>
    </w:p>
    <w:p w:rsidR="00125CA2" w:rsidRPr="00735C08" w:rsidRDefault="00125CA2" w:rsidP="00125CA2">
      <w:pPr>
        <w:pStyle w:val="Odstavec3"/>
      </w:pPr>
      <w:r w:rsidRPr="00735C08">
        <w:t>specifikaci konkrétního místa plnění</w:t>
      </w:r>
    </w:p>
    <w:p w:rsidR="00125CA2" w:rsidRPr="00735C08" w:rsidRDefault="00125CA2" w:rsidP="00125CA2">
      <w:pPr>
        <w:pStyle w:val="Odstavec3"/>
      </w:pPr>
      <w:r w:rsidRPr="00735C08">
        <w:t>požadovanou dobu plnění (termín zahájení, ukončení, předání Díla Objednateli)</w:t>
      </w:r>
    </w:p>
    <w:p w:rsidR="00125CA2" w:rsidRPr="00735C08" w:rsidRDefault="00125CA2" w:rsidP="00125CA2">
      <w:pPr>
        <w:pStyle w:val="Odstavec3"/>
      </w:pPr>
      <w:r w:rsidRPr="00735C08">
        <w:t>příp. další požadavky vztahující se k předmětu dílčí zakázky (např. požadavky na zpracování podrobného harmonogramu prací</w:t>
      </w:r>
      <w:r w:rsidR="003F27AB" w:rsidRPr="00735C08">
        <w:t>, podrobného technologického postupu,</w:t>
      </w:r>
      <w:r w:rsidRPr="00735C08">
        <w:t xml:space="preserve"> apod.</w:t>
      </w:r>
      <w:r w:rsidR="00C17E11" w:rsidRPr="00735C08">
        <w:t>)</w:t>
      </w:r>
    </w:p>
    <w:p w:rsidR="00125CA2" w:rsidRPr="00735C08" w:rsidRDefault="00125CA2" w:rsidP="00125CA2">
      <w:pPr>
        <w:pStyle w:val="Odstavec3"/>
        <w:numPr>
          <w:ilvl w:val="0"/>
          <w:numId w:val="0"/>
        </w:numPr>
        <w:ind w:left="1134"/>
      </w:pPr>
      <w:r w:rsidRPr="00735C08">
        <w:t>Termíny uvedené ve výzvě budou v souladu s obecným harmonogramem prací, který je přílohou č. 1 této Smlouvy. Práce na Díle však budou zahájeny vždy jen v případě, že dle střednědobé předpovědi počasí teplota během prací neklesne pod 0°C.</w:t>
      </w:r>
    </w:p>
    <w:p w:rsidR="00077473" w:rsidRPr="00735C08" w:rsidRDefault="00077473" w:rsidP="00000496">
      <w:pPr>
        <w:pStyle w:val="Odstavecseseznamem"/>
        <w:numPr>
          <w:ilvl w:val="1"/>
          <w:numId w:val="8"/>
        </w:numPr>
        <w:spacing w:before="120" w:after="0"/>
        <w:jc w:val="both"/>
        <w:rPr>
          <w:rFonts w:ascii="Arial" w:hAnsi="Arial" w:cs="Arial"/>
          <w:sz w:val="20"/>
          <w:szCs w:val="20"/>
        </w:rPr>
      </w:pPr>
      <w:r w:rsidRPr="00735C08">
        <w:rPr>
          <w:rFonts w:ascii="Arial" w:hAnsi="Arial" w:cs="Arial"/>
          <w:sz w:val="20"/>
          <w:szCs w:val="20"/>
        </w:rPr>
        <w:t>Dílčí smlouva musí odpovídat této Smlouvě. Konkrétní údaje Díla budou vždy ujednány na základě této Smlouvy dle požadavků a potřeb Objednatele a budou upřesněny v uzavřené dílčí smlouvě.</w:t>
      </w:r>
    </w:p>
    <w:p w:rsidR="00C30D59" w:rsidRPr="004F51E9" w:rsidRDefault="00A227A1" w:rsidP="004F51E9">
      <w:pPr>
        <w:pStyle w:val="lnek"/>
      </w:pPr>
      <w:r w:rsidRPr="004F51E9">
        <w:t>PRÁVA A POVINNOSTI SMLUVNÍCH STRAN</w:t>
      </w:r>
      <w:r w:rsidRPr="004F51E9">
        <w:rPr>
          <w:rFonts w:eastAsiaTheme="minorEastAsia"/>
        </w:rPr>
        <w:t xml:space="preserve"> </w:t>
      </w:r>
    </w:p>
    <w:p w:rsidR="007056CD" w:rsidRPr="00F07161" w:rsidRDefault="007056CD" w:rsidP="007056CD">
      <w:pPr>
        <w:pStyle w:val="Odstavec2"/>
      </w:pPr>
      <w:r w:rsidRPr="001E59C8">
        <w:t>Zhotovitel prohlašuje, že vlastní veškerá oprávnění a technické vybavení potřebné k řádnému splnění této Smlouvy a řádnému</w:t>
      </w:r>
      <w:r w:rsidRPr="00F07161">
        <w:t xml:space="preserve"> a včasnému provede</w:t>
      </w:r>
      <w:r w:rsidR="00125CA2" w:rsidRPr="00F07161">
        <w:t xml:space="preserve">ní Díla. </w:t>
      </w:r>
      <w:r w:rsidRPr="00F07161">
        <w:t xml:space="preserve">Výpis z obchodního rejstříku, živnostenské oprávnění a osvědčení o daňové registraci </w:t>
      </w:r>
      <w:r w:rsidR="00125CA2" w:rsidRPr="00F07161">
        <w:t xml:space="preserve">a další dokumenty vyžadované Objednatelem pro účely prokázání, že Zhotovitel je kvalifikovaným subjektem k provádění Díla, </w:t>
      </w:r>
      <w:r w:rsidRPr="00F07161">
        <w:t>předal Objednateli před podpisem této Smlouvy</w:t>
      </w:r>
      <w:r w:rsidR="00125CA2" w:rsidRPr="00F07161">
        <w:t xml:space="preserve"> a jsou součástí Nabídky</w:t>
      </w:r>
      <w:r w:rsidRPr="00F07161">
        <w:t>.</w:t>
      </w:r>
    </w:p>
    <w:p w:rsidR="005D50D0" w:rsidRPr="00F07161" w:rsidRDefault="005D50D0" w:rsidP="005D50D0">
      <w:pPr>
        <w:pStyle w:val="Odstavec2"/>
      </w:pPr>
      <w:r w:rsidRPr="00F07161">
        <w:t>Zhotovitel prohlašuje, že je oprávněn uzavřít tuto Smlouvu a plnit závazky z ní plynoucí, jakož i povinnosti vyplývající z dílčích smluv uzavřených mezi Objednatelem a Zhotovitelem.</w:t>
      </w:r>
    </w:p>
    <w:p w:rsidR="007056CD" w:rsidRPr="00F07161" w:rsidRDefault="007056CD" w:rsidP="007056CD">
      <w:pPr>
        <w:pStyle w:val="Odstavec2"/>
      </w:pPr>
      <w:r w:rsidRPr="00F07161">
        <w:t xml:space="preserve">Touto </w:t>
      </w:r>
      <w:r w:rsidR="00C17E11" w:rsidRPr="00F07161">
        <w:t>S</w:t>
      </w:r>
      <w:r w:rsidRPr="00F07161">
        <w:t xml:space="preserve">mlouvou se Zhotovitel zavazuje na základě výzvy dle </w:t>
      </w:r>
      <w:proofErr w:type="gramStart"/>
      <w:r w:rsidR="00280E56" w:rsidRPr="00F07161">
        <w:t xml:space="preserve">odst. </w:t>
      </w:r>
      <w:r w:rsidR="00077473" w:rsidRPr="00F07161">
        <w:fldChar w:fldCharType="begin"/>
      </w:r>
      <w:r w:rsidR="00077473" w:rsidRPr="00F07161">
        <w:instrText xml:space="preserve"> REF _Ref422477222 \r \h </w:instrText>
      </w:r>
      <w:r w:rsidR="0090049F" w:rsidRPr="001E59C8">
        <w:instrText xml:space="preserve"> \* MERGEFORMAT </w:instrText>
      </w:r>
      <w:r w:rsidR="00077473" w:rsidRPr="00F07161">
        <w:fldChar w:fldCharType="separate"/>
      </w:r>
      <w:r w:rsidR="005334B4">
        <w:t>2.10</w:t>
      </w:r>
      <w:proofErr w:type="gramEnd"/>
      <w:r w:rsidR="00077473" w:rsidRPr="00F07161">
        <w:fldChar w:fldCharType="end"/>
      </w:r>
      <w:r w:rsidRPr="00F07161">
        <w:t xml:space="preserve"> této Smlouvy pro Objednatele provádět řádně provozuschopné Dílo provedené a vyzkoušené v souladu s</w:t>
      </w:r>
      <w:r w:rsidR="00125CA2" w:rsidRPr="00F07161">
        <w:t xml:space="preserve"> dílčí smlouvou a </w:t>
      </w:r>
      <w:r w:rsidRPr="00F07161">
        <w:t xml:space="preserve">touto Smlouvou, </w:t>
      </w:r>
      <w:r w:rsidR="00125CA2" w:rsidRPr="00F07161">
        <w:t xml:space="preserve">jejími nedílnými součástmi a dokumenty, na které odkazuje, </w:t>
      </w:r>
      <w:r w:rsidRPr="00F07161">
        <w:t>te</w:t>
      </w:r>
      <w:r w:rsidR="00125CA2" w:rsidRPr="00F07161">
        <w:t>chnickými a právními předpisy, Z</w:t>
      </w:r>
      <w:r w:rsidRPr="00F07161">
        <w:t xml:space="preserve">ávaznými podklady a pokyny Objednatele, na svůj náklad a na své nebezpečí, a předat je Objednateli. </w:t>
      </w:r>
    </w:p>
    <w:p w:rsidR="00077473" w:rsidRPr="00F07161" w:rsidRDefault="00FD1A1C" w:rsidP="00077473">
      <w:pPr>
        <w:pStyle w:val="Odstavec2"/>
      </w:pPr>
      <w:r w:rsidRPr="00F07161">
        <w:t>Objednatel se zavazuje řádně provedené Dílo převzít a zaplatit při dodržení podmínek a ujednání této Smlouvy za Dílo Zhotoviteli cenu dle této Smlouvy.</w:t>
      </w:r>
    </w:p>
    <w:p w:rsidR="00077473" w:rsidRPr="00F07161" w:rsidRDefault="00077473" w:rsidP="00077473">
      <w:pPr>
        <w:pStyle w:val="Odstavec2"/>
      </w:pPr>
      <w:r w:rsidRPr="00F07161">
        <w:t>Zhotovitel je povinen dodržovat při provádění Díla veškeré obecně závazné předpisy českého právního řádu a rovněž vnitřní předpisy Objednatele, se kterými byl seznámen.</w:t>
      </w:r>
    </w:p>
    <w:p w:rsidR="00FD1A1C" w:rsidRPr="00F07161" w:rsidRDefault="00077473" w:rsidP="00077473">
      <w:pPr>
        <w:pStyle w:val="Odstavec2"/>
      </w:pPr>
      <w:r w:rsidRPr="00F07161">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r w:rsidR="00FD1A1C" w:rsidRPr="00F07161">
        <w:t xml:space="preserve"> </w:t>
      </w:r>
    </w:p>
    <w:p w:rsidR="00FD1A1C" w:rsidRPr="00F07161" w:rsidRDefault="00FD1A1C" w:rsidP="00FD1A1C">
      <w:pPr>
        <w:pStyle w:val="Odstavec2"/>
      </w:pPr>
      <w:r w:rsidRPr="00F07161">
        <w:t xml:space="preserve">Zhotovitel se zavazuje na základě jednotlivé výzvy dle </w:t>
      </w:r>
      <w:proofErr w:type="gramStart"/>
      <w:r w:rsidRPr="00F07161">
        <w:t xml:space="preserve">odst. </w:t>
      </w:r>
      <w:r w:rsidR="00077473" w:rsidRPr="00F07161">
        <w:fldChar w:fldCharType="begin"/>
      </w:r>
      <w:r w:rsidR="00077473" w:rsidRPr="00F07161">
        <w:instrText xml:space="preserve"> REF _Ref422477222 \r \h </w:instrText>
      </w:r>
      <w:r w:rsidR="00EA57ED" w:rsidRPr="001E59C8">
        <w:instrText xml:space="preserve"> \* MERGEFORMAT </w:instrText>
      </w:r>
      <w:r w:rsidR="00077473" w:rsidRPr="00F07161">
        <w:fldChar w:fldCharType="separate"/>
      </w:r>
      <w:r w:rsidR="005334B4">
        <w:t>2.10</w:t>
      </w:r>
      <w:proofErr w:type="gramEnd"/>
      <w:r w:rsidR="00077473" w:rsidRPr="00F07161">
        <w:fldChar w:fldCharType="end"/>
      </w:r>
      <w:r w:rsidR="00077473" w:rsidRPr="00F07161">
        <w:t xml:space="preserve"> </w:t>
      </w:r>
      <w:r w:rsidRPr="00F07161">
        <w:t>této Smlouvy zpracovat podrobný harmonogram prací na úsek trasy či celou trasu, která má být předmětem jednotlivé dílčí zakázky (dále jen "podrobný harmonogram prací"). Objednatel písemně schválí předložený podrobný harmonogram prací.</w:t>
      </w:r>
    </w:p>
    <w:p w:rsidR="003F27AB" w:rsidRPr="00F07161" w:rsidRDefault="003F27AB" w:rsidP="00FD1A1C">
      <w:pPr>
        <w:pStyle w:val="Odstavec2"/>
      </w:pPr>
      <w:r w:rsidRPr="00F07161">
        <w:t xml:space="preserve">Zhotovitel se zavazuje na základě </w:t>
      </w:r>
      <w:r w:rsidR="00077473" w:rsidRPr="00F07161">
        <w:t xml:space="preserve">jednotlivé výzvy dle </w:t>
      </w:r>
      <w:proofErr w:type="gramStart"/>
      <w:r w:rsidR="00077473" w:rsidRPr="00F07161">
        <w:t xml:space="preserve">odst. </w:t>
      </w:r>
      <w:r w:rsidR="00077473" w:rsidRPr="00F07161">
        <w:fldChar w:fldCharType="begin"/>
      </w:r>
      <w:r w:rsidR="00077473" w:rsidRPr="00F07161">
        <w:instrText xml:space="preserve"> REF _Ref422477222 \r \h </w:instrText>
      </w:r>
      <w:r w:rsidR="00EC2EEE" w:rsidRPr="001E59C8">
        <w:instrText xml:space="preserve"> \* MERGEFORMAT </w:instrText>
      </w:r>
      <w:r w:rsidR="00077473" w:rsidRPr="00F07161">
        <w:fldChar w:fldCharType="separate"/>
      </w:r>
      <w:r w:rsidR="005334B4">
        <w:t>2.10</w:t>
      </w:r>
      <w:proofErr w:type="gramEnd"/>
      <w:r w:rsidR="00077473" w:rsidRPr="00F07161">
        <w:fldChar w:fldCharType="end"/>
      </w:r>
      <w:r w:rsidR="00077473" w:rsidRPr="00F07161">
        <w:t xml:space="preserve"> </w:t>
      </w:r>
      <w:r w:rsidRPr="00F07161">
        <w:t xml:space="preserve"> této Smlouvy zpracovat veškeré tzv. Realizační postupy požadované Objednatelem, zejména se jedná o výše uvedený podrobný harmonogram prací na úsek trasy či celou trasu, která má být předmětem jednotlivé dílčí zakázky, a dále podrobně rozpracované technologické postupy a související dokumentaci vztahující se na úsek trasy či celou trasu, která má být předmětem jednotlivé dílčí zakázky.</w:t>
      </w:r>
    </w:p>
    <w:p w:rsidR="003F27AB" w:rsidRPr="00F07161" w:rsidRDefault="003F27AB" w:rsidP="003F27AB">
      <w:pPr>
        <w:pStyle w:val="Odstavec3"/>
      </w:pPr>
      <w:r w:rsidRPr="00F07161">
        <w:t xml:space="preserve">Realizační postupy včetně podrobného popisu technologického postupu prací budou vždy Zhotovitelem zpracovány v rámci postupů v obecné rovině definovaných v Závazných podkladech a rovněž konkrétně v příloze č. 2 </w:t>
      </w:r>
      <w:proofErr w:type="gramStart"/>
      <w:r w:rsidRPr="00F07161">
        <w:t>této</w:t>
      </w:r>
      <w:proofErr w:type="gramEnd"/>
      <w:r w:rsidRPr="00F07161">
        <w:t xml:space="preserve"> Smlouvy, přičemž konkrétní Realizační postupy budou Zhotovitelem zpracovány s ohledem na rozsah Díla a na charakter konkrétního místa plnění.</w:t>
      </w:r>
    </w:p>
    <w:p w:rsidR="00F975BC" w:rsidRPr="00F07161" w:rsidRDefault="00AE579D" w:rsidP="00F975BC">
      <w:pPr>
        <w:pStyle w:val="Odstavec2"/>
      </w:pPr>
      <w:r w:rsidRPr="00F07161">
        <w:t xml:space="preserve">Zhotovitel </w:t>
      </w:r>
      <w:r w:rsidR="0066000A" w:rsidRPr="00F07161">
        <w:t>se zavazuje a prohlašuje, že před zahájením prací na Díle, které bude předmětem dílčí zakázky, se sezná</w:t>
      </w:r>
      <w:r w:rsidR="00C17E11" w:rsidRPr="00F07161">
        <w:t>m</w:t>
      </w:r>
      <w:r w:rsidR="0066000A" w:rsidRPr="00F07161">
        <w:t xml:space="preserve">í s charakterem </w:t>
      </w:r>
      <w:r w:rsidR="001E02C2" w:rsidRPr="00F07161">
        <w:t>místa plnění, se S</w:t>
      </w:r>
      <w:r w:rsidR="0066000A" w:rsidRPr="00F07161">
        <w:t xml:space="preserve">taveništěm (provede prohlídku místa plnění) </w:t>
      </w:r>
      <w:r w:rsidR="0066000A" w:rsidRPr="00F07161">
        <w:lastRenderedPageBreak/>
        <w:t>a s požadavky Objednatele, prostuduje předané podklady a dokumentaci a bude tak mít všechny potřebné údaje související s Dílem a potřebné pro řádné a včasné provedení Díla.</w:t>
      </w:r>
    </w:p>
    <w:p w:rsidR="00F975BC" w:rsidRPr="00F07161" w:rsidRDefault="00F975BC" w:rsidP="00F975BC">
      <w:pPr>
        <w:pStyle w:val="Odstavec3"/>
      </w:pPr>
      <w:r w:rsidRPr="00F07161">
        <w:t>Před zahájením prací seznámí Objednatel Zhotovitele se specifickými místními podmínkami Staveniště a rovněž plynoucími z vnitřních předpisů Objednatele, včetně zákazu kouření a předpisů platných v areálu skladu pohonných hmot (zejména vnitřních předpisů týkajících se prevence závažných havárií, požární bezpečnosti, daňového skladu, propustkového řádu apod.).</w:t>
      </w:r>
    </w:p>
    <w:p w:rsidR="003F27AB" w:rsidRPr="00F07161" w:rsidRDefault="00FD1A1C" w:rsidP="0066000A">
      <w:pPr>
        <w:pStyle w:val="Odstavec2"/>
      </w:pPr>
      <w:r w:rsidRPr="00F07161">
        <w:t xml:space="preserve">Zhotovitel se zavazuje dodat Objednateli po provedení Díla </w:t>
      </w:r>
      <w:r w:rsidR="0066000A" w:rsidRPr="00F07161">
        <w:t>veškerou dokumentaci vztahující se k Dílu, tj. jedná se zejména o dokumentaci o průběhu provádění Díla se zakreslením skutečného stavu provedení Díla, pracovní deník, prohlášení o shodě, atesty, certifikáty, doklady o ekologické likvidaci odpadů apod.</w:t>
      </w:r>
      <w:r w:rsidR="00482445" w:rsidRPr="00F07161">
        <w:t xml:space="preserve"> vyjmenované zejména v čl. 9 </w:t>
      </w:r>
      <w:r w:rsidRPr="00F07161">
        <w:t>této Smlouvy. Bez těchto dokladů nebude Dílo považováno za kompletní a řádně provedené.</w:t>
      </w:r>
    </w:p>
    <w:p w:rsidR="00970565" w:rsidRPr="00F07161" w:rsidRDefault="00970565" w:rsidP="00970565">
      <w:pPr>
        <w:pStyle w:val="Odstavec2"/>
      </w:pPr>
      <w:r w:rsidRPr="00F07161">
        <w:t>Zhoto</w:t>
      </w:r>
      <w:r w:rsidR="001E02C2" w:rsidRPr="00F07161">
        <w:t xml:space="preserve">vitel je povinen v rámci Díla </w:t>
      </w:r>
      <w:r w:rsidRPr="00F07161">
        <w:t>provést veškeré práce, dodávky, služby a výkony, kterých je potřeba trvale nebo dočasně k řádnému zahájení, provedení, dokončení, vyzkoušení Díla, jakož i předání Díla přejímací komisi Objednatele a uvedení Díla do řádného provozu v souladu s právními předpisy a platnými normami, bez ohledu na to, zda tyto práce, dodávky, služby a výkony nutné pro provedení, byly obsaženy výslovně v této Smlouvě</w:t>
      </w:r>
      <w:r w:rsidR="0066000A" w:rsidRPr="00F07161">
        <w:t>, dílčí smlouvě či dokumentech, na které odkazují</w:t>
      </w:r>
      <w:r w:rsidRPr="00F07161">
        <w:t>.</w:t>
      </w:r>
    </w:p>
    <w:p w:rsidR="00F975BC" w:rsidRPr="00F07161" w:rsidRDefault="001E02C2" w:rsidP="00F975BC">
      <w:pPr>
        <w:pStyle w:val="Odstavec2"/>
      </w:pPr>
      <w:r w:rsidRPr="00F07161">
        <w:t>Zhotovitel je povinen při provádění Díla postupovat dle způsobu provedení uvedeného v závazném podrobném popisu technologických postupů a prací, který na základě výzvy Objednatele v rámci provádění Díla vypracuje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Objednateli nejpozději před předáním Staveniště.</w:t>
      </w:r>
    </w:p>
    <w:p w:rsidR="00F975BC" w:rsidRPr="00F07161" w:rsidRDefault="00F975BC" w:rsidP="00F975BC">
      <w:pPr>
        <w:pStyle w:val="Odstavec2"/>
      </w:pPr>
      <w:r w:rsidRPr="00F07161">
        <w:rPr>
          <w:rFonts w:cs="Arial"/>
        </w:rPr>
        <w:t>Zhotovitel</w:t>
      </w:r>
      <w:r w:rsidRPr="00F07161">
        <w:t xml:space="preserve"> je povinen provádět Dílo v čase a rozsahu tak, jak vyplývá z této Smlouvy a z </w:t>
      </w:r>
      <w:r w:rsidRPr="00F07161" w:rsidDel="00EA27DC">
        <w:t xml:space="preserve"> </w:t>
      </w:r>
      <w:r w:rsidRPr="00F07161">
        <w:t>dílčí smlouvy.</w:t>
      </w:r>
    </w:p>
    <w:p w:rsidR="00F975BC" w:rsidRPr="00F07161" w:rsidRDefault="00F975BC" w:rsidP="00F975BC">
      <w:pPr>
        <w:pStyle w:val="Odstavec2"/>
      </w:pPr>
      <w:r w:rsidRPr="00F07161">
        <w:t>Zhotovitel je povinen chránit zájmy Objednatele.</w:t>
      </w:r>
    </w:p>
    <w:p w:rsidR="00F975BC" w:rsidRPr="00F07161" w:rsidRDefault="00F975BC" w:rsidP="00F975BC">
      <w:pPr>
        <w:pStyle w:val="Odstavec2"/>
      </w:pPr>
      <w:r w:rsidRPr="00F07161">
        <w:t>Zhotovitel se zavazuje při plnění předmětu této Smlouvy a dílčích smluv brát zřetel na potřeby Objednatele a jednotlivé činnosti se Zhotovitel zavazuje provádět v úzké součinnosti s Objednatelem.</w:t>
      </w:r>
    </w:p>
    <w:p w:rsidR="00F975BC" w:rsidRPr="00F07161" w:rsidRDefault="00F975BC" w:rsidP="00F975BC">
      <w:pPr>
        <w:pStyle w:val="Odstavec2"/>
      </w:pPr>
      <w:r w:rsidRPr="00F07161">
        <w:rPr>
          <w:rFonts w:cs="Arial"/>
        </w:rPr>
        <w:t>Zhotovitel</w:t>
      </w:r>
      <w:r w:rsidRPr="00F07161">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rsidR="007C7819" w:rsidRPr="00F07161" w:rsidRDefault="007C7819" w:rsidP="00000496">
      <w:pPr>
        <w:pStyle w:val="Odstavec2"/>
      </w:pPr>
      <w:r w:rsidRPr="00F07161">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 a Zhotovitel je povinen zajistit seznámení osob na straně Zhotovitele s vnitřními předpisy Objednatele.</w:t>
      </w:r>
    </w:p>
    <w:p w:rsidR="00F975BC" w:rsidRPr="00F07161" w:rsidRDefault="00F975BC" w:rsidP="00F975BC">
      <w:pPr>
        <w:pStyle w:val="Odstavec2"/>
      </w:pPr>
      <w:r w:rsidRPr="00F07161">
        <w:t>S ohledem na charakter Díla a různá místa plnění se Smluvní strany dohodly v souladu s vnitřními předpisy Objednatele, že Zhotovitel neprodleně po nabytí účinnosti této Smlouvy předá Objednateli písemný seznam osob Zhotovitele, jež se budou podílet na realizaci Díla dle dílčích smluv, a v případě změny bude o této skutečnosti Objednatele písemně informovat, zejména vždy ve vztahu k jednotlivé činnosti prováděné dle dílčí smlouvy.</w:t>
      </w:r>
      <w:r w:rsidRPr="00F07161">
        <w:rPr>
          <w:rFonts w:cs="Arial"/>
        </w:rPr>
        <w:t xml:space="preserve"> </w:t>
      </w:r>
      <w:r w:rsidRPr="00F07161">
        <w:t>Zhotovitel se zavazuje nejpozději vždy před zahájením vlastních prací na Díle předat Objednateli aktuální jmenný seznam pracovníků a osob na straně Zhotovitele podílejících se na Díle a rovněž seznam techniky a vozidel, jež bude Zhotovitel užívat a pro něž Objednatel zajistí povolení pro vstup a vjezd na Staveniště a případně do areálu skladu pohonných hmot Objednatele. V seznamu osob bude uvedeno vyjma jména, příjmení a bydliště osoby rovněž číslo občanského průkazu či jiného dokladu sloužícím k prokázání totožnosti dotčené osoby.</w:t>
      </w:r>
    </w:p>
    <w:p w:rsidR="00F975BC" w:rsidRPr="00F07161" w:rsidRDefault="00F975BC" w:rsidP="007C7819">
      <w:pPr>
        <w:pStyle w:val="Odstavec2"/>
      </w:pPr>
      <w:r w:rsidRPr="00F07161">
        <w:t>Seznam osob Zhotovitele předaný Zhotovitelem Ob</w:t>
      </w:r>
      <w:r w:rsidR="007C7819" w:rsidRPr="00F07161">
        <w:t xml:space="preserve">jednateli se uplatní </w:t>
      </w:r>
      <w:r w:rsidRPr="00F07161">
        <w:t>pro vstup těchto osob do areálu skladů pohonných hmot 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w:t>
      </w:r>
    </w:p>
    <w:p w:rsidR="00F975BC" w:rsidRPr="00F07161" w:rsidRDefault="00F975BC" w:rsidP="00F975BC">
      <w:pPr>
        <w:pStyle w:val="Odstavec3"/>
      </w:pPr>
      <w:r w:rsidRPr="00F07161">
        <w:lastRenderedPageBreak/>
        <w:t>Seznam osob Zhotovitele, jakož i seznam techniky a vozidel předaný Zhotovitelem Objednateli se uplatní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rsidR="00F975BC" w:rsidRPr="00F07161" w:rsidRDefault="00F975BC" w:rsidP="00F975BC">
      <w:pPr>
        <w:pStyle w:val="Odstavec2"/>
      </w:pPr>
      <w:r w:rsidRPr="00F07161">
        <w:t>Objednatel se zavazuje informovat Zhotovitele o všech důležitých skutečnostech a změnách, které by mohly mít vliv na realizaci Díla Zhotovitelem.</w:t>
      </w:r>
    </w:p>
    <w:p w:rsidR="001E02C2" w:rsidRPr="00F07161" w:rsidRDefault="001E02C2" w:rsidP="001E02C2">
      <w:pPr>
        <w:pStyle w:val="Odstavec2"/>
      </w:pPr>
      <w:r w:rsidRPr="00F07161">
        <w:t>Zhotovitel se zavazuje provést veškeré zkoušky požadované právními předpisy a sjednané mezi Smluvními stranami a rovněž se se zavazuje průběžně provádět veškeré potřebné zkoušky, měření a atesty k prokázání kvalitativních parametrů Díla.</w:t>
      </w:r>
    </w:p>
    <w:p w:rsidR="00F53D0D" w:rsidRPr="00F07161" w:rsidRDefault="00F53D0D" w:rsidP="001E02C2">
      <w:pPr>
        <w:pStyle w:val="Odstavec2"/>
      </w:pPr>
      <w:r w:rsidRPr="00F07161">
        <w:t xml:space="preserve">Zhotovitel je povinen řídit se veškerými pokyny Objednatele. Je však povinen písemně v dostatečném časovém předstihu upozornit písemně </w:t>
      </w:r>
      <w:r w:rsidR="00C17E11" w:rsidRPr="00F07161">
        <w:t>O</w:t>
      </w:r>
      <w:r w:rsidRPr="00F07161">
        <w:t>bjednatele na případnou nevhodnost jeho pokynů.</w:t>
      </w:r>
    </w:p>
    <w:p w:rsidR="00F53D0D" w:rsidRPr="00F07161" w:rsidRDefault="00F53D0D" w:rsidP="00F53D0D">
      <w:pPr>
        <w:pStyle w:val="Odstavec2"/>
        <w:rPr>
          <w:rFonts w:ascii="Times New Roman" w:hAnsi="Times New Roman"/>
          <w:sz w:val="22"/>
          <w:szCs w:val="22"/>
        </w:rPr>
      </w:pPr>
      <w:r w:rsidRPr="00F07161">
        <w:t>Zhotovitel je povinen provést Dílo ve vysoké kvalitě odpovídající charakteru a významu Díla. Dílo bude splňovat kvalitativní požadavky definované platnými normami ČSN nebo EN v případě, že příslušné české normy neexistují</w:t>
      </w:r>
      <w:r w:rsidR="005D50D0" w:rsidRPr="00F07161">
        <w:t>, není-li stanoveno v konkrétním případě jinak</w:t>
      </w:r>
      <w:r w:rsidRPr="00F07161">
        <w:t>. Doporučené údaje normy ČSN se pro předmět Díla dle této Smlouvy považují za normy závazné. Při rozdílu v ustanoveních normy platí ustanovení normy výhodnější pro Objednatele</w:t>
      </w:r>
      <w:r w:rsidRPr="00F07161">
        <w:rPr>
          <w:rFonts w:ascii="Times New Roman" w:hAnsi="Times New Roman"/>
          <w:sz w:val="22"/>
          <w:szCs w:val="22"/>
        </w:rPr>
        <w:t>.</w:t>
      </w:r>
    </w:p>
    <w:p w:rsidR="008F6E30" w:rsidRPr="00F07161" w:rsidRDefault="008F6E30" w:rsidP="008F6E30">
      <w:pPr>
        <w:pStyle w:val="Odstavec2"/>
        <w:rPr>
          <w:rFonts w:cs="Arial"/>
        </w:rPr>
      </w:pPr>
      <w:r w:rsidRPr="00F07161">
        <w:rPr>
          <w:rFonts w:cs="Arial"/>
        </w:rPr>
        <w:t xml:space="preserve">Objednatel má právo sám nebo prostřednictvím </w:t>
      </w:r>
      <w:r w:rsidR="005D50D0" w:rsidRPr="00F07161">
        <w:rPr>
          <w:rFonts w:cs="Arial"/>
        </w:rPr>
        <w:t xml:space="preserve">třetího subjektu určeného Objednatelem </w:t>
      </w:r>
      <w:r w:rsidRPr="00F07161">
        <w:rPr>
          <w:rFonts w:cs="Arial"/>
        </w:rPr>
        <w:t>provádět kontrolu plnění Díla v průběhu jeho provádění a Zhotovitel je povinen mu toto umožnit.</w:t>
      </w:r>
    </w:p>
    <w:p w:rsidR="008F6E30" w:rsidRPr="00F07161" w:rsidRDefault="008F6E30" w:rsidP="008F6E30">
      <w:pPr>
        <w:pStyle w:val="Odstavec2"/>
        <w:rPr>
          <w:rFonts w:cs="Arial"/>
        </w:rPr>
      </w:pPr>
      <w:r w:rsidRPr="00F07161">
        <w:rPr>
          <w:rFonts w:cs="Arial"/>
        </w:rPr>
        <w:t>Zhotovitel provede Dílo kvalifikovanými zaměstnanci. Zhotovitel odpovídá za chování osob provádějících Dílo a za to, že bude mít pro své zaměstnance veškerá potřebná úřední povolení a platná kvalifikační oprávnění pro provádění Díla.</w:t>
      </w:r>
    </w:p>
    <w:p w:rsidR="008F6E30" w:rsidRPr="00F07161" w:rsidRDefault="008F6E30" w:rsidP="008F6E30">
      <w:pPr>
        <w:pStyle w:val="Odstavec2"/>
        <w:rPr>
          <w:rFonts w:cs="Arial"/>
        </w:rPr>
      </w:pPr>
      <w:r w:rsidRPr="00F07161">
        <w:rPr>
          <w:rFonts w:cs="Arial"/>
        </w:rPr>
        <w:t xml:space="preserve">Zhotovitel odpovídá za dodržení hranic staveniště a umístění staveb na pozemcích vymezených a určených Objednatelem. Vznikne-li porušením závazku umístit stavbu na pozemcích plynoucích z této Smlouvy škoda či </w:t>
      </w:r>
      <w:proofErr w:type="spellStart"/>
      <w:r w:rsidRPr="00F07161">
        <w:rPr>
          <w:rFonts w:cs="Arial"/>
        </w:rPr>
        <w:t>více-náklady</w:t>
      </w:r>
      <w:proofErr w:type="spellEnd"/>
      <w:r w:rsidRPr="00F07161">
        <w:rPr>
          <w:rFonts w:cs="Arial"/>
        </w:rPr>
        <w:t xml:space="preserve"> Objednateli, zavazuje se Zhotovitel nahradit je v plné výši do </w:t>
      </w:r>
      <w:proofErr w:type="gramStart"/>
      <w:r w:rsidRPr="00F07161">
        <w:rPr>
          <w:rFonts w:cs="Arial"/>
        </w:rPr>
        <w:t>15-ti</w:t>
      </w:r>
      <w:proofErr w:type="gramEnd"/>
      <w:r w:rsidRPr="00F07161">
        <w:rPr>
          <w:rFonts w:cs="Arial"/>
        </w:rPr>
        <w:t xml:space="preserve"> dnů od obdržení jejich vyúčtování.</w:t>
      </w:r>
    </w:p>
    <w:p w:rsidR="008D6F01" w:rsidRPr="00F07161" w:rsidRDefault="005D50D0" w:rsidP="008D6F01">
      <w:pPr>
        <w:pStyle w:val="Odstavec2"/>
      </w:pPr>
      <w:r w:rsidRPr="00F07161">
        <w:t>Za dodržování a plnění povinností v oblasti bezpečnosti a ochrany zdraví při práci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rsidR="008D6F01" w:rsidRPr="00F07161" w:rsidRDefault="008D6F01" w:rsidP="008D6F01">
      <w:pPr>
        <w:pStyle w:val="Odstavec2"/>
      </w:pPr>
      <w:r w:rsidRPr="00F07161">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rsidR="008D6F01" w:rsidRPr="00F07161" w:rsidRDefault="008D6F01" w:rsidP="008D6F01">
      <w:pPr>
        <w:pStyle w:val="Odstavec2"/>
      </w:pPr>
      <w:r w:rsidRPr="00F07161">
        <w:t>Objednatel je oprávněn kontrolovat osoby – provádět kontrolu osob, které se pohybují po Staveništi, příp. v areálu skladu pohonných hmot Objednatele. V případě, že osoby na straně Zhotovitele nacházející se na Staveništi nebudou osoby schválené Objednatelem a uvedené v seznamu osob, jež Zhotovitel je povinen předat Objednateli, je Objednatel oprávněn vykázat tyto osoby ze Staveniště a po Zhotoviteli požadovat sjednané smluvní pokuty. Zhotovitel v takovém případě nemá právo uplatňovat jakékoli sankce vůči Objednateli.</w:t>
      </w:r>
    </w:p>
    <w:p w:rsidR="008D6F01" w:rsidRPr="00F07161" w:rsidRDefault="008D6F01" w:rsidP="008D6F01">
      <w:pPr>
        <w:pStyle w:val="Odstavec2"/>
      </w:pPr>
      <w:r w:rsidRPr="00F07161">
        <w:t>Objednatel v rámci součinnosti vyjma činností sjednaných jinde ve Smlouvě či v dílčí smlouvě zajistí pro realizaci každého Díla následující činnosti:</w:t>
      </w:r>
    </w:p>
    <w:p w:rsidR="008D6F01" w:rsidRPr="00F07161" w:rsidRDefault="008D6F01" w:rsidP="0068218A">
      <w:pPr>
        <w:pStyle w:val="Odstavec3"/>
      </w:pPr>
      <w:r w:rsidRPr="00F07161">
        <w:t>Objednatel zajistí vstup a vjezd k místu plnění na Staveniště (vstup na pozemky v místě plnění včetně vyjádření správců sítí nacházejících se v konkrétních místech plnění) včetně vstupu do areálů skladů pohonných hmot Objednatele, bude-li součástí místa plnění. Přístupové cesty ke Staveništi si zajišťuje Zhotovitel na svou odpovědnost a své náklady.</w:t>
      </w:r>
    </w:p>
    <w:p w:rsidR="00C61F66" w:rsidRPr="00F07161" w:rsidRDefault="008D6F01" w:rsidP="00C61F66">
      <w:pPr>
        <w:pStyle w:val="Odstavec3"/>
      </w:pPr>
      <w:r w:rsidRPr="00F07161">
        <w:t xml:space="preserve">Objednatel pouze na základě dohody stran zajistí v případě nutnosti dle platné legislativy </w:t>
      </w:r>
      <w:r w:rsidR="00C61F66" w:rsidRPr="00F07161">
        <w:t xml:space="preserve">českého právního řádu </w:t>
      </w:r>
      <w:r w:rsidRPr="00F07161">
        <w:t xml:space="preserve">před zadáním dílčí zakázky </w:t>
      </w:r>
      <w:r w:rsidR="00C61F66" w:rsidRPr="00F07161">
        <w:t>Zhotoviteli</w:t>
      </w:r>
      <w:r w:rsidRPr="00F07161">
        <w:t xml:space="preserve"> nezbytná veřejnoprávní povolení (ohlášení stavby, stavební povolení apod.)</w:t>
      </w:r>
      <w:r w:rsidR="00C61F66" w:rsidRPr="00F07161">
        <w:t>.</w:t>
      </w:r>
    </w:p>
    <w:p w:rsidR="00C61F66" w:rsidRPr="00F07161" w:rsidRDefault="00C61F66" w:rsidP="00C61F66">
      <w:pPr>
        <w:pStyle w:val="Odstavec3"/>
      </w:pPr>
      <w:r w:rsidRPr="00F07161">
        <w:t>Objednatel</w:t>
      </w:r>
      <w:r w:rsidR="008D6F01" w:rsidRPr="00F07161">
        <w:t xml:space="preserve"> zajistí asistenci pracovníků </w:t>
      </w:r>
      <w:r w:rsidRPr="00F07161">
        <w:t>Objednatele</w:t>
      </w:r>
      <w:r w:rsidR="008D6F01" w:rsidRPr="00F07161">
        <w:t xml:space="preserve"> pro případnou manipulaci s armaturami v koncových zařízeních a armaturních šachtách</w:t>
      </w:r>
      <w:r w:rsidRPr="00F07161">
        <w:t>.</w:t>
      </w:r>
    </w:p>
    <w:p w:rsidR="00C61F66" w:rsidRPr="00F07161" w:rsidRDefault="00C61F66" w:rsidP="00C61F66">
      <w:pPr>
        <w:pStyle w:val="Odstavec3"/>
      </w:pPr>
      <w:r w:rsidRPr="00F07161">
        <w:lastRenderedPageBreak/>
        <w:t xml:space="preserve">Objednatel </w:t>
      </w:r>
      <w:r w:rsidR="008D6F01" w:rsidRPr="00F07161">
        <w:t xml:space="preserve">zajistí navrtání, odčerpání a odvoz motorové nafty z míst rozpojení potrubí, a to za účasti pracovníků celního úřadu – pokud bude potřeba, v této souvislosti </w:t>
      </w:r>
      <w:r w:rsidRPr="00F07161">
        <w:t>Smluvní strany pro právní jistotu stran sjednávají, že Objednatel</w:t>
      </w:r>
      <w:r w:rsidR="008D6F01" w:rsidRPr="00F07161">
        <w:t xml:space="preserve"> v rámci své součinnosti zajistí pouze odčerpání a odvoz motor</w:t>
      </w:r>
      <w:r w:rsidRPr="00F07161">
        <w:t>ové nafty z</w:t>
      </w:r>
      <w:r w:rsidR="008D6F01" w:rsidRPr="00F07161">
        <w:t xml:space="preserve"> míst rozpojení potrubí, odvoz odpadů, kontaminované </w:t>
      </w:r>
      <w:proofErr w:type="spellStart"/>
      <w:r w:rsidR="008D6F01" w:rsidRPr="00F07161">
        <w:t>proplachové</w:t>
      </w:r>
      <w:proofErr w:type="spellEnd"/>
      <w:r w:rsidR="008D6F01" w:rsidRPr="00F07161">
        <w:t xml:space="preserve"> vody apod. vzniklé při provádění </w:t>
      </w:r>
      <w:r w:rsidRPr="00F07161">
        <w:t xml:space="preserve">Díla Zhotovitelem </w:t>
      </w:r>
      <w:r w:rsidR="008D6F01" w:rsidRPr="00F07161">
        <w:t xml:space="preserve">je plně v gesci </w:t>
      </w:r>
      <w:r w:rsidRPr="00F07161">
        <w:t>Zhotovitele (jako součást provádění Díla).</w:t>
      </w:r>
    </w:p>
    <w:p w:rsidR="00C61F66" w:rsidRPr="00F07161" w:rsidRDefault="00C61F66" w:rsidP="00C61F66">
      <w:pPr>
        <w:pStyle w:val="Odstavec3"/>
      </w:pPr>
      <w:r w:rsidRPr="00F07161">
        <w:t>Objednatel</w:t>
      </w:r>
      <w:r w:rsidR="008D6F01" w:rsidRPr="00F07161">
        <w:t xml:space="preserve"> zajistí příjem motorové nafty při vypouštění potrubí </w:t>
      </w:r>
      <w:r w:rsidRPr="00F07161">
        <w:t xml:space="preserve">produktovodu </w:t>
      </w:r>
      <w:r w:rsidR="008D6F01" w:rsidRPr="00F07161">
        <w:t>do svých skladových kapacit včetně zajištění kontroly kvality předmětného produktu</w:t>
      </w:r>
      <w:r w:rsidRPr="00F07161">
        <w:t>.</w:t>
      </w:r>
    </w:p>
    <w:p w:rsidR="00896A7D" w:rsidRPr="00F07161" w:rsidRDefault="00C61F66" w:rsidP="00896A7D">
      <w:pPr>
        <w:pStyle w:val="Odstavec3"/>
      </w:pPr>
      <w:r w:rsidRPr="00F07161">
        <w:t>Objednatel</w:t>
      </w:r>
      <w:r w:rsidR="008D6F01" w:rsidRPr="00F07161">
        <w:t xml:space="preserve"> poskytne </w:t>
      </w:r>
      <w:r w:rsidRPr="00F07161">
        <w:t>Zhotoviteli</w:t>
      </w:r>
      <w:r w:rsidR="008D6F01" w:rsidRPr="00F07161">
        <w:t xml:space="preserve"> nezbytnou součinnost při přípravě a schválení</w:t>
      </w:r>
      <w:r w:rsidRPr="00F07161">
        <w:t xml:space="preserve"> R</w:t>
      </w:r>
      <w:r w:rsidR="008D6F01" w:rsidRPr="00F07161">
        <w:t>ealizačních a technologických postupů, harmonogramu prací apod.</w:t>
      </w:r>
      <w:r w:rsidRPr="00F07161">
        <w:t xml:space="preserve"> (otázka schválení ze strany Objednatele).</w:t>
      </w:r>
    </w:p>
    <w:p w:rsidR="000F00FA" w:rsidRPr="00F07161" w:rsidRDefault="00896A7D" w:rsidP="000F00FA">
      <w:pPr>
        <w:pStyle w:val="Odstavec3"/>
      </w:pPr>
      <w:r w:rsidRPr="00F07161">
        <w:t xml:space="preserve">Objednatel </w:t>
      </w:r>
      <w:r w:rsidR="008D6F01" w:rsidRPr="00F07161">
        <w:t xml:space="preserve">poskytne </w:t>
      </w:r>
      <w:r w:rsidRPr="00F07161">
        <w:t>Zhotoviteli</w:t>
      </w:r>
      <w:r w:rsidR="008D6F01" w:rsidRPr="00F07161">
        <w:t xml:space="preserve"> požární asistenci při rozpojování a propojování potrubí</w:t>
      </w:r>
      <w:r w:rsidRPr="00F07161">
        <w:t xml:space="preserve"> a </w:t>
      </w:r>
      <w:r w:rsidR="008D6F01" w:rsidRPr="00F07161">
        <w:t xml:space="preserve">v místech rozpojení potrubí (konců úseků) </w:t>
      </w:r>
      <w:r w:rsidRPr="00F07161">
        <w:t>Objednatel</w:t>
      </w:r>
      <w:r w:rsidR="008D6F01" w:rsidRPr="00F07161">
        <w:t xml:space="preserve"> v souladu s výše uvedeným zajistí veřejnoprávní a majetkoprávní projednání vstupů</w:t>
      </w:r>
      <w:r w:rsidRPr="00F07161">
        <w:t xml:space="preserve"> na pozemky, kde se nachází Staveniště</w:t>
      </w:r>
      <w:r w:rsidR="008D6F01" w:rsidRPr="00F07161">
        <w:t xml:space="preserve"> </w:t>
      </w:r>
      <w:r w:rsidRPr="00F07161">
        <w:t>(</w:t>
      </w:r>
      <w:r w:rsidR="008D6F01" w:rsidRPr="00F07161">
        <w:t>včetně otázky</w:t>
      </w:r>
      <w:r w:rsidRPr="00F07161">
        <w:t xml:space="preserve"> náhrady škod na vytýčeném S</w:t>
      </w:r>
      <w:r w:rsidR="008D6F01" w:rsidRPr="00F07161">
        <w:t>taveništi</w:t>
      </w:r>
      <w:r w:rsidRPr="00F07161">
        <w:t xml:space="preserve"> – to neplatí pro přístupové cesty).</w:t>
      </w:r>
    </w:p>
    <w:p w:rsidR="000F00FA" w:rsidRPr="00F07161" w:rsidRDefault="000F00FA" w:rsidP="000F00FA">
      <w:pPr>
        <w:pStyle w:val="Odstavec3"/>
      </w:pPr>
      <w:r w:rsidRPr="00F07161">
        <w:t>Objednatel provede seznámení Zhotovitele s vnitřními předpisy Objednatele, vstupní proškolení pracovníků (osob na straně) Zhotovitele z podmínek BOZP, požární ochrany PO), prevence závažných havárií (PZH) a seznámení s možnými riziky atd.</w:t>
      </w:r>
    </w:p>
    <w:p w:rsidR="00125CA2" w:rsidRPr="00F07161" w:rsidRDefault="000F00FA" w:rsidP="0010147B">
      <w:pPr>
        <w:pStyle w:val="Odstavec2"/>
      </w:pPr>
      <w:r w:rsidRPr="00F07161">
        <w:t>Zhotovitel</w:t>
      </w:r>
      <w:r w:rsidR="008D6F01" w:rsidRPr="00F07161">
        <w:t xml:space="preserve"> je povinen provést veškerou likvidaci odpadů vzniklých při provádění </w:t>
      </w:r>
      <w:r w:rsidRPr="00F07161">
        <w:t>Díla</w:t>
      </w:r>
      <w:r w:rsidR="008D6F01" w:rsidRPr="00F07161">
        <w:t xml:space="preserve"> včetně likvidace přebytečné zeminy či likvidace médií užitých pro realizaci </w:t>
      </w:r>
      <w:r w:rsidRPr="00F07161">
        <w:t>Díla</w:t>
      </w:r>
      <w:r w:rsidR="008D6F01" w:rsidRPr="00F07161">
        <w:t xml:space="preserve">, s výjimkou likvidace neznečištěné </w:t>
      </w:r>
      <w:proofErr w:type="spellStart"/>
      <w:r w:rsidR="008D6F01" w:rsidRPr="00F07161">
        <w:t>proplachové</w:t>
      </w:r>
      <w:proofErr w:type="spellEnd"/>
      <w:r w:rsidR="008D6F01" w:rsidRPr="00F07161">
        <w:t xml:space="preserve"> vody z posledních </w:t>
      </w:r>
      <w:proofErr w:type="spellStart"/>
      <w:r w:rsidR="008D6F01" w:rsidRPr="00F07161">
        <w:t>proplachových</w:t>
      </w:r>
      <w:proofErr w:type="spellEnd"/>
      <w:r w:rsidR="008D6F01" w:rsidRPr="00F07161">
        <w:t xml:space="preserve"> zátek na čistírně odpadních vod (ČOV) ve skladech pohonných hmot zadavatele, </w:t>
      </w:r>
      <w:r w:rsidRPr="00F07161">
        <w:t xml:space="preserve">přičemž </w:t>
      </w:r>
      <w:r w:rsidR="008D6F01" w:rsidRPr="00F07161">
        <w:t xml:space="preserve">tuto činnost zajistí po dohodě </w:t>
      </w:r>
      <w:r w:rsidRPr="00F07161">
        <w:t>Objednatel.</w:t>
      </w:r>
    </w:p>
    <w:p w:rsidR="006F71DA" w:rsidRPr="00F07161" w:rsidRDefault="006F71DA" w:rsidP="006F71DA">
      <w:pPr>
        <w:pStyle w:val="Odstavec2"/>
      </w:pPr>
      <w:r w:rsidRPr="00F07161">
        <w:t>Zhotovitel je povinen Objednatele neprodleně upozornit na jakýkoliv stav vzniklý při provádění Díla, který má a/nebo může mít povahu Havárie</w:t>
      </w:r>
      <w:r w:rsidR="00F92407" w:rsidRPr="00F07161">
        <w:t xml:space="preserve"> a následně se </w:t>
      </w:r>
      <w:r w:rsidRPr="00F07161">
        <w:t>řídit pokyny</w:t>
      </w:r>
      <w:r w:rsidR="00F92407" w:rsidRPr="00F07161">
        <w:t xml:space="preserve"> Objednatele</w:t>
      </w:r>
      <w:r w:rsidRPr="00F07161">
        <w:t xml:space="preserve"> a poskytnout nutnou součinnost k odstranění havarijního stavu</w:t>
      </w:r>
      <w:r w:rsidR="00F92407" w:rsidRPr="00F07161">
        <w:t xml:space="preserve">, a to bez ohledu na </w:t>
      </w:r>
      <w:proofErr w:type="gramStart"/>
      <w:r w:rsidR="00F92407" w:rsidRPr="00F07161">
        <w:t>skutečnost,  zda</w:t>
      </w:r>
      <w:proofErr w:type="gramEnd"/>
      <w:r w:rsidR="00F92407" w:rsidRPr="00F07161">
        <w:t xml:space="preserve"> je Zhotovitel či </w:t>
      </w:r>
      <w:proofErr w:type="spellStart"/>
      <w:r w:rsidR="00F92407" w:rsidRPr="00F07161">
        <w:t>nění</w:t>
      </w:r>
      <w:proofErr w:type="spellEnd"/>
      <w:r w:rsidR="00F92407" w:rsidRPr="00F07161">
        <w:t xml:space="preserve"> původce vzniklého stavu</w:t>
      </w:r>
      <w:r w:rsidRPr="00F07161">
        <w:t xml:space="preserve">. Upozornění podle předchozí věty je oprávněn Zhotovitel provést telefonicky, je však </w:t>
      </w:r>
      <w:r w:rsidR="00F92407" w:rsidRPr="00F07161">
        <w:t xml:space="preserve">povinen potvrdit telefonické oznámení v emailové zprávě. </w:t>
      </w:r>
      <w:r w:rsidRPr="00F07161">
        <w:t xml:space="preserve"> </w:t>
      </w:r>
    </w:p>
    <w:p w:rsidR="00E049FC" w:rsidRPr="00032863" w:rsidRDefault="00E049FC" w:rsidP="00E049FC">
      <w:pPr>
        <w:pStyle w:val="lnek"/>
      </w:pPr>
      <w:r w:rsidRPr="008014D6">
        <w:t xml:space="preserve">ZMĚNY ROZSAHU DÍLA </w:t>
      </w:r>
      <w:r w:rsidRPr="00032863">
        <w:rPr>
          <w:rFonts w:eastAsiaTheme="minorEastAsia"/>
        </w:rPr>
        <w:t xml:space="preserve"> </w:t>
      </w:r>
    </w:p>
    <w:p w:rsidR="00DA7B71" w:rsidRPr="00032863" w:rsidRDefault="00DA7B71" w:rsidP="00DA7B71">
      <w:pPr>
        <w:pStyle w:val="Odstavec2"/>
      </w:pPr>
      <w:r w:rsidRPr="00032863">
        <w:t>Objednatel je oprávněn, není-li to v rozporu s příslušnými ustanoveními obecně závazných právních předpisů, požado</w:t>
      </w:r>
      <w:r w:rsidR="008022E2" w:rsidRPr="00032863">
        <w:t>vat či odsouhlasit po uzavření d</w:t>
      </w:r>
      <w:r w:rsidRPr="00032863">
        <w:t>ílčí smlouvy a v průběhu provádění Díla včetně projekčních a realizačních prací změny v kvalitě, množství či druhu dodávky vůči ustanovením</w:t>
      </w:r>
      <w:r w:rsidR="008022E2" w:rsidRPr="00032863">
        <w:t xml:space="preserve"> této Smlouvy, dílčí smlouvy a Z</w:t>
      </w:r>
      <w:r w:rsidRPr="00032863">
        <w:t xml:space="preserve">ávazným podkladům. </w:t>
      </w:r>
    </w:p>
    <w:p w:rsidR="008022E2" w:rsidRPr="00032863" w:rsidRDefault="008022E2" w:rsidP="008022E2">
      <w:pPr>
        <w:pStyle w:val="Odstavec3"/>
      </w:pPr>
      <w:r w:rsidRPr="00032863">
        <w:t>Taková změna rozsahu Díla bude sjednána uzavřením dodatku k dané dílčí smlouvě</w:t>
      </w:r>
      <w:r w:rsidR="00895265" w:rsidRPr="00032863">
        <w:t>, tj. v dodatečné výzvě Objednatele potvrzené Zhotovitelem</w:t>
      </w:r>
      <w:r w:rsidRPr="00032863">
        <w:t xml:space="preserve"> nebo rozšířením a nahrazením původní objednávky objednávkou novou potvrzenou oběma Smluvními stranami, tj. uzavřením nové dílčí smlouvy.</w:t>
      </w:r>
    </w:p>
    <w:p w:rsidR="00F96778" w:rsidRPr="00032863" w:rsidRDefault="00F96778" w:rsidP="00F96778">
      <w:pPr>
        <w:pStyle w:val="Odstavec2"/>
      </w:pPr>
      <w:r w:rsidRPr="00032863">
        <w:t>Objednatel je oprávněn, není-li to v rozporu s příslušnými ustanoveními obecně závazných právních předpisů, navrhnout Zhotoviteli změnu rozsahu předmětu Díla (zejména omezení nebo rozšíření rozsahu Díla o další dodávky a práce, které se mohou během realizace vyskytnout a které nejsou zahrnuty do předmětu Díla). Sm</w:t>
      </w:r>
      <w:r w:rsidR="008022E2" w:rsidRPr="00032863">
        <w:t>luvní strany sjednávají, že za V</w:t>
      </w:r>
      <w:r w:rsidRPr="00032863">
        <w:t xml:space="preserve">ícepráce budou považovat pouze práce nad rámec předmětu Díla, které však s prováděným předmětem Díla souvisí s tím, že růst cen materiálů a prací po dobu trvání </w:t>
      </w:r>
      <w:r w:rsidR="00895265" w:rsidRPr="00032863">
        <w:t>této Smlouvy není považován za V</w:t>
      </w:r>
      <w:r w:rsidRPr="00032863">
        <w:t>ícepráce, ale je rizikem Zhotovit</w:t>
      </w:r>
      <w:r w:rsidR="00895265" w:rsidRPr="00032863">
        <w:t xml:space="preserve">ele, které jde k jeho tíži. Za </w:t>
      </w:r>
      <w:proofErr w:type="spellStart"/>
      <w:r w:rsidR="00895265" w:rsidRPr="00032863">
        <w:t>M</w:t>
      </w:r>
      <w:r w:rsidRPr="00032863">
        <w:t>éněpráce</w:t>
      </w:r>
      <w:proofErr w:type="spellEnd"/>
      <w:r w:rsidRPr="00032863">
        <w:t xml:space="preserve"> Smluvní strany považují práce a dodávky v předmětu Díla předvídané, avšak neuskutečněné nebo práce a dodávky sice uskutečněné, avšak v menším rozsahu než se přepokládalo.</w:t>
      </w:r>
    </w:p>
    <w:p w:rsidR="00464A8E" w:rsidRPr="00032863" w:rsidRDefault="00464A8E" w:rsidP="00464A8E">
      <w:pPr>
        <w:pStyle w:val="Odstavec2"/>
      </w:pPr>
      <w:r w:rsidRPr="00032863">
        <w:t>V případě akceptace navržené změny díla dle odstavce 4.1 a 4.2 tohoto článku Smlouvy Zhotovitelem, jsou základem pro cenu změny Díla jednotkové ceny prací a dodávek uvedené v</w:t>
      </w:r>
      <w:r w:rsidR="00895265" w:rsidRPr="00032863">
        <w:t xml:space="preserve"> příloze č. 3 této smlouvy - Cenová nabídka ze dne </w:t>
      </w:r>
      <w:r w:rsidR="00F2057F" w:rsidRPr="00BC4745">
        <w:rPr>
          <w:highlight w:val="yellow"/>
        </w:rPr>
        <w:t>…………………</w:t>
      </w:r>
      <w:r w:rsidR="00895265" w:rsidRPr="00032863">
        <w:t>(jednotkové ceny)</w:t>
      </w:r>
      <w:r w:rsidRPr="00032863">
        <w:t>. Odmítne-li Zhotovitel provedení změny Díla, je povinen umožnit Objednateli jejich provedení prostřednictvím jiného subjektu při zachování záruk a odpovědnosti Zhotovitele za Dílo jako celek.</w:t>
      </w:r>
    </w:p>
    <w:p w:rsidR="00507C7C" w:rsidRPr="00032863" w:rsidRDefault="00507C7C" w:rsidP="00507C7C">
      <w:pPr>
        <w:pStyle w:val="Odstavec2"/>
      </w:pPr>
      <w:r w:rsidRPr="00032863">
        <w:t xml:space="preserve">Veškeré změny dle odstavce 4.1 a 4.2 tohoto článku Smlouvy musí být </w:t>
      </w:r>
      <w:r w:rsidR="00895265" w:rsidRPr="00032863">
        <w:t>též zaprotokolován</w:t>
      </w:r>
      <w:r w:rsidRPr="00032863">
        <w:t>y zápisem ve</w:t>
      </w:r>
      <w:r w:rsidR="00895265" w:rsidRPr="00032863">
        <w:t xml:space="preserve"> stavebním (montážním) deníku.</w:t>
      </w:r>
    </w:p>
    <w:p w:rsidR="00221E1A" w:rsidRPr="00032863" w:rsidRDefault="00221E1A" w:rsidP="00221E1A">
      <w:pPr>
        <w:pStyle w:val="Odstavec2"/>
      </w:pPr>
      <w:r w:rsidRPr="00032863">
        <w:lastRenderedPageBreak/>
        <w:t>Zhotovitel je oprávněn začít provádět změny teprve po písemné dohodě s Objednatelem formou dodatečné výzvy Objednatele potvrzené Zhotovitelem</w:t>
      </w:r>
      <w:r w:rsidR="00895265" w:rsidRPr="00032863">
        <w:t xml:space="preserve"> či uzavřením nové dílčí smlouvy</w:t>
      </w:r>
      <w:r w:rsidRPr="00032863">
        <w:t xml:space="preserve">, jinak není Objednatel povinen uhradit cenu takovýchto prací a dodávek, ledaže se jedná pouze o omezení/zúžení rozsahu Díla, které je pro Zhotovitele závazné ke dni písemně určenému Objednatelem. </w:t>
      </w:r>
    </w:p>
    <w:p w:rsidR="00DA7B71" w:rsidRPr="00032863" w:rsidRDefault="00963A37" w:rsidP="002D2C37">
      <w:pPr>
        <w:pStyle w:val="Odstavec2"/>
      </w:pPr>
      <w:r w:rsidRPr="00032863">
        <w:t>V případě změny rozsahu Díla a s tím spojené změně Ceny díla budou Smluvní strany postupovat v</w:t>
      </w:r>
      <w:r w:rsidR="00895265" w:rsidRPr="00032863">
        <w:t xml:space="preserve">ýslovně v souladu s ustanoveními v textu této Smlouvy, není-li jich pak dle ustanovení </w:t>
      </w:r>
      <w:r w:rsidRPr="00032863">
        <w:t>VOP, není-li to v rozporu s obecně závaznými předpisy českého právního řádu a nebude-li v konkrétním případě sjednáno jinak.</w:t>
      </w:r>
    </w:p>
    <w:p w:rsidR="00221E1A" w:rsidRPr="00C55971" w:rsidRDefault="00221E1A" w:rsidP="00221E1A">
      <w:pPr>
        <w:pStyle w:val="lnek"/>
      </w:pPr>
      <w:r w:rsidRPr="00C55971">
        <w:t>STAVE</w:t>
      </w:r>
      <w:r w:rsidR="002D2C37" w:rsidRPr="00C55971">
        <w:t>NIŠTĚ</w:t>
      </w:r>
    </w:p>
    <w:p w:rsidR="00A3384A" w:rsidRPr="00C55971" w:rsidRDefault="00A3384A" w:rsidP="00A3384A">
      <w:pPr>
        <w:pStyle w:val="Odstavec2"/>
      </w:pPr>
      <w:r w:rsidRPr="00C55971">
        <w:t xml:space="preserve">Objednatel </w:t>
      </w:r>
      <w:r w:rsidR="002D2C37" w:rsidRPr="00C55971">
        <w:t>se zavazuje předat Zhotoviteli S</w:t>
      </w:r>
      <w:r w:rsidRPr="00C55971">
        <w:t>taveniště v termínu uvedeném ve výzvě dle</w:t>
      </w:r>
      <w:r w:rsidR="002D2C37" w:rsidRPr="00C55971">
        <w:t xml:space="preserve"> </w:t>
      </w:r>
      <w:proofErr w:type="gramStart"/>
      <w:r w:rsidR="002D2C37" w:rsidRPr="00C55971">
        <w:t xml:space="preserve">odst. </w:t>
      </w:r>
      <w:r w:rsidR="002D2C37" w:rsidRPr="00C55971">
        <w:fldChar w:fldCharType="begin"/>
      </w:r>
      <w:r w:rsidR="002D2C37" w:rsidRPr="00C55971">
        <w:instrText xml:space="preserve"> REF _Ref422477222 \r \h </w:instrText>
      </w:r>
      <w:r w:rsidR="00321FD6" w:rsidRPr="00C55971">
        <w:instrText xml:space="preserve"> \* MERGEFORMAT </w:instrText>
      </w:r>
      <w:r w:rsidR="002D2C37" w:rsidRPr="00C55971">
        <w:fldChar w:fldCharType="separate"/>
      </w:r>
      <w:r w:rsidR="005334B4">
        <w:t>2.10</w:t>
      </w:r>
      <w:proofErr w:type="gramEnd"/>
      <w:r w:rsidR="002D2C37" w:rsidRPr="00C55971">
        <w:fldChar w:fldCharType="end"/>
      </w:r>
      <w:r w:rsidRPr="00C55971">
        <w:t xml:space="preserve"> této Smlouvy prosté nároků třetích stran a jakýchkoliv překážek, které by bránily zahájení provedení Díla a s projednanými vstupy na pozemky a vytýčenými okolním</w:t>
      </w:r>
      <w:r w:rsidR="002D2C37" w:rsidRPr="00C55971">
        <w:t>i sítěmi. O předání a převzetí S</w:t>
      </w:r>
      <w:r w:rsidRPr="00C55971">
        <w:t>taveniště bude mezi Smluvními stranami sepsán protokol. Pokud se Zh</w:t>
      </w:r>
      <w:r w:rsidR="002D2C37" w:rsidRPr="00C55971">
        <w:t>otovitel k přejímce S</w:t>
      </w:r>
      <w:r w:rsidRPr="00C55971">
        <w:t>taveniště nedostaví, nemá právo uplatňovat posunutí termínu pl</w:t>
      </w:r>
      <w:r w:rsidR="002D2C37" w:rsidRPr="00C55971">
        <w:t>nění z titulu pozdního předání S</w:t>
      </w:r>
      <w:r w:rsidRPr="00C55971">
        <w:t>taveniště.</w:t>
      </w:r>
    </w:p>
    <w:p w:rsidR="00CB4FCF" w:rsidRPr="00C55971" w:rsidRDefault="00CB4FCF" w:rsidP="00CB4FCF">
      <w:pPr>
        <w:pStyle w:val="Odstavec2"/>
      </w:pPr>
      <w:r w:rsidRPr="00C55971">
        <w:t>Obj</w:t>
      </w:r>
      <w:r w:rsidR="002D2C37" w:rsidRPr="00C55971">
        <w:t>ednatel je tedy povinen předat S</w:t>
      </w:r>
      <w:r w:rsidRPr="00C55971">
        <w:t>taveniště vyklizené tak, aby Zhotovitel mohl provádět Dílo řádně a aby po dobu celého provádění Díla nebyl nijak rušen</w:t>
      </w:r>
      <w:r w:rsidR="002D2C37" w:rsidRPr="00C55971">
        <w:t xml:space="preserve"> či omezován právy jiných osob.</w:t>
      </w:r>
    </w:p>
    <w:p w:rsidR="00CB4FCF" w:rsidRPr="00C55971" w:rsidRDefault="002D2C37" w:rsidP="00CB4FCF">
      <w:pPr>
        <w:pStyle w:val="Odstavec2"/>
      </w:pPr>
      <w:r w:rsidRPr="00C55971">
        <w:t>Na S</w:t>
      </w:r>
      <w:r w:rsidR="00CB4FCF" w:rsidRPr="00C55971">
        <w:t>taveniště mohou vstupovat pouze pracovníci Zhotovitele a zaměstnanci pověření Objednatelem.</w:t>
      </w:r>
    </w:p>
    <w:p w:rsidR="00665D56" w:rsidRPr="00C55971" w:rsidRDefault="00665D56" w:rsidP="00000496">
      <w:pPr>
        <w:pStyle w:val="Odstavec2"/>
      </w:pPr>
      <w:r w:rsidRPr="00C55971">
        <w:rPr>
          <w:rFonts w:cs="Arial"/>
        </w:rPr>
        <w:t xml:space="preserve">Objednatel nezajišťuje uzavřený sklad, poskytne Zhotoviteli pouze možnost umístění zařízení, strojů a materiálu nezbytného k realizaci Díla na Staveništi dle možnosti v době provádění prací na Díle. Objednatel rovněž neposkytuje pro Zhotovitele sociální zařízení a šatny. </w:t>
      </w:r>
    </w:p>
    <w:p w:rsidR="00665D56" w:rsidRPr="00C55971" w:rsidRDefault="00EC33F5" w:rsidP="00665D56">
      <w:pPr>
        <w:pStyle w:val="Odstavec2"/>
      </w:pPr>
      <w:r w:rsidRPr="00C55971">
        <w:t>Zhotovitel zabezpečí na své vlastní náklady dopravu a skladování strojů, zařízení a materiálu nezbytného k řádnému provádění Díla, jakož i bezpe</w:t>
      </w:r>
      <w:r w:rsidR="002D2C37" w:rsidRPr="00C55971">
        <w:t>čnost a ochranu zdraví osob na S</w:t>
      </w:r>
      <w:r w:rsidRPr="00C55971">
        <w:t>taveništi.</w:t>
      </w:r>
    </w:p>
    <w:p w:rsidR="00665D56" w:rsidRPr="00C55971" w:rsidRDefault="00665D56" w:rsidP="00000496">
      <w:pPr>
        <w:pStyle w:val="Odstavec2"/>
      </w:pPr>
      <w:r w:rsidRPr="00C55971">
        <w:rPr>
          <w:rFonts w:cs="Arial"/>
        </w:rPr>
        <w:t xml:space="preserve">Objednatel poskytne napojení pro Zhotovitele v místech, kde je zdroj elektrické energie </w:t>
      </w:r>
      <w:r w:rsidRPr="00C55971">
        <w:t>a vody, a to za předpokladu zřízení podružného měření (na náklad Zhotovitele) a úhrady spotřeby Zhotovitelem</w:t>
      </w:r>
      <w:r w:rsidRPr="00C55971">
        <w:rPr>
          <w:rFonts w:cs="Arial"/>
        </w:rPr>
        <w:t xml:space="preserve">. </w:t>
      </w:r>
    </w:p>
    <w:p w:rsidR="00665D56" w:rsidRPr="00C55971" w:rsidRDefault="00665D56" w:rsidP="00000496">
      <w:pPr>
        <w:pStyle w:val="Odstavec2"/>
      </w:pPr>
      <w:r w:rsidRPr="00C55971">
        <w:rPr>
          <w:rFonts w:cs="Arial"/>
        </w:rPr>
        <w:t>Zhotovitel se zavazuje předat vyklizené Staveniště bez vad v termínu předání a převzetí Díla.</w:t>
      </w:r>
    </w:p>
    <w:p w:rsidR="00665D56" w:rsidRPr="00C55971" w:rsidRDefault="002D2C37" w:rsidP="00665D56">
      <w:pPr>
        <w:pStyle w:val="Odstavec2"/>
      </w:pPr>
      <w:r w:rsidRPr="00C55971">
        <w:t>Součástí vyklizení S</w:t>
      </w:r>
      <w:r w:rsidR="00426341" w:rsidRPr="00C55971">
        <w:t xml:space="preserve">taveniště Zhotovitelem k termínu předání Díla uvedeného </w:t>
      </w:r>
      <w:r w:rsidRPr="00C55971">
        <w:t xml:space="preserve">ve výzvě dle </w:t>
      </w:r>
      <w:proofErr w:type="gramStart"/>
      <w:r w:rsidRPr="00C55971">
        <w:t xml:space="preserve">odst. </w:t>
      </w:r>
      <w:r w:rsidRPr="00C55971">
        <w:fldChar w:fldCharType="begin"/>
      </w:r>
      <w:r w:rsidRPr="00C55971">
        <w:instrText xml:space="preserve"> REF _Ref422477222 \r \h </w:instrText>
      </w:r>
      <w:r w:rsidR="00321FD6" w:rsidRPr="00C55971">
        <w:instrText xml:space="preserve"> \* MERGEFORMAT </w:instrText>
      </w:r>
      <w:r w:rsidRPr="00C55971">
        <w:fldChar w:fldCharType="separate"/>
      </w:r>
      <w:r w:rsidR="005334B4">
        <w:t>2.10</w:t>
      </w:r>
      <w:proofErr w:type="gramEnd"/>
      <w:r w:rsidRPr="00C55971">
        <w:fldChar w:fldCharType="end"/>
      </w:r>
      <w:r w:rsidRPr="00C55971">
        <w:t xml:space="preserve"> </w:t>
      </w:r>
      <w:r w:rsidR="00426341" w:rsidRPr="00C55971">
        <w:t>této Smlouvy, je také povinnost Zhotovitele převzít a odvézt</w:t>
      </w:r>
      <w:r w:rsidRPr="00C55971">
        <w:t>,</w:t>
      </w:r>
      <w:r w:rsidR="00426341" w:rsidRPr="00C55971">
        <w:t xml:space="preserve"> veškeré obaly a odpady dle zákona č. 477/2001 Sb., o obalech a o změně některých zákonů</w:t>
      </w:r>
      <w:r w:rsidRPr="00C55971">
        <w:t>,</w:t>
      </w:r>
      <w:r w:rsidR="00426341" w:rsidRPr="00C55971">
        <w:t xml:space="preserve"> v platném znění. Prohlášení Zhotovitele o likvidaci odpadů a obalů bude přílohou pr</w:t>
      </w:r>
      <w:r w:rsidRPr="00C55971">
        <w:t>o přejímací řízení.</w:t>
      </w:r>
    </w:p>
    <w:p w:rsidR="00665D56" w:rsidRPr="00C55971" w:rsidRDefault="00665D56" w:rsidP="00665D56">
      <w:pPr>
        <w:pStyle w:val="Odstavec2"/>
      </w:pPr>
      <w:r w:rsidRPr="00C55971">
        <w:rPr>
          <w:rFonts w:cs="Arial"/>
        </w:rPr>
        <w:t>Zhotovitel odpovídá za řádnou ochranu veškeré zeleně v místě Staveniště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rsidR="00665D56" w:rsidRPr="00C55971" w:rsidRDefault="00665D56" w:rsidP="00665D56">
      <w:pPr>
        <w:pStyle w:val="Odstavec2"/>
      </w:pPr>
      <w:r w:rsidRPr="00C55971">
        <w:rPr>
          <w:rFonts w:cs="Arial"/>
        </w:rPr>
        <w:t>Zhotovitel je povinen udržovat pořádek na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rsidR="00426341" w:rsidRPr="00B81AA3" w:rsidRDefault="00426341" w:rsidP="00426341">
      <w:pPr>
        <w:pStyle w:val="Odstavec2"/>
      </w:pPr>
      <w:r w:rsidRPr="00B81AA3">
        <w:t>Zhotovitel je povinen vést na každé jednotlivé Dílo, kter</w:t>
      </w:r>
      <w:r w:rsidR="002D2C37" w:rsidRPr="00B81AA3">
        <w:t>é bude předmětem dílčí zakázky S</w:t>
      </w:r>
      <w:r w:rsidRPr="00B81AA3">
        <w:t>tavební (montážní</w:t>
      </w:r>
      <w:r w:rsidR="002D2C37" w:rsidRPr="00B81AA3">
        <w:t>/pracovní</w:t>
      </w:r>
      <w:r w:rsidRPr="00B81AA3">
        <w:t>) deník.</w:t>
      </w:r>
    </w:p>
    <w:p w:rsidR="00800F22" w:rsidRPr="00B81AA3" w:rsidRDefault="00800F22" w:rsidP="00800F22">
      <w:pPr>
        <w:pStyle w:val="Odstavec2"/>
      </w:pPr>
      <w:r w:rsidRPr="00B81AA3">
        <w:t>Zh</w:t>
      </w:r>
      <w:r w:rsidR="002D2C37" w:rsidRPr="00B81AA3">
        <w:t>otovitel vede ode dne převzetí Staveniště S</w:t>
      </w:r>
      <w:r w:rsidRPr="00B81AA3">
        <w:t>tavební deník v rozsahu a za podmínek vyplývajících z</w:t>
      </w:r>
      <w:r w:rsidR="00665D56" w:rsidRPr="00B81AA3">
        <w:t xml:space="preserve"> platných </w:t>
      </w:r>
      <w:r w:rsidRPr="00B81AA3">
        <w:t>právních předpisů</w:t>
      </w:r>
      <w:r w:rsidR="00665D56" w:rsidRPr="00B81AA3">
        <w:t xml:space="preserve"> a dle požadavků Objednatele</w:t>
      </w:r>
      <w:r w:rsidRPr="00B81AA3">
        <w:t>. Do deníku se zapisují všechny skutečnost</w:t>
      </w:r>
      <w:r w:rsidR="00665D56" w:rsidRPr="00B81AA3">
        <w:t>i rozhodné pro plnění Smlouvy, d</w:t>
      </w:r>
      <w:r w:rsidRPr="00B81AA3">
        <w:t>ílčí smlouvy a pro postup a kvalitu provádění Díla (zejména se jedná o údaje o časovém postupu prací a jejich jakosti, splnění sjednaných termínů,</w:t>
      </w:r>
      <w:r w:rsidR="00665D56" w:rsidRPr="00B81AA3">
        <w:t xml:space="preserve"> počasí, V</w:t>
      </w:r>
      <w:r w:rsidRPr="00B81AA3">
        <w:t>ícepracích apod.). Zhotovitel předá průpis deníku Objednateli průběžně během provádění Díla, originál předá Objednateli k archivaci nejpozději při protokolárním předá</w:t>
      </w:r>
      <w:r w:rsidR="00665D56" w:rsidRPr="00B81AA3">
        <w:t>ní a převzetí dokončeného Díla.</w:t>
      </w:r>
    </w:p>
    <w:p w:rsidR="00665D56" w:rsidRPr="00B81AA3" w:rsidRDefault="00665D56" w:rsidP="00000496">
      <w:pPr>
        <w:pStyle w:val="Odstavec2"/>
      </w:pPr>
      <w:r w:rsidRPr="00B81AA3">
        <w:lastRenderedPageBreak/>
        <w:t>Zhotovitel bere na vědomí, že Dílo bude prováděno za provozu skladu pohonných hmot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rsidR="000B64D1" w:rsidRPr="00F203AB" w:rsidRDefault="00D4750D" w:rsidP="000B64D1">
      <w:pPr>
        <w:pStyle w:val="lnek"/>
      </w:pPr>
      <w:r>
        <w:t>MÍSTO A DOBA</w:t>
      </w:r>
      <w:r w:rsidR="000B64D1">
        <w:t xml:space="preserve"> PLNĚNÍ</w:t>
      </w:r>
    </w:p>
    <w:p w:rsidR="00677E1F" w:rsidRPr="00533DEE" w:rsidRDefault="00677E1F" w:rsidP="00677E1F">
      <w:pPr>
        <w:pStyle w:val="Odstavec2"/>
      </w:pPr>
      <w:r w:rsidRPr="00533DEE">
        <w:t xml:space="preserve">Jednotlivé dílčí zakázky budou zadávány během </w:t>
      </w:r>
      <w:r w:rsidR="00E765D8" w:rsidRPr="00533DEE">
        <w:t>platnosti a účinnosti této Smlouvy</w:t>
      </w:r>
      <w:r w:rsidRPr="00533DEE">
        <w:t>. Konkrétní předmět jednotlivé dílčí zakázky, resp. Dílo, bude realizováno v</w:t>
      </w:r>
      <w:r w:rsidR="00E765D8" w:rsidRPr="00533DEE">
        <w:t> </w:t>
      </w:r>
      <w:r w:rsidRPr="00533DEE">
        <w:t>te</w:t>
      </w:r>
      <w:r w:rsidR="00E765D8" w:rsidRPr="00533DEE">
        <w:t>rmínech a lhůtách</w:t>
      </w:r>
      <w:r w:rsidRPr="00533DEE">
        <w:t xml:space="preserve"> uveden</w:t>
      </w:r>
      <w:r w:rsidR="00E765D8" w:rsidRPr="00533DEE">
        <w:t xml:space="preserve">ých </w:t>
      </w:r>
      <w:r w:rsidRPr="00533DEE">
        <w:t xml:space="preserve">ve výzvě dle </w:t>
      </w:r>
      <w:proofErr w:type="gramStart"/>
      <w:r w:rsidRPr="00533DEE">
        <w:t>odst.</w:t>
      </w:r>
      <w:r w:rsidR="00E765D8" w:rsidRPr="00533DEE">
        <w:t xml:space="preserve"> </w:t>
      </w:r>
      <w:r w:rsidR="00E765D8" w:rsidRPr="00533DEE">
        <w:fldChar w:fldCharType="begin"/>
      </w:r>
      <w:r w:rsidR="00E765D8" w:rsidRPr="00533DEE">
        <w:instrText xml:space="preserve"> REF _Ref422477222 \r \h </w:instrText>
      </w:r>
      <w:r w:rsidR="00B5500A" w:rsidRPr="00533DEE">
        <w:instrText xml:space="preserve"> \* MERGEFORMAT </w:instrText>
      </w:r>
      <w:r w:rsidR="00E765D8" w:rsidRPr="00533DEE">
        <w:fldChar w:fldCharType="separate"/>
      </w:r>
      <w:r w:rsidR="005334B4">
        <w:t>2.10</w:t>
      </w:r>
      <w:proofErr w:type="gramEnd"/>
      <w:r w:rsidR="00E765D8" w:rsidRPr="00533DEE">
        <w:fldChar w:fldCharType="end"/>
      </w:r>
      <w:r w:rsidR="00E765D8" w:rsidRPr="00533DEE">
        <w:t xml:space="preserve"> </w:t>
      </w:r>
      <w:r w:rsidRPr="00533DEE">
        <w:t xml:space="preserve">této Smlouvy. </w:t>
      </w:r>
    </w:p>
    <w:p w:rsidR="00E765D8" w:rsidRPr="00533DEE" w:rsidRDefault="00677E1F" w:rsidP="00677E1F">
      <w:pPr>
        <w:pStyle w:val="Odstavec2"/>
      </w:pPr>
      <w:r w:rsidRPr="00533DEE">
        <w:t xml:space="preserve">Objednatel bude stanovovat lhůty k provádění </w:t>
      </w:r>
      <w:r w:rsidR="00E765D8" w:rsidRPr="00533DEE">
        <w:t>Díla</w:t>
      </w:r>
      <w:r w:rsidRPr="00533DEE">
        <w:t xml:space="preserve"> přiměřeně na základě svých zkušeností o trvání takových jednotlivých prací stejného nebo obdobného druhu v předchozích obdobích a na základě Zhotovitelem předloženého harmonogramu prací</w:t>
      </w:r>
      <w:r w:rsidR="00E765D8" w:rsidRPr="00533DEE">
        <w:t>, jež je přílohou č. 1 této Smlouvy.</w:t>
      </w:r>
    </w:p>
    <w:p w:rsidR="00E765D8" w:rsidRPr="00533DEE" w:rsidRDefault="00E765D8" w:rsidP="00E765D8">
      <w:pPr>
        <w:pStyle w:val="Odstavec3"/>
      </w:pPr>
      <w:r w:rsidRPr="00533DEE">
        <w:t>Konkrétní práce na Díle budou Zhotovitelem prováděny dle Objednatelem schváleného podrobného harmonogramu prací, přičemž Smluvní strany sjednávají, že, není-li stanoveno v konkrétní výzvě Objednatele jinak, Zhotovitel předloží dle požadavků Objednatele současně s potvrzením objednávky Objednateli návrh časového podrobného harmonogramu prací (dále též jen „harmonogram plnění“), jež svým charakterem bude odpovídat způsobu provádění Díla a údajům uvedeným v objednávce. Objednatel Zhotovitelem předložený harmonogram plnění schválí či zašle Zhotoviteli připomínky k zapracování. Objednatel schvaluje harmonogram plnění dle svých obchodních a provozních priorit. Konečný a ze strany Objednatele schválený harmonogram plnění je pro Zhotovitele závazným pro realizaci Díla.</w:t>
      </w:r>
    </w:p>
    <w:p w:rsidR="00E765D8" w:rsidRPr="00533DEE" w:rsidRDefault="00677E1F" w:rsidP="00E765D8">
      <w:pPr>
        <w:pStyle w:val="Odstavec2"/>
      </w:pPr>
      <w:r w:rsidRPr="00533DEE">
        <w:t>Zhotovitel se zavazuje provést Dílo v dohodnutých termínech realizace. V případě, že dojde z jakéhokoli důvodu ke zpoždění dohodnutých termínů, provede Zhotovitel na vlastní náklady a odpovědnost okamžitá opatření k tomu, aby odstranil nebo a</w:t>
      </w:r>
      <w:r w:rsidR="00E765D8" w:rsidRPr="00533DEE">
        <w:t>lespoň zmírnil účinky zpoždění.</w:t>
      </w:r>
    </w:p>
    <w:p w:rsidR="00E765D8" w:rsidRPr="00533DEE" w:rsidRDefault="002A6D41" w:rsidP="00E765D8">
      <w:pPr>
        <w:pStyle w:val="Odstavec2"/>
      </w:pPr>
      <w:r w:rsidRPr="00533DEE">
        <w:t xml:space="preserve">Místem plnění Díla je </w:t>
      </w:r>
      <w:proofErr w:type="spellStart"/>
      <w:r w:rsidRPr="00533DEE">
        <w:t>produktovodní</w:t>
      </w:r>
      <w:proofErr w:type="spellEnd"/>
      <w:r w:rsidRPr="00533DEE">
        <w:t xml:space="preserve"> síť nacházející se na území České republiky rozlišená dle </w:t>
      </w:r>
      <w:r w:rsidR="00E765D8" w:rsidRPr="00533DEE">
        <w:t>jednotlivých tras</w:t>
      </w:r>
      <w:r w:rsidRPr="00533DEE">
        <w:t xml:space="preserve"> uvedených </w:t>
      </w:r>
      <w:r w:rsidR="00E765D8" w:rsidRPr="00533DEE">
        <w:t>v příloze č. 4</w:t>
      </w:r>
      <w:r w:rsidRPr="00533DEE">
        <w:t xml:space="preserve"> </w:t>
      </w:r>
      <w:proofErr w:type="gramStart"/>
      <w:r w:rsidRPr="00533DEE">
        <w:t>této</w:t>
      </w:r>
      <w:proofErr w:type="gramEnd"/>
      <w:r w:rsidRPr="00533DEE">
        <w:t xml:space="preserve"> Smlouvy. Konkrétní úsek potrubního vedení ve specifikaci uvedené v příloze </w:t>
      </w:r>
      <w:r w:rsidR="00E765D8" w:rsidRPr="00533DEE">
        <w:t>č. 4</w:t>
      </w:r>
      <w:r w:rsidRPr="00533DEE">
        <w:t xml:space="preserve"> </w:t>
      </w:r>
      <w:proofErr w:type="gramStart"/>
      <w:r w:rsidRPr="00533DEE">
        <w:t>této</w:t>
      </w:r>
      <w:proofErr w:type="gramEnd"/>
      <w:r w:rsidRPr="00533DEE">
        <w:t xml:space="preserve"> Smlouvy, jež bude předmětem dílčí zakázky</w:t>
      </w:r>
      <w:r w:rsidR="00E765D8" w:rsidRPr="00533DEE">
        <w:t>,</w:t>
      </w:r>
      <w:r w:rsidRPr="00533DEE">
        <w:t xml:space="preserve"> bude Objednatelem uveden v objednávce.</w:t>
      </w:r>
    </w:p>
    <w:p w:rsidR="00E765D8" w:rsidRPr="00533DEE" w:rsidRDefault="002A6D41" w:rsidP="00E765D8">
      <w:pPr>
        <w:pStyle w:val="Odstavec2"/>
      </w:pPr>
      <w:r w:rsidRPr="00533DEE">
        <w:t>Místo plnění Díla se</w:t>
      </w:r>
      <w:r w:rsidR="00E765D8" w:rsidRPr="00533DEE">
        <w:t xml:space="preserve"> může nacházet</w:t>
      </w:r>
      <w:r w:rsidRPr="00533DEE">
        <w:t xml:space="preserve"> v 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rsidR="002A6D41" w:rsidRPr="00533DEE" w:rsidRDefault="002A6D41" w:rsidP="00000496">
      <w:pPr>
        <w:pStyle w:val="Odstavec2"/>
      </w:pPr>
      <w:r w:rsidRPr="00533DEE">
        <w:t>Smluvní strany sjednávají, že v případě, že v průběhu trvání této Smlouvy se Objednatel stane vlastníkem či provozovatelem trasy produktovodu, která není zahrnuta v</w:t>
      </w:r>
      <w:r w:rsidR="00E765D8" w:rsidRPr="00533DEE">
        <w:t> příloze č. 4</w:t>
      </w:r>
      <w:r w:rsidRPr="00533DEE">
        <w:t xml:space="preserve"> </w:t>
      </w:r>
      <w:proofErr w:type="gramStart"/>
      <w:r w:rsidRPr="00533DEE">
        <w:t>této</w:t>
      </w:r>
      <w:proofErr w:type="gramEnd"/>
      <w:r w:rsidRPr="00533DEE">
        <w:t xml:space="preserve"> Smlouvy, sjednávají Smluvní strany, že Objednatel je oprávněn  doplnit a aktualizovat možná místa plnění, resp. konkrétní úseky, a to formou písemného oznámení doručeného Zhotoviteli. Není-li to v rozporu s obecně závaznými předpisy českého právního řádu, Smluvní strany v takovém případě uzavřou dodatek k této Smlouvě, kde budou jednotlivé úseky potrubní trasy identifikovány a u nově doplněného úseku produktovodu bude zároveň dohodou Smluvních stran stanovena cena, jež bude podkladem pro stanovení Ceny díla</w:t>
      </w:r>
      <w:r w:rsidR="00E765D8" w:rsidRPr="00533DEE">
        <w:t xml:space="preserve"> v případě, že Dílo bude prováděno na celém úseku doplňované potrubní trasy</w:t>
      </w:r>
      <w:r w:rsidRPr="00533DEE">
        <w:t>.</w:t>
      </w:r>
    </w:p>
    <w:p w:rsidR="008463B3" w:rsidRPr="00533DEE" w:rsidRDefault="00251141" w:rsidP="00B80A61">
      <w:pPr>
        <w:pStyle w:val="lnek"/>
      </w:pPr>
      <w:r w:rsidRPr="00533DEE">
        <w:t xml:space="preserve">CENA </w:t>
      </w:r>
      <w:r w:rsidR="00B80A61" w:rsidRPr="00533DEE">
        <w:t>DÍLA</w:t>
      </w:r>
      <w:r w:rsidR="00920CE6" w:rsidRPr="00533DEE">
        <w:t xml:space="preserve"> </w:t>
      </w:r>
    </w:p>
    <w:p w:rsidR="006F1137" w:rsidRPr="003B5736" w:rsidRDefault="00A23FFD" w:rsidP="00A23FFD">
      <w:pPr>
        <w:pStyle w:val="Odstavec2"/>
      </w:pPr>
      <w:r w:rsidRPr="00533DEE">
        <w:t>Cena za řádné a včasné provedení Díla (předmět dílčí zakázky), tj. C</w:t>
      </w:r>
      <w:r w:rsidR="006F1137" w:rsidRPr="003B5736">
        <w:t>ena díla, je stanovena dohodou S</w:t>
      </w:r>
      <w:r w:rsidRPr="003B5736">
        <w:t>mluvních stran jako cena smluvní v korunách česk</w:t>
      </w:r>
      <w:r w:rsidR="006F1137" w:rsidRPr="003B5736">
        <w:t>ých bez daně z přidané hodnoty.</w:t>
      </w:r>
    </w:p>
    <w:p w:rsidR="00472240" w:rsidRPr="003B5736" w:rsidRDefault="00A23FFD" w:rsidP="00A23FFD">
      <w:pPr>
        <w:pStyle w:val="Odstavec2"/>
      </w:pPr>
      <w:r w:rsidRPr="003B5736">
        <w:t>Cena díla bude vždy účtována dle skutečně provedených prací výpočtem na základě jednotkových cen uvedených v jednotkovém položkovém rozpočtu (uvedené jednotkové ceny jsou bez DPH</w:t>
      </w:r>
      <w:r w:rsidR="006F1137" w:rsidRPr="003B5736">
        <w:t xml:space="preserve">), který je přílohou č. 3 </w:t>
      </w:r>
      <w:proofErr w:type="gramStart"/>
      <w:r w:rsidR="006F1137" w:rsidRPr="003B5736">
        <w:t>této</w:t>
      </w:r>
      <w:proofErr w:type="gramEnd"/>
      <w:r w:rsidR="006F1137" w:rsidRPr="003B5736">
        <w:t xml:space="preserve"> Smlouvy. </w:t>
      </w:r>
    </w:p>
    <w:p w:rsidR="00A23FFD" w:rsidRPr="003B5736" w:rsidRDefault="00A23FFD" w:rsidP="00A23FFD">
      <w:pPr>
        <w:pStyle w:val="Odstavec2"/>
      </w:pPr>
      <w:r w:rsidRPr="003B5736">
        <w:t>K takto stanovené Ceně díla bude dopočtena DPH ve výši dle platných právních předpisů.</w:t>
      </w:r>
    </w:p>
    <w:p w:rsidR="00A171A6" w:rsidRPr="003B5736" w:rsidRDefault="00A171A6" w:rsidP="00A171A6">
      <w:pPr>
        <w:pStyle w:val="Odstavec2"/>
      </w:pPr>
      <w:bookmarkStart w:id="1" w:name="_Ref262826626"/>
      <w:r w:rsidRPr="003B5736">
        <w:lastRenderedPageBreak/>
        <w:t xml:space="preserve">Zhotovitel prohlašuje, že </w:t>
      </w:r>
      <w:r w:rsidR="00BB7D9C" w:rsidRPr="003B5736">
        <w:t>ceny uvedené v příloze č. 3</w:t>
      </w:r>
      <w:r w:rsidRPr="003B5736">
        <w:t xml:space="preserve"> </w:t>
      </w:r>
      <w:proofErr w:type="gramStart"/>
      <w:r w:rsidRPr="003B5736">
        <w:t>této</w:t>
      </w:r>
      <w:proofErr w:type="gramEnd"/>
      <w:r w:rsidRPr="003B5736">
        <w:t xml:space="preserve"> Smlouvy jsou nejvýše přípustné, konečné a neměnné a Zhotovitel je garantuje po celou dobu trvání této Smlouvy. </w:t>
      </w:r>
      <w:r w:rsidR="00BB7D9C" w:rsidRPr="003B5736">
        <w:t xml:space="preserve">Ceny uvedené v příloze č. 3 </w:t>
      </w:r>
      <w:proofErr w:type="gramStart"/>
      <w:r w:rsidR="00BB7D9C" w:rsidRPr="003B5736">
        <w:t>této</w:t>
      </w:r>
      <w:proofErr w:type="gramEnd"/>
      <w:r w:rsidR="00BB7D9C" w:rsidRPr="003B5736">
        <w:t xml:space="preserve"> Smlouvy</w:t>
      </w:r>
      <w:r w:rsidRPr="003B5736">
        <w:t xml:space="preserve"> jsou jediné </w:t>
      </w:r>
      <w:r w:rsidRPr="003B5736">
        <w:rPr>
          <w:rFonts w:cs="Arial"/>
        </w:rPr>
        <w:t>přípustné pro stanovení Ceny díla.</w:t>
      </w:r>
    </w:p>
    <w:bookmarkEnd w:id="1"/>
    <w:p w:rsidR="00BB7D9C" w:rsidRPr="003B5736" w:rsidRDefault="00BB7D9C" w:rsidP="00BB7D9C">
      <w:pPr>
        <w:pStyle w:val="Odstavec2"/>
      </w:pPr>
      <w:r w:rsidRPr="003B5736">
        <w:t xml:space="preserve">Smluvní strany se dohodly a konstatují, že </w:t>
      </w:r>
      <w:r w:rsidR="00535DFB" w:rsidRPr="003B5736">
        <w:t>Cena Díla nezahrnuje likvidaci kontaminované zeminy v případě, že bude tato kontaminace zjištěna v místě prací.</w:t>
      </w:r>
    </w:p>
    <w:p w:rsidR="00BB7D9C" w:rsidRPr="003B5736" w:rsidRDefault="00BB7D9C" w:rsidP="00BB7D9C">
      <w:pPr>
        <w:pStyle w:val="Odstavec2"/>
      </w:pPr>
      <w:r w:rsidRPr="003B5736">
        <w:rPr>
          <w:rFonts w:cs="Arial"/>
        </w:rPr>
        <w:t xml:space="preserve">V  cenách uvedených v příloze č. 3 </w:t>
      </w:r>
      <w:proofErr w:type="gramStart"/>
      <w:r w:rsidRPr="003B5736">
        <w:rPr>
          <w:rFonts w:cs="Arial"/>
        </w:rPr>
        <w:t>této</w:t>
      </w:r>
      <w:proofErr w:type="gramEnd"/>
      <w:r w:rsidRPr="003B5736">
        <w:rPr>
          <w:rFonts w:cs="Arial"/>
        </w:rPr>
        <w:t xml:space="preserve"> Smlouvy jsou zahrnuty zejména níže uvedené náklady:</w:t>
      </w:r>
    </w:p>
    <w:p w:rsidR="00BB7D9C" w:rsidRPr="003B5736" w:rsidRDefault="00BB7D9C" w:rsidP="00000496">
      <w:pPr>
        <w:pStyle w:val="Odrky-psmena"/>
        <w:numPr>
          <w:ilvl w:val="0"/>
          <w:numId w:val="10"/>
        </w:numPr>
        <w:spacing w:before="60"/>
        <w:ind w:left="714" w:hanging="357"/>
      </w:pPr>
      <w:r w:rsidRPr="003B5736">
        <w:t>náklady spojené s přípravou a realizací předmětu Díla v dohodnutém termínu a místě plnění</w:t>
      </w:r>
    </w:p>
    <w:p w:rsidR="00BB7D9C" w:rsidRPr="003B5736" w:rsidRDefault="00BB7D9C" w:rsidP="00000496">
      <w:pPr>
        <w:pStyle w:val="Odrky-psmena"/>
        <w:numPr>
          <w:ilvl w:val="0"/>
          <w:numId w:val="10"/>
        </w:numPr>
        <w:spacing w:before="60"/>
        <w:ind w:left="714" w:hanging="357"/>
      </w:pPr>
      <w:r w:rsidRPr="003B5736">
        <w:t>náklady na veškerou svislou a vodorovnou dopravu na Staveništi,</w:t>
      </w:r>
    </w:p>
    <w:p w:rsidR="00BB7D9C" w:rsidRPr="003B5736" w:rsidRDefault="00BB7D9C" w:rsidP="00BB7D9C">
      <w:pPr>
        <w:pStyle w:val="Odrky-psmena"/>
        <w:spacing w:before="60"/>
        <w:ind w:left="714" w:hanging="357"/>
      </w:pPr>
      <w:r w:rsidRPr="003B5736">
        <w:t>náklady na postavení, udržování a odstranění lešení, pokud je ho potřeba,</w:t>
      </w:r>
    </w:p>
    <w:p w:rsidR="00BB7D9C" w:rsidRPr="003B5736" w:rsidRDefault="00BB7D9C" w:rsidP="00BB7D9C">
      <w:pPr>
        <w:pStyle w:val="Odrky-psmena"/>
        <w:spacing w:before="60"/>
        <w:ind w:left="714" w:hanging="357"/>
      </w:pPr>
      <w:r w:rsidRPr="003B5736">
        <w:t>náklady na zakrytí (nebo jiné zajištění) konstrukcí před znečištěním a poškozením a odstranění zakrytí,</w:t>
      </w:r>
    </w:p>
    <w:p w:rsidR="00BB7D9C" w:rsidRPr="003B5736" w:rsidRDefault="00BB7D9C" w:rsidP="00BB7D9C">
      <w:pPr>
        <w:pStyle w:val="Odrky-psmena"/>
        <w:spacing w:before="60"/>
        <w:ind w:left="714" w:hanging="357"/>
      </w:pPr>
      <w:r w:rsidRPr="003B5736">
        <w:t xml:space="preserve">náklady na vyklizení pracoviště, odvoz zbytků </w:t>
      </w:r>
      <w:proofErr w:type="gramStart"/>
      <w:r w:rsidRPr="003B5736">
        <w:t>materiálu(ů), likvidace</w:t>
      </w:r>
      <w:proofErr w:type="gramEnd"/>
      <w:r w:rsidRPr="003B5736">
        <w:t xml:space="preserve"> odpadních vod a kalů včetně souvisejících nákladů,</w:t>
      </w:r>
    </w:p>
    <w:p w:rsidR="00BB7D9C" w:rsidRPr="003B5736" w:rsidRDefault="00BB7D9C" w:rsidP="00BB7D9C">
      <w:pPr>
        <w:pStyle w:val="Odrky-psmena"/>
        <w:spacing w:before="60"/>
        <w:ind w:left="714" w:hanging="357"/>
      </w:pPr>
      <w:r w:rsidRPr="003B5736">
        <w:t>náklady na opatření k zajištění bezpečnosti práce, ochranná zábradlí otvorů, volných okrajů a podobně,</w:t>
      </w:r>
    </w:p>
    <w:p w:rsidR="00BB7D9C" w:rsidRPr="003B5736" w:rsidRDefault="00BB7D9C" w:rsidP="00BB7D9C">
      <w:pPr>
        <w:pStyle w:val="Odrky-psmena"/>
        <w:spacing w:before="60"/>
        <w:ind w:left="714" w:hanging="357"/>
      </w:pPr>
      <w:r w:rsidRPr="003B5736">
        <w:t>náklady na platby za požadované záruky a pojištění,</w:t>
      </w:r>
    </w:p>
    <w:p w:rsidR="00BB7D9C" w:rsidRPr="003B5736" w:rsidRDefault="00BB7D9C" w:rsidP="00BB7D9C">
      <w:pPr>
        <w:pStyle w:val="Odrky-psmena"/>
        <w:spacing w:before="60"/>
        <w:ind w:left="714" w:hanging="357"/>
      </w:pPr>
      <w:r w:rsidRPr="003B5736">
        <w:t>náklady na opatření spojená s platebními podmínkami,</w:t>
      </w:r>
    </w:p>
    <w:p w:rsidR="00BB7D9C" w:rsidRPr="003B5736" w:rsidRDefault="00BB7D9C" w:rsidP="00BB7D9C">
      <w:pPr>
        <w:pStyle w:val="Odrky-psmena"/>
        <w:spacing w:before="60"/>
        <w:ind w:left="714" w:hanging="357"/>
      </w:pPr>
      <w:r w:rsidRPr="003B5736">
        <w:t>náklady na provádění prohlídek místa plnění,</w:t>
      </w:r>
    </w:p>
    <w:p w:rsidR="00BB7D9C" w:rsidRPr="003B5736" w:rsidRDefault="00BB7D9C" w:rsidP="00BB7D9C">
      <w:pPr>
        <w:pStyle w:val="Odrky-psmena"/>
        <w:spacing w:before="60"/>
        <w:ind w:left="714" w:hanging="357"/>
      </w:pPr>
      <w:r w:rsidRPr="003B5736">
        <w:t xml:space="preserve">náklady spojené s vyhotovením veškeré dokumentace nutné pro provedení Díla, jako i technologické předpisy a postupy, výkresy, výpočty, výrobní a dílenská dokumentace a jiné doklady nutné k provedení Díla, </w:t>
      </w:r>
    </w:p>
    <w:p w:rsidR="00BB7D9C" w:rsidRPr="003B5736" w:rsidRDefault="00BB7D9C" w:rsidP="00BB7D9C">
      <w:pPr>
        <w:pStyle w:val="Odrky-psmena"/>
        <w:spacing w:before="60"/>
        <w:ind w:left="714" w:hanging="357"/>
      </w:pPr>
      <w:r w:rsidRPr="003B5736">
        <w:t>náklady na dopravu, složení a ochranu materiálu</w:t>
      </w:r>
      <w:r w:rsidR="006801F7" w:rsidRPr="003B5736">
        <w:t xml:space="preserve"> a </w:t>
      </w:r>
      <w:proofErr w:type="gramStart"/>
      <w:r w:rsidR="006801F7" w:rsidRPr="003B5736">
        <w:t xml:space="preserve">techniky </w:t>
      </w:r>
      <w:r w:rsidRPr="003B5736">
        <w:t xml:space="preserve"> včetně</w:t>
      </w:r>
      <w:proofErr w:type="gramEnd"/>
      <w:r w:rsidRPr="003B5736">
        <w:t xml:space="preserve"> skladování na Staveništi,</w:t>
      </w:r>
    </w:p>
    <w:p w:rsidR="00BB7D9C" w:rsidRPr="003B5736" w:rsidRDefault="00BB7D9C" w:rsidP="00BB7D9C">
      <w:pPr>
        <w:pStyle w:val="Odrky-psmena"/>
        <w:spacing w:before="60"/>
        <w:ind w:left="714" w:hanging="357"/>
      </w:pPr>
      <w:r w:rsidRPr="003B5736">
        <w:t>náklady spojené s dalšími poplatky, cly, licenčními odměnami,</w:t>
      </w:r>
    </w:p>
    <w:p w:rsidR="00BB7D9C" w:rsidRPr="003B5736" w:rsidRDefault="00BB7D9C" w:rsidP="00000496">
      <w:pPr>
        <w:pStyle w:val="Odrky-psmena"/>
        <w:spacing w:before="60"/>
        <w:ind w:left="714" w:hanging="357"/>
      </w:pPr>
      <w:r w:rsidRPr="003B5736">
        <w:t>veškeré další náklady nutné k provedení Díla v rozsahu potřebném k řádnému provedení kompletního Díla.</w:t>
      </w:r>
    </w:p>
    <w:p w:rsidR="00535DFB" w:rsidRPr="003B5736" w:rsidRDefault="00535DFB" w:rsidP="00535DFB">
      <w:pPr>
        <w:pStyle w:val="Odstavec2"/>
      </w:pPr>
      <w:r w:rsidRPr="003B5736">
        <w:t>V ceně za řádné, včasné a úplné provedení Díla jsou zahrnuty veškeré náklady spojené s přípravou a realizací Díla v dohodnutém termínu a místě.</w:t>
      </w:r>
    </w:p>
    <w:p w:rsidR="00535DFB" w:rsidRPr="003B5736" w:rsidRDefault="00535DFB" w:rsidP="00535DFB">
      <w:pPr>
        <w:pStyle w:val="Odstavec2"/>
      </w:pPr>
      <w:r w:rsidRPr="003B5736">
        <w:t>V jednotkových</w:t>
      </w:r>
      <w:r w:rsidR="00BB7D9C" w:rsidRPr="003B5736">
        <w:t xml:space="preserve"> cenách uvedených v příloze č. 3</w:t>
      </w:r>
      <w:r w:rsidRPr="003B5736">
        <w:t xml:space="preserve"> </w:t>
      </w:r>
      <w:proofErr w:type="gramStart"/>
      <w:r w:rsidRPr="003B5736">
        <w:t>této</w:t>
      </w:r>
      <w:proofErr w:type="gramEnd"/>
      <w:r w:rsidRPr="003B5736">
        <w:t xml:space="preserve"> Smlouvy jsou zahrnuty </w:t>
      </w:r>
      <w:r w:rsidR="00BB7D9C" w:rsidRPr="003B5736">
        <w:t>i položky výslovně neuvedené v Z</w:t>
      </w:r>
      <w:r w:rsidRPr="003B5736">
        <w:t xml:space="preserve">ávazných podkladech, které bylo možno ke dni uzavření Smlouvy předpokládat vzhledem k povaze a způsobu provádění a užívání Díla. </w:t>
      </w:r>
    </w:p>
    <w:p w:rsidR="00535DFB" w:rsidRPr="003B5736" w:rsidRDefault="00535DFB" w:rsidP="00535DFB">
      <w:pPr>
        <w:pStyle w:val="Odstavec2"/>
      </w:pPr>
      <w:r w:rsidRPr="003B5736">
        <w:t xml:space="preserve">Zhotovitel nese v rámci předmětu Díla veškeré náklady a poplatky související </w:t>
      </w:r>
      <w:r w:rsidR="007634D5" w:rsidRPr="003B5736">
        <w:t xml:space="preserve">s plněním této Smlouvy zejména </w:t>
      </w:r>
      <w:r w:rsidRPr="003B5736">
        <w:t>včetně veškerých daní a poplatků dle platných předpisů (vč.</w:t>
      </w:r>
      <w:r w:rsidR="006F335E" w:rsidRPr="003B5736">
        <w:t xml:space="preserve"> </w:t>
      </w:r>
      <w:r w:rsidRPr="003B5736">
        <w:t xml:space="preserve">celních), bankovních výloh a pojištění. Zhotovitel nese též náklady související s odstraněním přejímkových vad a nedodělků a odstraněním vad vzniklých v záruční době a vad z </w:t>
      </w:r>
      <w:proofErr w:type="gramStart"/>
      <w:r w:rsidRPr="003B5736">
        <w:t>vzniklých  vad</w:t>
      </w:r>
      <w:proofErr w:type="gramEnd"/>
      <w:r w:rsidRPr="003B5736">
        <w:t xml:space="preserve">. </w:t>
      </w:r>
    </w:p>
    <w:p w:rsidR="00F6624B" w:rsidRPr="003B5736" w:rsidRDefault="00F6624B" w:rsidP="00F6624B">
      <w:pPr>
        <w:pStyle w:val="Odstavec2"/>
      </w:pPr>
      <w:r w:rsidRPr="003B5736">
        <w:t xml:space="preserve">Smluvní strany se dohodly, že Zhotovitel nemá v průběhu plnění Smlouvy nárok na zálohy ze strany Objednatele. Objednatel není povinen hradit v průběhu plnění Smlouvy přiměřenou část odměny ve smyslu ustanovení § 2611 zákona č. 89/2012 Sb., občanský zákoník, v platném znění, nebude-li dohodnuto mezi stranami </w:t>
      </w:r>
      <w:r w:rsidR="00BB7D9C" w:rsidRPr="003B5736">
        <w:t xml:space="preserve">v jednotlivých případech </w:t>
      </w:r>
      <w:r w:rsidRPr="003B5736">
        <w:t>jinak.</w:t>
      </w:r>
    </w:p>
    <w:p w:rsidR="00B80A61" w:rsidRPr="000040BA" w:rsidRDefault="00B80A61" w:rsidP="00B80A61">
      <w:pPr>
        <w:pStyle w:val="lnek"/>
      </w:pPr>
      <w:r w:rsidRPr="000040BA">
        <w:t>PLATEBNÍ PODMÍNKY</w:t>
      </w:r>
    </w:p>
    <w:p w:rsidR="00B80A61" w:rsidRPr="0074683F" w:rsidRDefault="00B80A61" w:rsidP="00B80A61">
      <w:pPr>
        <w:pStyle w:val="Odstavec2"/>
      </w:pPr>
      <w:r w:rsidRPr="000040BA">
        <w:t>Cena díla bude Objednatelem uhrazena jednorázově po řádném a úplném dokončení celého Díla (předmětu dílčí zakázky), na základě faktury – daňového dokladu (dále jen „</w:t>
      </w:r>
      <w:r w:rsidRPr="0074683F">
        <w:rPr>
          <w:b/>
          <w:i/>
        </w:rPr>
        <w:t>faktura</w:t>
      </w:r>
      <w:r w:rsidRPr="0074683F">
        <w:t>“) vystavené po předání a převzetí Díla, o kterém bude sepsán Protokol o předání a převzetí.</w:t>
      </w:r>
    </w:p>
    <w:p w:rsidR="00404F66" w:rsidRPr="0074683F" w:rsidRDefault="009C588D" w:rsidP="00404F66">
      <w:pPr>
        <w:pStyle w:val="Odstavec2"/>
      </w:pPr>
      <w:r w:rsidRPr="0074683F">
        <w:t>Smluvní strany si sjednávají zádržné. Úhrada faktury bude provedena pouze do výše 9</w:t>
      </w:r>
      <w:r w:rsidR="00425C97" w:rsidRPr="0074683F">
        <w:t>5</w:t>
      </w:r>
      <w:r w:rsidRPr="0074683F">
        <w:t xml:space="preserve">% fakturované částky s tím, že zbývajících </w:t>
      </w:r>
      <w:r w:rsidR="00425C97" w:rsidRPr="0074683F">
        <w:t>5</w:t>
      </w:r>
      <w:r w:rsidRPr="0074683F">
        <w:t xml:space="preserve"> % je zádržné. Výše zádržného bude vyčíslena v měně Ceny díla, tj. v korunách českých, není-li sjednáno jinak, vždy na každé faktuře, ke které se zádržné vztahuje.</w:t>
      </w:r>
      <w:r w:rsidR="0079677B" w:rsidRPr="0074683F">
        <w:t xml:space="preserve"> </w:t>
      </w:r>
      <w:r w:rsidR="00857F3E" w:rsidRPr="0074683F">
        <w:t xml:space="preserve">Zádržné není prodlením </w:t>
      </w:r>
      <w:r w:rsidR="006F335E" w:rsidRPr="0074683F">
        <w:t>Objednatele s úhradou ceny Díla a bude Zhotoviteli uhrazeno v souladu s postupem uvedeným v příslušných ustanoveních VOP</w:t>
      </w:r>
      <w:r w:rsidR="00404F66" w:rsidRPr="0074683F">
        <w:t>, přičemž však Smluvní strany sjednávají, že čl. 6.7.2.2 VOP se neužije.</w:t>
      </w:r>
    </w:p>
    <w:p w:rsidR="00857F3E" w:rsidRPr="0074683F" w:rsidRDefault="00857F3E" w:rsidP="00404F66">
      <w:pPr>
        <w:pStyle w:val="Odstavec3"/>
      </w:pPr>
      <w:r w:rsidRPr="0074683F">
        <w:t>Objednatel má právo použít zádržné k úhradě všech nákladů a škod, které mu vzniknou porušením povinností Zhotovitel</w:t>
      </w:r>
      <w:r w:rsidR="00404F66" w:rsidRPr="0074683F">
        <w:t>e plynoucích z této Smlouvy, d</w:t>
      </w:r>
      <w:r w:rsidRPr="0074683F">
        <w:t xml:space="preserve">ílčí smlouvy, nebo z platných </w:t>
      </w:r>
      <w:r w:rsidRPr="0074683F">
        <w:lastRenderedPageBreak/>
        <w:t xml:space="preserve">předpisů. Zádržné bude </w:t>
      </w:r>
      <w:r w:rsidR="00404F66" w:rsidRPr="0074683F">
        <w:t xml:space="preserve">v celé výši </w:t>
      </w:r>
      <w:r w:rsidRPr="0074683F">
        <w:t>Zhotoviteli uhrazeno po odstranění vše</w:t>
      </w:r>
      <w:r w:rsidR="00404F66" w:rsidRPr="0074683F">
        <w:t>ch vad a nedodělků uvedených v P</w:t>
      </w:r>
      <w:r w:rsidRPr="0074683F">
        <w:t>rotokolu</w:t>
      </w:r>
      <w:r w:rsidR="00404F66" w:rsidRPr="0074683F">
        <w:t xml:space="preserve"> o předání a převzetí (</w:t>
      </w:r>
      <w:r w:rsidRPr="0074683F">
        <w:t>Termíny pro odstranění vad a nedod</w:t>
      </w:r>
      <w:r w:rsidR="00404F66" w:rsidRPr="0074683F">
        <w:t>ělků budou konkrétně uvedeny v P</w:t>
      </w:r>
      <w:r w:rsidRPr="0074683F">
        <w:t xml:space="preserve">rotokolu </w:t>
      </w:r>
      <w:r w:rsidR="00404F66" w:rsidRPr="0074683F">
        <w:t xml:space="preserve">o předání a převzetí </w:t>
      </w:r>
      <w:r w:rsidRPr="0074683F">
        <w:t>a nebudou delší než 7 kalendářních dnů, pokud se Smluvní strany nedohodnou jinak</w:t>
      </w:r>
      <w:r w:rsidR="00404F66" w:rsidRPr="0074683F">
        <w:t>)</w:t>
      </w:r>
      <w:r w:rsidRPr="0074683F">
        <w:t>.</w:t>
      </w:r>
    </w:p>
    <w:p w:rsidR="00E00091" w:rsidRPr="0074683F" w:rsidRDefault="00E00091" w:rsidP="00000496">
      <w:pPr>
        <w:pStyle w:val="Odstavec2"/>
        <w:numPr>
          <w:ilvl w:val="1"/>
          <w:numId w:val="1"/>
        </w:numPr>
      </w:pPr>
      <w:r w:rsidRPr="0074683F">
        <w:t xml:space="preserve">Adresy pro doručení faktur: </w:t>
      </w:r>
    </w:p>
    <w:p w:rsidR="00E00091" w:rsidRPr="0074683F" w:rsidRDefault="00E00091" w:rsidP="000D3CBD">
      <w:pPr>
        <w:pStyle w:val="Odstavec3"/>
      </w:pPr>
      <w:r w:rsidRPr="0074683F">
        <w:t>v listinné podobě: ČEPRO, a.s., FÚ, Odbor účtárny, Hněvice 62, 411 08 Štětí;</w:t>
      </w:r>
    </w:p>
    <w:p w:rsidR="007634D5" w:rsidRPr="0074683F" w:rsidRDefault="000D3CBD" w:rsidP="007634D5">
      <w:pPr>
        <w:pStyle w:val="Odstavec3"/>
      </w:pPr>
      <w:r w:rsidRPr="0074683F">
        <w:t>V případě, že Zhotovitel bude mít zájem vystavit a doručit Objednateli fakturu v elektronické verzi, bude mezi stranami uzavřena samostatná dohoda o elektronické fakturaci, kde Smluvní strany ujednají bližší náležitosti veš</w:t>
      </w:r>
      <w:r w:rsidR="007634D5" w:rsidRPr="0074683F">
        <w:t>kerých tím dotčených dokumentů.</w:t>
      </w:r>
    </w:p>
    <w:p w:rsidR="000D3CBD" w:rsidRPr="0074683F" w:rsidRDefault="000D3CBD" w:rsidP="00000496">
      <w:pPr>
        <w:pStyle w:val="Odstavec3"/>
      </w:pPr>
      <w:r w:rsidRPr="0074683F">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rsidR="004A7EC0" w:rsidRPr="0074683F" w:rsidRDefault="00E00091" w:rsidP="00845CC5">
      <w:pPr>
        <w:pStyle w:val="Odstavec2"/>
      </w:pPr>
      <w:r w:rsidRPr="0074683F">
        <w:t xml:space="preserve">Každá faktura dle této Smlouvy je splatná do </w:t>
      </w:r>
      <w:r w:rsidR="00163638" w:rsidRPr="0074683F">
        <w:t>3</w:t>
      </w:r>
      <w:r w:rsidR="00BC5234" w:rsidRPr="0074683F">
        <w:t>0</w:t>
      </w:r>
      <w:r w:rsidRPr="0074683F">
        <w:t xml:space="preserve"> dnů od jejího doručení Objednateli.</w:t>
      </w:r>
      <w:r w:rsidR="00845CC5" w:rsidRPr="0074683F">
        <w:t xml:space="preserve"> </w:t>
      </w:r>
      <w:r w:rsidR="00DC444D" w:rsidRPr="0074683F">
        <w:t xml:space="preserve">Na </w:t>
      </w:r>
      <w:r w:rsidR="004A7EC0" w:rsidRPr="0074683F">
        <w:t xml:space="preserve">každé </w:t>
      </w:r>
      <w:r w:rsidR="00DC444D" w:rsidRPr="0074683F">
        <w:t xml:space="preserve">faktuře bude uvedeno číslo objednávky </w:t>
      </w:r>
      <w:r w:rsidR="004A7EC0" w:rsidRPr="0074683F">
        <w:t>Objednatele</w:t>
      </w:r>
      <w:r w:rsidR="00DC444D" w:rsidRPr="0074683F">
        <w:t>.</w:t>
      </w:r>
    </w:p>
    <w:p w:rsidR="004A7EC0" w:rsidRPr="0074683F" w:rsidRDefault="004A7EC0" w:rsidP="004A7EC0">
      <w:pPr>
        <w:pStyle w:val="Odstavec2"/>
      </w:pPr>
      <w:r w:rsidRPr="0074683F">
        <w:t>Objednatel bude hradit platbu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rsidR="004A7EC0" w:rsidRPr="0074683F" w:rsidRDefault="004A7EC0" w:rsidP="004A7EC0">
      <w:pPr>
        <w:pStyle w:val="Odstavec2"/>
      </w:pPr>
      <w:r w:rsidRPr="0074683F">
        <w:t>Bližší platební a fakturační podmínky jsou uvedeny v čl. 6 VOP.</w:t>
      </w:r>
    </w:p>
    <w:p w:rsidR="006F335E" w:rsidRPr="0074683F" w:rsidRDefault="004A7EC0" w:rsidP="00000496">
      <w:pPr>
        <w:pStyle w:val="Odstavec2"/>
      </w:pPr>
      <w:r w:rsidRPr="0074683F">
        <w:t>V případě prodlení Objednatele s platbou uhradí Objednatel Zhotoviteli dlužnou částku a dále úrok z prodlení ve výši stanovené platnými právními předpisy.</w:t>
      </w:r>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F43D33" w:rsidRPr="00F43D33" w:rsidRDefault="00F43D33" w:rsidP="00F43D33">
      <w:pPr>
        <w:pStyle w:val="Odstavec2"/>
      </w:pPr>
      <w:r w:rsidRPr="00F43D33">
        <w:t>Vlastníkem zhotovovaného Díla je od počátku Objednatel, nebezpečí škody na Díle nese Zhotovitel, a to až do převzetí Díla bez vad a nedodělků Objednatelem postupem sjednaným v této Smlouvě.</w:t>
      </w:r>
    </w:p>
    <w:p w:rsidR="007B1761" w:rsidRPr="00A657FF" w:rsidRDefault="00AE3CC7" w:rsidP="00E322F9">
      <w:pPr>
        <w:pStyle w:val="Odstavec2"/>
      </w:pPr>
      <w:r w:rsidRPr="00AE3CC7">
        <w:t>Předání</w:t>
      </w:r>
      <w:r>
        <w:t xml:space="preserve"> a převzetí Díla se uskuteční </w:t>
      </w:r>
      <w:r w:rsidR="00E322F9" w:rsidRPr="00A657FF">
        <w:t>po řádném dokončení celého Díla</w:t>
      </w:r>
      <w:r w:rsidR="00CF75FC">
        <w:t xml:space="preserve"> (předmětu dílčí zakázky)</w:t>
      </w:r>
      <w:r w:rsidR="00A657FF" w:rsidRPr="00A657FF">
        <w:t>.</w:t>
      </w:r>
    </w:p>
    <w:p w:rsidR="006F5596" w:rsidRDefault="00BE2E82" w:rsidP="00E322F9">
      <w:pPr>
        <w:pStyle w:val="Odstavec2"/>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p>
    <w:p w:rsidR="00262283" w:rsidRDefault="00262283" w:rsidP="00262283">
      <w:pPr>
        <w:pStyle w:val="Odstavec3"/>
      </w:pPr>
      <w:r>
        <w:t xml:space="preserve">prohlášení o shodě ve smyslu § 13 odst. 2 zákona č. 22/1997 Sb., o technických požadavcích na výrobky a o změně a doplnění některých zákonů, v platném znění </w:t>
      </w:r>
    </w:p>
    <w:p w:rsidR="00262283" w:rsidRDefault="00262283" w:rsidP="00262283">
      <w:pPr>
        <w:pStyle w:val="Odstavec3"/>
      </w:pPr>
      <w:r>
        <w:t xml:space="preserve">pracovní deník - originál pro archivaci </w:t>
      </w:r>
      <w:r w:rsidR="00E46916">
        <w:t>Objednatele a jednu kopii</w:t>
      </w:r>
    </w:p>
    <w:p w:rsidR="00262283" w:rsidRDefault="00262283" w:rsidP="00262283">
      <w:pPr>
        <w:pStyle w:val="Odstavec3"/>
      </w:pPr>
      <w:r>
        <w:t>atesty, certifikáty a osvědčení o jakosti (zkouškách) použitých materiálů a zařízení</w:t>
      </w:r>
    </w:p>
    <w:p w:rsidR="00262283" w:rsidRDefault="00262283" w:rsidP="00262283">
      <w:pPr>
        <w:pStyle w:val="Odstavec3"/>
      </w:pPr>
      <w:r>
        <w:t>protokoly z nedestruktivních zkoušek potrubních tras a svárů, individuálních zkoušek, komplexního vyzkoušení,</w:t>
      </w:r>
    </w:p>
    <w:p w:rsidR="00262283" w:rsidRDefault="00262283" w:rsidP="00262283">
      <w:pPr>
        <w:pStyle w:val="Odstavec3"/>
      </w:pPr>
      <w:r>
        <w:t xml:space="preserve">4 </w:t>
      </w:r>
      <w:r w:rsidR="00E46916">
        <w:t>ks dokladové části provedeného D</w:t>
      </w:r>
      <w:r>
        <w:t>íla se zakresle</w:t>
      </w:r>
      <w:r w:rsidR="00E46916">
        <w:t>ním skutečného stavu provedení D</w:t>
      </w:r>
      <w:r>
        <w:t xml:space="preserve">íla + 2 ks v elektronické formě (nosič DVD) </w:t>
      </w:r>
    </w:p>
    <w:p w:rsidR="00262283" w:rsidRDefault="00262283" w:rsidP="00262283">
      <w:pPr>
        <w:pStyle w:val="Odstavec3"/>
      </w:pPr>
      <w:r>
        <w:t>doklady o ekologické likvidaci odpadů včetně přebytečné zeminy,</w:t>
      </w:r>
    </w:p>
    <w:p w:rsidR="00262283" w:rsidRDefault="00262283" w:rsidP="00262283">
      <w:pPr>
        <w:pStyle w:val="Odstavec3"/>
      </w:pPr>
      <w:r>
        <w:t xml:space="preserve">další potřebné dokumenty dle právních a technických předpisů vydaných a platných v České republice požadované úřady k přejímacímu řízení nebo </w:t>
      </w:r>
      <w:r w:rsidR="00E46916">
        <w:t>Objednatelem.</w:t>
      </w:r>
    </w:p>
    <w:p w:rsidR="00CD1BFE" w:rsidRPr="00E879AA" w:rsidRDefault="00CD1BFE" w:rsidP="00E322F9">
      <w:pPr>
        <w:pStyle w:val="Odstavec2"/>
      </w:pPr>
      <w:r w:rsidRPr="00E879AA">
        <w:t>Není-li v jiných ustanoveních Smlouvy uvedeno jinak, Zhotovitel předá Objednateli dokumenty v tomto počtu vyhotovení:</w:t>
      </w:r>
    </w:p>
    <w:p w:rsidR="00CD1BFE" w:rsidRPr="00E879AA" w:rsidRDefault="00685CC8" w:rsidP="00000496">
      <w:pPr>
        <w:pStyle w:val="Odstavec2"/>
        <w:numPr>
          <w:ilvl w:val="0"/>
          <w:numId w:val="5"/>
        </w:numPr>
      </w:pPr>
      <w:r>
        <w:t>3</w:t>
      </w:r>
      <w:r w:rsidR="00CD1BFE" w:rsidRPr="00E879AA">
        <w:t>x v listinné podobě;</w:t>
      </w:r>
      <w:r w:rsidRPr="00685CC8">
        <w:t xml:space="preserve"> </w:t>
      </w:r>
      <w:r w:rsidR="00492D08">
        <w:t xml:space="preserve">dokumenty </w:t>
      </w:r>
      <w:r w:rsidRPr="00685CC8">
        <w:t>budou členěny dle jednotlivých prací a výkonů a budou evidovány v přehledném soupisu v elektronické podobě.</w:t>
      </w:r>
    </w:p>
    <w:p w:rsidR="00CD1BFE" w:rsidRDefault="00496072" w:rsidP="00000496">
      <w:pPr>
        <w:pStyle w:val="Odstavec2"/>
        <w:numPr>
          <w:ilvl w:val="0"/>
          <w:numId w:val="5"/>
        </w:numPr>
      </w:pPr>
      <w:r w:rsidRPr="00E879AA">
        <w:t>1</w:t>
      </w:r>
      <w:r w:rsidR="00CD1BFE" w:rsidRPr="00E879AA">
        <w:t>x v elektronické podob</w:t>
      </w:r>
      <w:r w:rsidR="00C66435">
        <w:t xml:space="preserve">ě ve formátu </w:t>
      </w:r>
      <w:proofErr w:type="spellStart"/>
      <w:r w:rsidR="00C66435">
        <w:t>docx</w:t>
      </w:r>
      <w:proofErr w:type="spellEnd"/>
      <w:r w:rsidR="00C66435">
        <w:t xml:space="preserve"> / </w:t>
      </w:r>
      <w:proofErr w:type="spellStart"/>
      <w:r w:rsidR="00C66435">
        <w:t>xlsx</w:t>
      </w:r>
      <w:proofErr w:type="spellEnd"/>
      <w:r w:rsidR="00C66435">
        <w:t xml:space="preserve"> / </w:t>
      </w:r>
      <w:proofErr w:type="spellStart"/>
      <w:r w:rsidR="00C66435">
        <w:t>pdf</w:t>
      </w:r>
      <w:proofErr w:type="spellEnd"/>
      <w:r w:rsidR="00C66435">
        <w:t>.</w:t>
      </w:r>
      <w:r w:rsidR="00CD1BFE" w:rsidRPr="00E879AA">
        <w:t xml:space="preserve"> </w:t>
      </w:r>
    </w:p>
    <w:p w:rsidR="00CB3B53" w:rsidRDefault="00CB3B53" w:rsidP="00CB3B53">
      <w:pPr>
        <w:pStyle w:val="Odstavec2"/>
      </w:pPr>
      <w:r>
        <w:lastRenderedPageBreak/>
        <w:t xml:space="preserve">Součástí dokladů nutných k přejímacímu řízení je i výsledek rozboru odebraného vzorku </w:t>
      </w:r>
      <w:proofErr w:type="spellStart"/>
      <w:r>
        <w:t>proplachové</w:t>
      </w:r>
      <w:proofErr w:type="spellEnd"/>
      <w:r>
        <w:t xml:space="preserve"> vody z poslední </w:t>
      </w:r>
      <w:proofErr w:type="spellStart"/>
      <w:r>
        <w:t>proplachové</w:t>
      </w:r>
      <w:proofErr w:type="spellEnd"/>
      <w:r>
        <w:t xml:space="preserve"> zátky provedené akreditovanou laboratoří určenou</w:t>
      </w:r>
      <w:r w:rsidR="000979EA">
        <w:t xml:space="preserve"> Objednatelem, přičemž provedený</w:t>
      </w:r>
      <w:r>
        <w:t xml:space="preserve"> rozbor vzorku slouží k prokázání parametrů Díla. Smluvní strany se dohodly, že Zhotovitel</w:t>
      </w:r>
      <w:r w:rsidRPr="00CB3B53">
        <w:t xml:space="preserve"> je povinen </w:t>
      </w:r>
      <w:r>
        <w:t xml:space="preserve">před přejímkou Díla </w:t>
      </w:r>
      <w:r w:rsidRPr="00CB3B53">
        <w:t xml:space="preserve">pro provedení čištění potrubí </w:t>
      </w:r>
      <w:r>
        <w:t xml:space="preserve">produktovodu </w:t>
      </w:r>
      <w:r w:rsidRPr="00CB3B53">
        <w:t xml:space="preserve">spolupracovat při odběru vzorků </w:t>
      </w:r>
      <w:proofErr w:type="spellStart"/>
      <w:r w:rsidRPr="00CB3B53">
        <w:t>proplachové</w:t>
      </w:r>
      <w:proofErr w:type="spellEnd"/>
      <w:r w:rsidRPr="00CB3B53">
        <w:t xml:space="preserve"> vody z poslední zátky</w:t>
      </w:r>
      <w:r>
        <w:t>, kdy o</w:t>
      </w:r>
      <w:r w:rsidRPr="00CB3B53">
        <w:t xml:space="preserve">dběr vzorků provede akreditovaná laboratoř, již určí </w:t>
      </w:r>
      <w:r>
        <w:t>Objednatel, který</w:t>
      </w:r>
      <w:r w:rsidRPr="00CB3B53">
        <w:t xml:space="preserve"> rovněž bude hradit odměnu </w:t>
      </w:r>
      <w:r>
        <w:t xml:space="preserve">této </w:t>
      </w:r>
      <w:r w:rsidRPr="00CB3B53">
        <w:t xml:space="preserve">určené akreditované laboratoři za </w:t>
      </w:r>
      <w:r>
        <w:t xml:space="preserve">jí </w:t>
      </w:r>
      <w:r w:rsidRPr="00CB3B53">
        <w:t xml:space="preserve">provedené služby. V akreditované laboratoři bude rozborem </w:t>
      </w:r>
      <w:r>
        <w:t xml:space="preserve">odebraného </w:t>
      </w:r>
      <w:r w:rsidRPr="00CB3B53">
        <w:t xml:space="preserve">vzorku provedeno ověření, zda čištění </w:t>
      </w:r>
      <w:r>
        <w:t xml:space="preserve">potrubí </w:t>
      </w:r>
      <w:r w:rsidRPr="00CB3B53">
        <w:t xml:space="preserve">bylo </w:t>
      </w:r>
      <w:r>
        <w:t>Zhotovitelem</w:t>
      </w:r>
      <w:r w:rsidRPr="00CB3B53">
        <w:t xml:space="preserve"> provedeno řádně a splnilo stanovená cílo</w:t>
      </w:r>
      <w:r>
        <w:t xml:space="preserve">vá kritéria koncentrace látek </w:t>
      </w:r>
      <w:r w:rsidRPr="00CB3B53">
        <w:t xml:space="preserve">C10-C40. Výsledky rozboru vzorku provedeného příslušnou akreditovanou laboratoří je </w:t>
      </w:r>
      <w:r>
        <w:t>Zhotovitel</w:t>
      </w:r>
      <w:r w:rsidRPr="00CB3B53">
        <w:t xml:space="preserve"> povinen pře</w:t>
      </w:r>
      <w:r>
        <w:t>dat nejpozději k datu přejímky D</w:t>
      </w:r>
      <w:r w:rsidRPr="00CB3B53">
        <w:t xml:space="preserve">íla </w:t>
      </w:r>
      <w:r>
        <w:t>Objednateli.</w:t>
      </w:r>
    </w:p>
    <w:p w:rsidR="00CB3B53" w:rsidRDefault="00CB3B53" w:rsidP="00000496">
      <w:pPr>
        <w:pStyle w:val="Odstavec3"/>
      </w:pPr>
      <w:r w:rsidRPr="00CB3B53">
        <w:t xml:space="preserve">V případě, že se rozborem odebraného vzorku zjistí, že </w:t>
      </w:r>
      <w:r>
        <w:t xml:space="preserve">Zhotovitelem </w:t>
      </w:r>
      <w:r w:rsidRPr="00CB3B53">
        <w:t xml:space="preserve">provedené čištění potrubí nebylo provedeno řádně, tj. </w:t>
      </w:r>
      <w:proofErr w:type="spellStart"/>
      <w:r w:rsidRPr="00CB3B53">
        <w:t>proplachová</w:t>
      </w:r>
      <w:proofErr w:type="spellEnd"/>
      <w:r w:rsidRPr="00CB3B53">
        <w:t xml:space="preserve"> voda z poslední zátky nebude dle odebraného vzorku splňovat cílová kritéria koncentrací stanovených</w:t>
      </w:r>
      <w:r>
        <w:t xml:space="preserve"> látek požadovaných Objednatelem </w:t>
      </w:r>
      <w:r w:rsidRPr="00CB3B53">
        <w:t>v zadání dílčí zakázky,</w:t>
      </w:r>
      <w:r>
        <w:t xml:space="preserve"> tj. ve výzvě Objednatele dle </w:t>
      </w:r>
      <w:proofErr w:type="gramStart"/>
      <w:r>
        <w:t xml:space="preserve">odst. </w:t>
      </w:r>
      <w:r>
        <w:fldChar w:fldCharType="begin"/>
      </w:r>
      <w:r>
        <w:instrText xml:space="preserve"> REF _Ref422477222 \r \h </w:instrText>
      </w:r>
      <w:r>
        <w:fldChar w:fldCharType="separate"/>
      </w:r>
      <w:r w:rsidR="005334B4">
        <w:t>2.10</w:t>
      </w:r>
      <w:proofErr w:type="gramEnd"/>
      <w:r>
        <w:fldChar w:fldCharType="end"/>
      </w:r>
      <w:r>
        <w:t xml:space="preserve"> Smlouvy,</w:t>
      </w:r>
      <w:r w:rsidRPr="00CB3B53">
        <w:t xml:space="preserve"> znamená </w:t>
      </w:r>
      <w:r>
        <w:t>to, že předmět dílčí zakázky – D</w:t>
      </w:r>
      <w:r w:rsidRPr="00CB3B53">
        <w:t xml:space="preserve">ílo má vady, jež je </w:t>
      </w:r>
      <w:r>
        <w:t xml:space="preserve">Zhotovitel </w:t>
      </w:r>
      <w:r w:rsidRPr="00CB3B53">
        <w:t>povinen odstranit a</w:t>
      </w:r>
      <w:r>
        <w:t xml:space="preserve"> Objednatel není povinen takové D</w:t>
      </w:r>
      <w:r w:rsidRPr="00CB3B53">
        <w:t xml:space="preserve">ílo převzít. </w:t>
      </w:r>
      <w:r>
        <w:t>Zhotovitel</w:t>
      </w:r>
      <w:r w:rsidRPr="00CB3B53">
        <w:t xml:space="preserve"> je </w:t>
      </w:r>
      <w:r>
        <w:t xml:space="preserve">v takovém případě </w:t>
      </w:r>
      <w:r w:rsidRPr="00CB3B53">
        <w:t xml:space="preserve">povinen provést nové čištění potrubí na své náklady </w:t>
      </w:r>
      <w:r>
        <w:t>v termínu a lhůtách stanovených po dohodě s Objednatelem</w:t>
      </w:r>
      <w:r w:rsidRPr="00CB3B53">
        <w:t>.</w:t>
      </w:r>
    </w:p>
    <w:p w:rsidR="00D057EA" w:rsidRDefault="00077423" w:rsidP="00D057EA">
      <w:pPr>
        <w:pStyle w:val="Odstavec2"/>
      </w:pPr>
      <w:r w:rsidRPr="00077423">
        <w:t>Zhotovitel je povinen po dokončení Díla vyzvat Objednatele písemnou výzvou doručenou Objednateli do jeho sídla uvedeného v záhlaví tét</w:t>
      </w:r>
      <w:r w:rsidR="00C66435">
        <w:t>o Smlouvy, současně zápisem ve S</w:t>
      </w:r>
      <w:r w:rsidRPr="00077423">
        <w:t xml:space="preserve">tavebním deníku, a elektronickou poštou, </w:t>
      </w:r>
      <w:r w:rsidR="00C66435">
        <w:t xml:space="preserve">k převzetí Díla nejméně </w:t>
      </w:r>
      <w:r w:rsidR="00C66435" w:rsidRPr="00B95067">
        <w:t>1</w:t>
      </w:r>
      <w:r w:rsidRPr="00B95067">
        <w:t>0 dnů předem</w:t>
      </w:r>
      <w:r w:rsidR="00D057EA" w:rsidRPr="00B95067">
        <w:t>.</w:t>
      </w:r>
    </w:p>
    <w:p w:rsidR="007C75B4" w:rsidRPr="00E879AA" w:rsidRDefault="007C75B4" w:rsidP="00000496">
      <w:pPr>
        <w:pStyle w:val="Odstavec2"/>
      </w:pPr>
      <w:r w:rsidRPr="007C75B4">
        <w:t>Objednatel převezme Dílo, bude-li řádně provedeno co do funkčnosti, kompletnosti, dosahování požadovaných projektovaných parametrů, objemu i jakos</w:t>
      </w:r>
      <w:r w:rsidR="00C66435">
        <w:t>ti v souladu s touto Smlouvou, d</w:t>
      </w:r>
      <w:r w:rsidRPr="007C75B4">
        <w:t xml:space="preserve">ílčí smlouvou, </w:t>
      </w:r>
      <w:r w:rsidR="00C66435">
        <w:t xml:space="preserve">dokumenty, na které odkazují, </w:t>
      </w:r>
      <w:r w:rsidRPr="007C75B4">
        <w:t>a platnými právními předpisy, a předá-li Zhotovitel vešker</w:t>
      </w:r>
      <w:r w:rsidR="00C66435">
        <w:t>ou dokumentaci a doklady k Dílu</w:t>
      </w:r>
      <w:r w:rsidRPr="007C75B4">
        <w:t>.</w:t>
      </w:r>
      <w:r w:rsidR="00C66435">
        <w:t xml:space="preserve"> </w:t>
      </w:r>
      <w:r w:rsidRPr="007C75B4">
        <w:t xml:space="preserve">Objednatel není povinen převzít Dílo s </w:t>
      </w:r>
      <w:r w:rsidR="00C66435">
        <w:t>jakýmikoli vadami či nedodělky.</w:t>
      </w:r>
    </w:p>
    <w:p w:rsidR="00CD1BFE" w:rsidRDefault="00CD1BFE" w:rsidP="00280022">
      <w:pPr>
        <w:pStyle w:val="lnek"/>
      </w:pPr>
      <w:r w:rsidRPr="00280022">
        <w:rPr>
          <w:rFonts w:eastAsiaTheme="minorEastAsia"/>
        </w:rPr>
        <w:t>Záruka</w:t>
      </w:r>
      <w:r w:rsidRPr="00CD1BFE">
        <w:t xml:space="preserve"> a záruční doba</w:t>
      </w:r>
    </w:p>
    <w:p w:rsidR="00BE0EED" w:rsidRPr="00B71480" w:rsidRDefault="00C66435" w:rsidP="00BE0EED">
      <w:pPr>
        <w:pStyle w:val="Odstavec2"/>
      </w:pPr>
      <w:r w:rsidRPr="0074683F">
        <w:t>Práva Objednatele z vadného plnění Zhotovitele a pr</w:t>
      </w:r>
      <w:r w:rsidRPr="00B71480">
        <w:t>áva ze záruky bude Objednatel uplatňovat v souladu a dle postupu sjednaného v této Smlouvě, příp. dílčí smlouvě a dle platné legislativy.</w:t>
      </w:r>
    </w:p>
    <w:p w:rsidR="00BE0EED" w:rsidRPr="00B71480" w:rsidRDefault="00BE0EED" w:rsidP="00BE0EED">
      <w:pPr>
        <w:pStyle w:val="Odstavec2"/>
        <w:rPr>
          <w:rFonts w:cs="Arial"/>
        </w:rPr>
      </w:pPr>
      <w:r w:rsidRPr="00B71480">
        <w:rPr>
          <w:rFonts w:cs="Arial"/>
        </w:rPr>
        <w:t>Zhotovitel přejímá záruku za to, že Dílo jako celek podle této Smlouvy a dílčí smlouvy (včetně všech jeho změn), jakož i jeho části, bude během záruční doby dle této Smlouvy bez jakýchkoliv vad, splňovat všechny požadavky stanovené Smlouvou, dílčí smlouvou a dokumenty, na které odkazují, mít vlastnosti Smlouvou vymíněné nebo, pokud tato Smlouva takové vlastnosti nestanoví, vlastnosti obvyklé k účelu sjednanému v této Smlouvě, splňovat všechny požadavky stanovené platnými zákony a ostatními obecně závaznými právními předpisy, a bude odpovídat platným technickým pravidlům, normám a předpisům, způsobilé k účelu sjednanému dle Smlouvy a nebude obsahovat chyby a nedostatky, které by snižovaly jeho hodnotu, funkčnost nebo způsobilost k (po)užití dle Smlouvy.</w:t>
      </w:r>
    </w:p>
    <w:p w:rsidR="00BE0EED" w:rsidRPr="00B71480" w:rsidRDefault="00BE0EED" w:rsidP="00BE0EED">
      <w:pPr>
        <w:pStyle w:val="Odstavec2"/>
        <w:rPr>
          <w:rFonts w:cs="Arial"/>
        </w:rPr>
      </w:pPr>
      <w:r w:rsidRPr="00B71480">
        <w:rPr>
          <w:rFonts w:cs="Arial"/>
        </w:rPr>
        <w:t xml:space="preserve">Záruční doba na samotné vypuštění a vyčištění potrubí, v případě, že předmětem Díla jsou používaná „aktivní“ potrubí produktovodu, se sjednává do doby propojení takového vypuštěného a vyčištěného potrubí do </w:t>
      </w:r>
      <w:proofErr w:type="spellStart"/>
      <w:r w:rsidRPr="00B71480">
        <w:rPr>
          <w:rFonts w:cs="Arial"/>
        </w:rPr>
        <w:t>produktovodního</w:t>
      </w:r>
      <w:proofErr w:type="spellEnd"/>
      <w:r w:rsidRPr="00B71480">
        <w:rPr>
          <w:rFonts w:cs="Arial"/>
        </w:rPr>
        <w:t xml:space="preserve"> systému Objednatele, a v případě, že předmětem Díla jsou odstavená a nepoužívaná „neaktivní“ potrubí, se sjednává na celou dobu životnosti takového vypuštěného a vyčištěného potrubí, nebo do doby provedení technologických zásahů do těsnosti takového uzavřeného vypuštěného a vyčištěného potrubí. Ve všech ostatních případech, zejména jedná-li se o montážní práce na potrubí provedené v rámci propojení úseku po vypuštění a vyčištění, činí záruční doba 60 měsíců </w:t>
      </w:r>
      <w:r w:rsidRPr="00B71480">
        <w:t>s výjimkou zařízení, výrobků a strojů viz ustanovení čl. 12.3.2 VOP, pro které se však sjednává délka záruční doby v délce trvání 36 měsíců.</w:t>
      </w:r>
    </w:p>
    <w:p w:rsidR="00BE0EED" w:rsidRPr="00B71480" w:rsidRDefault="00BE0EED" w:rsidP="00BE0EED">
      <w:pPr>
        <w:pStyle w:val="Odstavec2"/>
        <w:rPr>
          <w:rFonts w:cs="Arial"/>
        </w:rPr>
      </w:pPr>
      <w:r w:rsidRPr="00B71480">
        <w:rPr>
          <w:rFonts w:cs="Arial"/>
        </w:rPr>
        <w:t xml:space="preserve">Záruční doba běží ve všech případech ode dne podpisu Protokolu o předání a převzetí. </w:t>
      </w:r>
    </w:p>
    <w:p w:rsidR="005622D6" w:rsidRPr="003415BA" w:rsidRDefault="00216448" w:rsidP="009D6D2C">
      <w:pPr>
        <w:pStyle w:val="Odstavec2"/>
        <w:numPr>
          <w:ilvl w:val="0"/>
          <w:numId w:val="0"/>
        </w:numPr>
        <w:ind w:left="567"/>
      </w:pPr>
      <w:r w:rsidRPr="00B71480">
        <w:t xml:space="preserve">Zhotovitel je povinen </w:t>
      </w:r>
      <w:r w:rsidR="00BE0EED" w:rsidRPr="003415BA">
        <w:t xml:space="preserve">u </w:t>
      </w:r>
      <w:r w:rsidRPr="003415BA">
        <w:t xml:space="preserve">vady </w:t>
      </w:r>
      <w:r w:rsidR="00BA24AB" w:rsidRPr="003415BA">
        <w:t xml:space="preserve">typu </w:t>
      </w:r>
      <w:r w:rsidRPr="003415BA">
        <w:t>Havárie</w:t>
      </w:r>
      <w:r w:rsidR="00BA24AB" w:rsidRPr="003415BA">
        <w:t xml:space="preserve"> </w:t>
      </w:r>
      <w:r w:rsidR="00F92407" w:rsidRPr="003415BA">
        <w:t>započít s odstraňováním vady neprodleně tak, aby nedocházelo ke vzniku dalších škod a bez zbytečného odkladu je povinen ji odstranit.</w:t>
      </w:r>
      <w:r w:rsidR="00350BB0" w:rsidRPr="003415BA">
        <w:t xml:space="preserve"> Při odstraňování vady se řídí pokyny Objednatele</w:t>
      </w:r>
      <w:r w:rsidR="00A054E8" w:rsidRPr="003415BA">
        <w:t xml:space="preserve">. </w:t>
      </w:r>
      <w:r w:rsidR="00F92407" w:rsidRPr="003415BA">
        <w:t xml:space="preserve">U vady bránící užívání je povinen Zhotovitel započít s odstraňováním do 24 hodin (event. provizorní zprovoznění) od nahlášení a u ostatních vad </w:t>
      </w:r>
      <w:r w:rsidR="00F92407" w:rsidRPr="003415BA">
        <w:lastRenderedPageBreak/>
        <w:t>včetně definitivního odstranění vad uvedených výše (odstraněných provizorním odstraněním) je povinen Zhotovitel je odstranit nejdéle do 7 dnů od nahlášení, nebude-li písemně dohodnuto jinak</w:t>
      </w:r>
      <w:r w:rsidR="00350BB0" w:rsidRPr="003415BA">
        <w:t xml:space="preserve">  </w:t>
      </w:r>
    </w:p>
    <w:p w:rsidR="00BE0EED" w:rsidRPr="003415BA" w:rsidRDefault="00BE0EED" w:rsidP="00BE0EED">
      <w:pPr>
        <w:pStyle w:val="Odstavec2"/>
      </w:pPr>
      <w:r w:rsidRPr="003415BA">
        <w:t>Místní šetření k uznání vady musí být Zhotovitelem provedeno do 3 pracovních dnů od jejího nahlášení, pokud se nejedná o havárii, či vadu bránící užívání, u nichž bude provedeno neprodleně po oznámení.</w:t>
      </w:r>
    </w:p>
    <w:p w:rsidR="00350BB0" w:rsidRPr="00947E57" w:rsidRDefault="00216448" w:rsidP="00000496">
      <w:pPr>
        <w:pStyle w:val="Odstavec2"/>
      </w:pPr>
      <w:r w:rsidRPr="00F73803">
        <w:t>Zhotovitel přijímá písemné reklamace vad na poštovní adrese:</w:t>
      </w:r>
      <w:r w:rsidR="003415BA" w:rsidRPr="00F73803">
        <w:t xml:space="preserve"> </w:t>
      </w:r>
      <w:r w:rsidR="000318B6">
        <w:t xml:space="preserve"> </w:t>
      </w:r>
      <w:r w:rsidR="000318B6" w:rsidRPr="00BC4745">
        <w:rPr>
          <w:highlight w:val="yellow"/>
        </w:rPr>
        <w:t>……………</w:t>
      </w:r>
      <w:proofErr w:type="gramStart"/>
      <w:r w:rsidR="000318B6" w:rsidRPr="00BC4745">
        <w:rPr>
          <w:highlight w:val="yellow"/>
        </w:rPr>
        <w:t>…</w:t>
      </w:r>
      <w:r w:rsidR="000318B6">
        <w:t>.</w:t>
      </w:r>
      <w:r w:rsidRPr="00947E57">
        <w:t>nebo</w:t>
      </w:r>
      <w:proofErr w:type="gramEnd"/>
      <w:r w:rsidRPr="00947E57">
        <w:t xml:space="preserve"> na e-mailové adrese:</w:t>
      </w:r>
      <w:r w:rsidR="000318B6" w:rsidRPr="00BC4745">
        <w:rPr>
          <w:highlight w:val="yellow"/>
        </w:rPr>
        <w:t>....................</w:t>
      </w:r>
      <w:r w:rsidRPr="00F73803">
        <w:t>,</w:t>
      </w:r>
      <w:r w:rsidR="00BE0EED" w:rsidRPr="00947E57">
        <w:t xml:space="preserve"> na které přijímá nahlášení vad.</w:t>
      </w:r>
      <w:r w:rsidR="00350BB0" w:rsidRPr="00947E57">
        <w:t xml:space="preserve"> </w:t>
      </w:r>
    </w:p>
    <w:p w:rsidR="00C14905" w:rsidRPr="00947E57" w:rsidRDefault="00350BB0" w:rsidP="00000496">
      <w:pPr>
        <w:pStyle w:val="Odstavec2"/>
      </w:pPr>
      <w:r w:rsidRPr="00947E57">
        <w:t>Nastane-li a</w:t>
      </w:r>
      <w:r w:rsidR="00C14905" w:rsidRPr="00947E57">
        <w:t>/</w:t>
      </w:r>
      <w:r w:rsidRPr="00947E57">
        <w:t>nebo hrozí-li v důsledku vady Díla</w:t>
      </w:r>
      <w:r w:rsidR="00C14905" w:rsidRPr="00947E57">
        <w:t xml:space="preserve"> </w:t>
      </w:r>
      <w:r w:rsidRPr="00947E57">
        <w:t>Havárie</w:t>
      </w:r>
      <w:r w:rsidR="00C14905" w:rsidRPr="00947E57">
        <w:t xml:space="preserve"> a/nebo ekologická újma je Zhotovitel povinen</w:t>
      </w:r>
    </w:p>
    <w:p w:rsidR="00C14905" w:rsidRPr="00947E57" w:rsidRDefault="00204680" w:rsidP="00A054E8">
      <w:pPr>
        <w:pStyle w:val="Odstavec2"/>
        <w:numPr>
          <w:ilvl w:val="0"/>
          <w:numId w:val="14"/>
        </w:numPr>
      </w:pPr>
      <w:r w:rsidRPr="00947E57">
        <w:t>u</w:t>
      </w:r>
      <w:r w:rsidR="00C14905" w:rsidRPr="00947E57">
        <w:t>pozornit Objednatele na vznik a/nebo hrozbu vzniku Havárie a/nebo ekologické újmy, je-li tento stav zjištěn při odstraňování vady Díla</w:t>
      </w:r>
      <w:r w:rsidR="00350BB0" w:rsidRPr="00947E57">
        <w:t xml:space="preserve"> </w:t>
      </w:r>
      <w:r w:rsidRPr="00947E57">
        <w:t>(upozornění bude provedeno obdobně jako podle čl. 3 odst. 3.32 Smlouvy)</w:t>
      </w:r>
      <w:r w:rsidR="001C1340" w:rsidRPr="00947E57">
        <w:t>;</w:t>
      </w:r>
    </w:p>
    <w:p w:rsidR="00204680" w:rsidRPr="00947E57" w:rsidRDefault="001C1340" w:rsidP="00A054E8">
      <w:pPr>
        <w:pStyle w:val="Odstavec2"/>
        <w:numPr>
          <w:ilvl w:val="0"/>
          <w:numId w:val="14"/>
        </w:numPr>
      </w:pPr>
      <w:r w:rsidRPr="00947E57">
        <w:t>ř</w:t>
      </w:r>
      <w:r w:rsidR="00204680" w:rsidRPr="00947E57">
        <w:t>ídit se p</w:t>
      </w:r>
      <w:r w:rsidR="00350BB0" w:rsidRPr="00947E57">
        <w:t xml:space="preserve">ři odstraňování vady </w:t>
      </w:r>
      <w:r w:rsidR="00204680" w:rsidRPr="00947E57">
        <w:t xml:space="preserve">Díla </w:t>
      </w:r>
      <w:r w:rsidR="00350BB0" w:rsidRPr="00947E57">
        <w:t>pokyny Objednatele</w:t>
      </w:r>
      <w:r w:rsidR="00204680" w:rsidRPr="00947E57">
        <w:t>, v rámci kterých je Objednatel zejména oprávněn stanovit časový harmonogram odstraňování vady</w:t>
      </w:r>
      <w:r w:rsidRPr="00947E57">
        <w:t xml:space="preserve"> Díla</w:t>
      </w:r>
      <w:r w:rsidR="00204680" w:rsidRPr="00947E57">
        <w:t xml:space="preserve"> nebo přerušení prací na odstraňování vady Díla či nařídit jiný technologický postup odstranění vady Díla</w:t>
      </w:r>
      <w:r w:rsidRPr="00947E57">
        <w:t>, a to s přihlédnutím k rozsahu a závažnosti Havárie a/nebo ekologické újmy a požadavcích na jeho odstranění;</w:t>
      </w:r>
    </w:p>
    <w:p w:rsidR="00C66435" w:rsidRPr="00947E57" w:rsidRDefault="001C1340" w:rsidP="00A054E8">
      <w:pPr>
        <w:pStyle w:val="Odstavec2"/>
        <w:numPr>
          <w:ilvl w:val="0"/>
          <w:numId w:val="14"/>
        </w:numPr>
      </w:pPr>
      <w:r w:rsidRPr="00947E57">
        <w:t>p</w:t>
      </w:r>
      <w:r w:rsidR="00204680" w:rsidRPr="00947E57">
        <w:t xml:space="preserve">oskytnout Objednateli maximálně možnou součinnost. </w:t>
      </w:r>
    </w:p>
    <w:p w:rsidR="001C1340" w:rsidRPr="00947E57" w:rsidRDefault="001C1340" w:rsidP="00A054E8">
      <w:pPr>
        <w:pStyle w:val="Odstavec2"/>
        <w:numPr>
          <w:ilvl w:val="0"/>
          <w:numId w:val="0"/>
        </w:numPr>
        <w:ind w:left="567" w:hanging="567"/>
      </w:pPr>
      <w:r w:rsidRPr="00947E57">
        <w:tab/>
        <w:t xml:space="preserve">Veškeré náklady, které </w:t>
      </w:r>
      <w:proofErr w:type="gramStart"/>
      <w:r w:rsidRPr="00947E57">
        <w:t>vzniknou</w:t>
      </w:r>
      <w:proofErr w:type="gramEnd"/>
      <w:r w:rsidRPr="00947E57">
        <w:t xml:space="preserve"> při plnění povinností podle tohoto ustanovení se </w:t>
      </w:r>
      <w:proofErr w:type="gramStart"/>
      <w:r w:rsidRPr="00947E57">
        <w:t>považují</w:t>
      </w:r>
      <w:proofErr w:type="gramEnd"/>
      <w:r w:rsidRPr="00947E57">
        <w:t xml:space="preserve"> za náklady spojené s odstraněním vady Díla, které nese Zhotovitel. </w:t>
      </w:r>
    </w:p>
    <w:p w:rsidR="00216448" w:rsidRPr="00947E57" w:rsidRDefault="00216448" w:rsidP="00280022">
      <w:pPr>
        <w:pStyle w:val="lnek"/>
      </w:pPr>
      <w:r w:rsidRPr="00947E57">
        <w:t>Pojištění Zhotovitele</w:t>
      </w:r>
    </w:p>
    <w:p w:rsidR="00216448" w:rsidRPr="00947E57" w:rsidRDefault="00216448" w:rsidP="00216448">
      <w:pPr>
        <w:pStyle w:val="Odstavec2"/>
      </w:pPr>
      <w:r w:rsidRPr="00947E57">
        <w:t xml:space="preserve">Zhotovitel prohlašuje, že má ke dni podpisu Smlouvy platně </w:t>
      </w:r>
      <w:r w:rsidRPr="00947E57">
        <w:rPr>
          <w:iCs/>
        </w:rPr>
        <w:t>uzavřeno příslušné pojištění</w:t>
      </w:r>
    </w:p>
    <w:p w:rsidR="00216448" w:rsidRPr="00947E57" w:rsidRDefault="00216448" w:rsidP="00000496">
      <w:pPr>
        <w:pStyle w:val="Odstavec2"/>
        <w:numPr>
          <w:ilvl w:val="0"/>
          <w:numId w:val="6"/>
        </w:numPr>
      </w:pPr>
      <w:r w:rsidRPr="00947E57">
        <w:t xml:space="preserve">pro případ odpovědnosti za škodu způsobenou třetí osobě vzniklou v souvislosti s výkonem jeho podnikatelské činnosti s pojistným plněním ve výši min. </w:t>
      </w:r>
      <w:r w:rsidR="00312A4F">
        <w:t>5</w:t>
      </w:r>
      <w:r w:rsidR="002E6CE0" w:rsidRPr="00947E57">
        <w:t>0</w:t>
      </w:r>
      <w:r w:rsidR="00C25681" w:rsidRPr="00947E57">
        <w:t>.000.000</w:t>
      </w:r>
      <w:r w:rsidRPr="00947E57">
        <w:t>,- Kč.</w:t>
      </w:r>
    </w:p>
    <w:p w:rsidR="00216448" w:rsidRPr="00947E57" w:rsidRDefault="00216448" w:rsidP="00000496">
      <w:pPr>
        <w:pStyle w:val="Odstavec2"/>
        <w:numPr>
          <w:ilvl w:val="0"/>
          <w:numId w:val="6"/>
        </w:numPr>
      </w:pPr>
      <w:r w:rsidRPr="00947E57">
        <w:t xml:space="preserve">pro případ odpovědnosti za škodu na majetku s pojistným plněním ve výši min. </w:t>
      </w:r>
      <w:r w:rsidR="00312A4F">
        <w:t>5</w:t>
      </w:r>
      <w:r w:rsidR="002E6CE0" w:rsidRPr="00947E57">
        <w:t>0</w:t>
      </w:r>
      <w:r w:rsidR="00C25681" w:rsidRPr="00947E57">
        <w:t>.000.000</w:t>
      </w:r>
      <w:r w:rsidRPr="00947E57">
        <w:t>,- Kč.</w:t>
      </w:r>
    </w:p>
    <w:p w:rsidR="00262368" w:rsidRPr="00947E57" w:rsidRDefault="00262368" w:rsidP="00000496">
      <w:pPr>
        <w:pStyle w:val="Odstavec2"/>
        <w:numPr>
          <w:ilvl w:val="0"/>
          <w:numId w:val="6"/>
        </w:numPr>
      </w:pPr>
      <w:r w:rsidRPr="00947E57">
        <w:t xml:space="preserve">pro případ odpovědnosti za škodu na životním prostředí (za únik znečišťujících látek) s </w:t>
      </w:r>
      <w:r w:rsidR="00312A4F">
        <w:t>pojistným plněním ve výši min. 5</w:t>
      </w:r>
      <w:r w:rsidRPr="00947E57">
        <w:t>0.000.000,- Kč</w:t>
      </w:r>
    </w:p>
    <w:p w:rsidR="00216448" w:rsidRPr="00947E57" w:rsidRDefault="00280022" w:rsidP="00280022">
      <w:pPr>
        <w:pStyle w:val="Odstavec2"/>
      </w:pPr>
      <w:r w:rsidRPr="00947E57">
        <w:rPr>
          <w:iCs/>
        </w:rPr>
        <w:t>Zhotovitel předloží Objednateli originál pojistné smlouvy před podpisem Smlouvy s tím, že Objednatel je oprávněn si udělat kopii předloženého originálu pojistné smlouvy.</w:t>
      </w:r>
    </w:p>
    <w:p w:rsidR="00280022" w:rsidRDefault="004F12E3" w:rsidP="00280022">
      <w:pPr>
        <w:pStyle w:val="lnek"/>
      </w:pPr>
      <w:r>
        <w:t>Smluvní pokuty</w:t>
      </w:r>
      <w:bookmarkStart w:id="3" w:name="_GoBack"/>
      <w:bookmarkEnd w:id="3"/>
    </w:p>
    <w:p w:rsidR="00280022" w:rsidRPr="00140A35" w:rsidRDefault="00280022" w:rsidP="00280022">
      <w:pPr>
        <w:pStyle w:val="Odstavec2"/>
      </w:pPr>
      <w:r w:rsidRPr="00140A35">
        <w:rPr>
          <w:bCs/>
        </w:rPr>
        <w:t xml:space="preserve">Bude-li Zhotovitel v prodlení se splněním termínu předání Díla z důvodu na své straně, je Objednatel oprávněn požadovat po Zhotoviteli úhradu smluvní pokuty ve výši </w:t>
      </w:r>
      <w:r w:rsidR="00650BD2" w:rsidRPr="00140A35">
        <w:rPr>
          <w:bCs/>
        </w:rPr>
        <w:t>0,2</w:t>
      </w:r>
      <w:r w:rsidRPr="00140A35">
        <w:rPr>
          <w:bCs/>
        </w:rPr>
        <w:t xml:space="preserve"> % z Ceny </w:t>
      </w:r>
      <w:proofErr w:type="gramStart"/>
      <w:r w:rsidRPr="00140A35">
        <w:rPr>
          <w:bCs/>
        </w:rPr>
        <w:t xml:space="preserve">díla </w:t>
      </w:r>
      <w:r w:rsidR="00BD270A" w:rsidRPr="00140A35">
        <w:rPr>
          <w:bCs/>
        </w:rPr>
        <w:t xml:space="preserve"> (bez</w:t>
      </w:r>
      <w:proofErr w:type="gramEnd"/>
      <w:r w:rsidR="00BD270A" w:rsidRPr="00140A35">
        <w:rPr>
          <w:bCs/>
        </w:rPr>
        <w:t xml:space="preserve"> DPH) </w:t>
      </w:r>
      <w:r w:rsidRPr="00140A35">
        <w:rPr>
          <w:bCs/>
        </w:rPr>
        <w:t>za každý i započatý den prodlení.</w:t>
      </w:r>
    </w:p>
    <w:p w:rsidR="00280022" w:rsidRPr="00140A35" w:rsidRDefault="00280022" w:rsidP="00280022">
      <w:pPr>
        <w:pStyle w:val="Odstavec2"/>
      </w:pPr>
      <w:r w:rsidRPr="00140A35">
        <w:rPr>
          <w:bCs/>
        </w:rPr>
        <w:t xml:space="preserve">Nedostaví-li se Zhotovitel k převzetí Staveniště ve stanoveném termínu, je Objednatel oprávněn po Zhotoviteli požadovat úhradu smluvní pokuty ve výši </w:t>
      </w:r>
      <w:r w:rsidR="00650BD2" w:rsidRPr="00140A35">
        <w:rPr>
          <w:bCs/>
        </w:rPr>
        <w:t>10.000</w:t>
      </w:r>
      <w:r w:rsidRPr="00140A35">
        <w:rPr>
          <w:bCs/>
        </w:rPr>
        <w:t>,- Kč.</w:t>
      </w:r>
    </w:p>
    <w:p w:rsidR="00280022" w:rsidRPr="00140A35" w:rsidRDefault="00280022" w:rsidP="00280022">
      <w:pPr>
        <w:pStyle w:val="Odstavec2"/>
      </w:pPr>
      <w:r w:rsidRPr="00140A35">
        <w:rPr>
          <w:bCs/>
        </w:rPr>
        <w:t>Pokud</w:t>
      </w:r>
      <w:r w:rsidRPr="00140A35">
        <w:t xml:space="preserve"> Zhotovitel neodstraní nedodělky či vady zjištěné při přejímacím řízení v dohodnutém termínu, je Objednatel oprávněn požadovat po Zhotoviteli úhradu smluvní pokuty </w:t>
      </w:r>
      <w:r w:rsidR="00650BD2" w:rsidRPr="00140A35">
        <w:t>1.000</w:t>
      </w:r>
      <w:r w:rsidRPr="00140A35">
        <w:t>,- Kč za každý nedodělek či vadu a za každý</w:t>
      </w:r>
      <w:r w:rsidR="00BD270A" w:rsidRPr="00140A35">
        <w:t xml:space="preserve"> započatý</w:t>
      </w:r>
      <w:r w:rsidRPr="00140A35">
        <w:t xml:space="preserve"> den prodlení.</w:t>
      </w:r>
    </w:p>
    <w:p w:rsidR="00280022" w:rsidRPr="00140A35" w:rsidRDefault="00280022" w:rsidP="00280022">
      <w:pPr>
        <w:pStyle w:val="Odstavec2"/>
      </w:pPr>
      <w:r w:rsidRPr="00140A35">
        <w:t xml:space="preserve">Pokud Zhotovitel nevyklidí Staveniště ve sjednaném termínu, je Objednatel oprávněn požadovat po Zhotoviteli úhradu smluvní pokuty ve výši </w:t>
      </w:r>
      <w:r w:rsidR="00650BD2" w:rsidRPr="00140A35">
        <w:t>1.000</w:t>
      </w:r>
      <w:r w:rsidRPr="00140A35">
        <w:t>,- Kč za každý i započatý den prodlení.</w:t>
      </w:r>
    </w:p>
    <w:p w:rsidR="00280022" w:rsidRPr="00140A35" w:rsidRDefault="00280022" w:rsidP="00280022">
      <w:pPr>
        <w:pStyle w:val="Odstavec2"/>
      </w:pPr>
      <w:r w:rsidRPr="00140A35">
        <w:rPr>
          <w:bCs/>
        </w:rPr>
        <w:t>Smluvní pokuta za neodstranění reklamovaných vad v záruční době</w:t>
      </w:r>
    </w:p>
    <w:p w:rsidR="00280022" w:rsidRPr="00140A35" w:rsidRDefault="00280022" w:rsidP="00280022">
      <w:pPr>
        <w:pStyle w:val="Odstavec3"/>
      </w:pPr>
      <w:r w:rsidRPr="00140A35">
        <w:t xml:space="preserve">Při prodlení se splněním termínu odstranění reklamované vady Díla nebo dohodnutého termínu nástupu na odstranění reklamované vady Díla, je Objednatel oprávněn po </w:t>
      </w:r>
      <w:r w:rsidRPr="00140A35">
        <w:lastRenderedPageBreak/>
        <w:t xml:space="preserve">Zhotoviteli požadovat úhradu smluvní pokuty ve výši </w:t>
      </w:r>
      <w:r w:rsidR="00E849D8" w:rsidRPr="00140A35">
        <w:t>1.000</w:t>
      </w:r>
      <w:r w:rsidRPr="00140A35">
        <w:t>,- Kč za každou vadu a den prodlení.</w:t>
      </w:r>
    </w:p>
    <w:p w:rsidR="00280022" w:rsidRPr="00140A35" w:rsidRDefault="00280022" w:rsidP="00280022">
      <w:pPr>
        <w:pStyle w:val="Odstavec3"/>
      </w:pPr>
      <w:r w:rsidRPr="00140A35">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E849D8" w:rsidRPr="00140A35">
        <w:t>1.000</w:t>
      </w:r>
      <w:r w:rsidRPr="00140A35">
        <w:t>,- Kč za každou oprávněnou reklamaci.</w:t>
      </w:r>
    </w:p>
    <w:p w:rsidR="00280022" w:rsidRPr="00140A35" w:rsidRDefault="00655C3C" w:rsidP="00280022">
      <w:pPr>
        <w:pStyle w:val="Odstavec3"/>
      </w:pPr>
      <w:r w:rsidRPr="00140A35">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655C3C" w:rsidRPr="00140A35" w:rsidRDefault="00655C3C" w:rsidP="00F60799">
      <w:pPr>
        <w:pStyle w:val="Odstavec2"/>
      </w:pPr>
      <w:r w:rsidRPr="00140A35">
        <w:t>V případě porušení právních a ostatních obecně závazných předpisů k zajištění BOZP, PO,</w:t>
      </w:r>
      <w:r w:rsidR="004F12E3" w:rsidRPr="00140A35">
        <w:t xml:space="preserve"> PZH,</w:t>
      </w:r>
      <w:r w:rsidRPr="00140A35">
        <w:t xml:space="preserve"> nakládání s odpady a vnitřních předpisů Objednatele, je Objednatel oprávněn požadovat po Zhotoviteli úhradu smluvní pokuty ve výši </w:t>
      </w:r>
      <w:r w:rsidR="007945EE" w:rsidRPr="00140A35">
        <w:t>1.000</w:t>
      </w:r>
      <w:r w:rsidRPr="00140A35">
        <w:t>,- Kč za každý jednotlivý případ porušení. Porušení bude zaznamenáno ve Stavebním deníku oprávněným Zástupcem Objednatele.</w:t>
      </w:r>
    </w:p>
    <w:p w:rsidR="004F12E3" w:rsidRPr="00140A35" w:rsidRDefault="004F12E3" w:rsidP="004F12E3">
      <w:pPr>
        <w:pStyle w:val="Odstavec2"/>
      </w:pPr>
      <w:r w:rsidRPr="00140A35">
        <w:t>V případě postoupení této Smlouvy či dílčí smlouvy či jejích částí Zhotovitelem na třetí osoby bez předchozího souhlasu Objednatele sjednávají Smluvní strany smluvní pokutu ve výši 10.000,- Kč.</w:t>
      </w:r>
    </w:p>
    <w:p w:rsidR="004F12E3" w:rsidRPr="00140A35" w:rsidRDefault="004F12E3" w:rsidP="00000496">
      <w:pPr>
        <w:pStyle w:val="Odstavec2"/>
      </w:pPr>
      <w:r w:rsidRPr="00140A35">
        <w:t xml:space="preserve">V případě, že Zhotovitel užije pro provádění Díla osoby, jež nejsou zaměstnanci Zhotovitele či osoby </w:t>
      </w:r>
      <w:r w:rsidR="007E77AA">
        <w:t>Pod</w:t>
      </w:r>
      <w:r w:rsidRPr="00140A35">
        <w:t>dodavatele Objednatelem schválené, jejichž identifikační údaje byly Zhotovitelem Objednateli sděleny, či v případě, že Zhotovitel nesdělí identifikační údaje osob na straně Zhotovitele Objednateli, nebo Zhotovitel nepředloží Objednateli seznam osob, techniky a vozidel, je Objednatel oprávněn požadovat po Zhotoviteli smluvní pokutu ve výši 100.000,- Kč za každé jednotlivé porušení povinnosti, a to i opakovaně.</w:t>
      </w:r>
    </w:p>
    <w:p w:rsidR="00D3280C" w:rsidRPr="00140A35" w:rsidRDefault="00D3280C" w:rsidP="00655C3C">
      <w:pPr>
        <w:pStyle w:val="Odstavec2"/>
      </w:pPr>
      <w:r w:rsidRPr="00140A35">
        <w:t xml:space="preserve">Poruší-li Zhotovitel některou z povinností stanovených v čl. 3 odst. </w:t>
      </w:r>
      <w:proofErr w:type="gramStart"/>
      <w:r w:rsidRPr="00140A35">
        <w:t>3.32.nebo</w:t>
      </w:r>
      <w:proofErr w:type="gramEnd"/>
      <w:r w:rsidRPr="00140A35">
        <w:t xml:space="preserve"> čl. 10 odst. 10.7 písm. a) a písm. b)  zavazuje se uhradit Objednateli smluvní pokutu ve výši  10.000,- Kč za každý jednotlivý případ porušení. </w:t>
      </w:r>
    </w:p>
    <w:p w:rsidR="00655C3C" w:rsidRPr="00140A35" w:rsidRDefault="00655C3C" w:rsidP="00655C3C">
      <w:pPr>
        <w:pStyle w:val="Odstavec2"/>
      </w:pPr>
      <w:r w:rsidRPr="00140A35">
        <w:t>Smluvní pokutu vyúčtuje oprávněná Smluvní strana povinné Smluvní straně písemnou formou.</w:t>
      </w:r>
    </w:p>
    <w:p w:rsidR="00655C3C" w:rsidRPr="00140A35" w:rsidRDefault="00655C3C" w:rsidP="00655C3C">
      <w:pPr>
        <w:pStyle w:val="Odstavec2"/>
      </w:pPr>
      <w:r w:rsidRPr="00140A35">
        <w:rPr>
          <w:iCs/>
        </w:rPr>
        <w:t>Ve vyúčtování musí být uvedeno ustanovení Smlouvy, které k vyúčtování smluvní pokuty opravňuje a způsob výpočtu celkové výše smluvní pokuty.</w:t>
      </w:r>
    </w:p>
    <w:p w:rsidR="00655C3C" w:rsidRPr="00140A35" w:rsidRDefault="00655C3C" w:rsidP="00655C3C">
      <w:pPr>
        <w:pStyle w:val="Odstavec2"/>
      </w:pPr>
      <w:r w:rsidRPr="00140A35">
        <w:rPr>
          <w:iCs/>
        </w:rPr>
        <w:t>Povinná Smluvní strana je povinna uhradit vyúčtované smluvní pokuty nejpozději do 30 dnů ode dne obdržení příslušného vyúčtování.</w:t>
      </w:r>
    </w:p>
    <w:p w:rsidR="00655C3C" w:rsidRPr="00140A35" w:rsidRDefault="00655C3C" w:rsidP="00655C3C">
      <w:pPr>
        <w:pStyle w:val="Odstavec2"/>
      </w:pPr>
      <w:r w:rsidRPr="00140A35">
        <w:rPr>
          <w:iCs/>
        </w:rPr>
        <w:t>Zaplacením jakékoli smluvní pokuty není dotčeno právo Objednatele požadovat na Zhotoviteli náhradu škody, a to v plném rozsahu.</w:t>
      </w:r>
    </w:p>
    <w:p w:rsidR="00A10954" w:rsidRPr="00140A35" w:rsidRDefault="00A10954" w:rsidP="00A10954">
      <w:pPr>
        <w:pStyle w:val="Odstavec2"/>
      </w:pPr>
      <w:r w:rsidRPr="00140A35">
        <w:t>Zhotovitel prohlašuje, že smluvní pokuty stanovené touto Smlouvou považuje za přiměřené, a to s ohledem na povinnosti, ke kterým se vztahují.</w:t>
      </w:r>
    </w:p>
    <w:p w:rsidR="00482445" w:rsidRPr="003E43F5" w:rsidRDefault="00482445" w:rsidP="003E43F5">
      <w:pPr>
        <w:pStyle w:val="lnek"/>
        <w:rPr>
          <w:iCs/>
        </w:rPr>
      </w:pPr>
      <w:r w:rsidRPr="003E43F5">
        <w:rPr>
          <w:rFonts w:cs="Arial"/>
          <w:sz w:val="22"/>
          <w:szCs w:val="22"/>
        </w:rPr>
        <w:t>Zánik smlouvy</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Zánik této Smlouvy a dílčích smluv je upraven ve VOP a v této Smlouvě.</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4" w:name="_Ref401561625"/>
    </w:p>
    <w:p w:rsidR="00BD270A"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Smluvní strany se dohodly, že Objednatel má právo odstoupit od této Smlouvy zcela či zčásti v těchto případech:</w:t>
      </w:r>
      <w:bookmarkEnd w:id="4"/>
      <w:r w:rsidRPr="003E43F5">
        <w:rPr>
          <w:rFonts w:ascii="Arial" w:hAnsi="Arial" w:cs="Arial"/>
          <w:sz w:val="20"/>
          <w:szCs w:val="20"/>
        </w:rPr>
        <w:t xml:space="preserve">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bezdůvodné odmítnutí uzavřít dílčí smlouvu;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Zhotovitel neprovádí Dílo řádně a včas;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Zhotovitel opakovaně nedodrží podmínky stanovené touto Smlouvou;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bude na Zhotovitele podán návrh na zahájení insolvenčního řízení dle zákona č. 182/2006 Sb., insolvenční zákon, v platném znění;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dojde ke vstupu Zhotovitele do likvidace;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Zhotoviteli zanikne oprávnění nezbytné pro řádné plnění povinností ze Smlouvy a dílčích smluv; </w:t>
      </w:r>
    </w:p>
    <w:p w:rsidR="003E43F5"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pravomocné odsouzení Zhotovitele pro trestný čin podle zákona č. 418/2011 Sb., o trestní odpovědnosti právnických osob a řízení proti nim, ve znění pozdějších předpisů.</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lastRenderedPageBreak/>
        <w:t>Pro účely odstoupení od Smlouvy a odstoupení od dílčí smlouvy jednou ze Smluvních stran platí obdobně příslušná ustanovení čl. 15 VOP.</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Objednatel je oprávněn odstoupit od dílčí smlouvy, kromě z důvodů uvedených zákonem a ze všech důvodů uvedených v ustanovení výše, také z důvodu: bezdůvodné odmítnutí Zhotovitele dílčí smlouvu splnit; prodlení Zhotovitele s dokončením díla; a z důvodů uvedených v 15.3.4 VOP.</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BD270A"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 xml:space="preserve">Zhotovitel je oprávněn písemně odstoupit od Smlouvy a/nebo od dílčí smlouvy, vyjma důvodů uvedených v zákoně č. 89/2012 Sb., občanský zákoník, v platném znění, též z důvodu: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prodlení Objednatele s úhradou Ceny díla</w:t>
      </w:r>
      <w:r w:rsidR="00BD270A">
        <w:rPr>
          <w:rFonts w:ascii="Arial" w:hAnsi="Arial" w:cs="Arial"/>
          <w:sz w:val="20"/>
          <w:szCs w:val="20"/>
        </w:rPr>
        <w:t xml:space="preserve"> delší než 30 dní</w:t>
      </w:r>
      <w:r w:rsidRPr="003E43F5">
        <w:rPr>
          <w:rFonts w:ascii="Arial" w:hAnsi="Arial" w:cs="Arial"/>
          <w:sz w:val="20"/>
          <w:szCs w:val="20"/>
        </w:rPr>
        <w:t xml:space="preserve">; </w:t>
      </w:r>
    </w:p>
    <w:p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Objednatel vstoupí do likvidace nebo bude vůči němu (Objednateli) podán návrh dle zákona č. 182/2006 Sb., insolvenční zákon, v platném znění; </w:t>
      </w:r>
    </w:p>
    <w:p w:rsidR="003E43F5"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pravomocné odsouzení Objednatele pro trestný čin podle zákona č. 418/2011 Sb., o trestní odpovědnosti právnických osob a řízení proti nim, ve znění pozdějších předpisů, a z důvodů uvedených v ustanovení 15.2 VOP.</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 xml:space="preserve">Výpověď </w:t>
      </w:r>
      <w:r w:rsidR="00BD270A">
        <w:rPr>
          <w:rFonts w:ascii="Arial" w:hAnsi="Arial" w:cs="Arial"/>
          <w:sz w:val="20"/>
          <w:szCs w:val="20"/>
        </w:rPr>
        <w:t xml:space="preserve">Smlouvy </w:t>
      </w:r>
      <w:r w:rsidRPr="003E43F5">
        <w:rPr>
          <w:rFonts w:ascii="Arial" w:hAnsi="Arial" w:cs="Arial"/>
          <w:sz w:val="20"/>
          <w:szCs w:val="20"/>
        </w:rPr>
        <w:t>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482445" w:rsidRP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Výpovědí se tato Smlouva ruší s výjimkou ustanovení, z jejichž povahy vyplývá, že mají trvat i po skončení této Smlouvy.</w:t>
      </w:r>
    </w:p>
    <w:p w:rsidR="00482445" w:rsidRPr="003E43F5" w:rsidRDefault="00482445" w:rsidP="00482445">
      <w:pPr>
        <w:rPr>
          <w:rFonts w:cs="Arial"/>
          <w:szCs w:val="20"/>
        </w:rPr>
      </w:pPr>
    </w:p>
    <w:p w:rsidR="00482445" w:rsidRPr="00D7235E" w:rsidRDefault="003E43F5" w:rsidP="00482445">
      <w:pPr>
        <w:pStyle w:val="lnek"/>
        <w:spacing w:before="0"/>
        <w:ind w:left="-437" w:firstLine="0"/>
        <w:rPr>
          <w:iCs/>
          <w:sz w:val="22"/>
          <w:szCs w:val="22"/>
        </w:rPr>
      </w:pPr>
      <w:r>
        <w:rPr>
          <w:iCs/>
          <w:sz w:val="22"/>
          <w:szCs w:val="22"/>
        </w:rPr>
        <w:t>Další ujednání</w:t>
      </w:r>
    </w:p>
    <w:p w:rsidR="009F65F6" w:rsidRPr="00C42F6A" w:rsidRDefault="009F65F6" w:rsidP="00BC4745">
      <w:pPr>
        <w:pStyle w:val="Odstavec2"/>
      </w:pPr>
      <w:r w:rsidRPr="009F65F6">
        <w:t>Pro případ, že tato Smlouva a/nebo dílčí smlouva podléhá uveřejnění v registru smluv dle zákona č. 340/2015 Sb., o zvláštních podmínkách účinnosti některých smluv, uveřejňování těchto smluv a o registru smluv (dále jen "</w:t>
      </w:r>
      <w:r w:rsidRPr="00BC4745">
        <w:t>zákon o registru smluv</w:t>
      </w:r>
      <w:r w:rsidRPr="009F65F6">
        <w:t>"), Smluvní strany si sjednávají, že uveřejnění této Smlouvy a/nebo dílčí smlouvy</w:t>
      </w:r>
      <w:r w:rsidRPr="00E13786">
        <w:t xml:space="preserve">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w:t>
      </w:r>
      <w:r w:rsidRPr="00634734">
        <w:t>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w:t>
      </w:r>
      <w:r w:rsidRPr="00694136">
        <w:t>čení výzvy k jejímu zaplacení Zhotoviteli. Zhotovitel podpisem této Smlouvy potvrzuje a souhlasí s uveřejněním Smlouvy a/nebo dílčí smlouva v registru smluv.</w:t>
      </w:r>
    </w:p>
    <w:p w:rsidR="009F65F6" w:rsidRPr="000F21BD" w:rsidRDefault="009F65F6" w:rsidP="00BC4745">
      <w:pPr>
        <w:pStyle w:val="Odstavec2"/>
      </w:pPr>
      <w:r w:rsidRPr="000F21BD">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rsidR="003E43F5" w:rsidRDefault="00482445" w:rsidP="00BC4745">
      <w:pPr>
        <w:pStyle w:val="Odstavec2"/>
      </w:pPr>
      <w:r w:rsidRPr="00D7235E">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rsidR="00634734" w:rsidRDefault="00634734" w:rsidP="00BC4745">
      <w:pPr>
        <w:pStyle w:val="Odstavec2"/>
      </w:pPr>
      <w:r w:rsidRPr="00B04D5B">
        <w:t xml:space="preserve">Smluvní strany se zavazují jednat a přijmout taková opatření, aby nevzniklo jakékoliv důvodné podezření ze spáchání trestného činu či nedošlo k samotnému spáchání trestného činu (včetně </w:t>
      </w:r>
      <w:r w:rsidRPr="00B04D5B">
        <w:lastRenderedPageBreak/>
        <w:t>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BC4745">
        <w:t>Etický kodex</w:t>
      </w:r>
      <w:r w:rsidRPr="00B04D5B">
        <w:t xml:space="preserve">“) a zavazuje se tento dodržovat na vlastní náklady a odpovědnost při plnění svých závazků vzniklých z této smlouvy. Etický kodex v platném znění je uveřejněn na webových stránkách ČEPRO, a.s. </w:t>
      </w:r>
      <w:hyperlink r:id="rId16" w:history="1">
        <w:r w:rsidRPr="00BC4745">
          <w:t>www.ceproas.cz</w:t>
        </w:r>
      </w:hyperlink>
      <w:r>
        <w:t xml:space="preserve"> </w:t>
      </w:r>
      <w:r w:rsidRPr="00B04D5B">
        <w:t>.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634734" w:rsidRPr="000F21BD" w:rsidRDefault="00634734" w:rsidP="00BC4745">
      <w:pPr>
        <w:pStyle w:val="Odstavec2"/>
      </w:pPr>
      <w:r w:rsidRPr="000F21BD">
        <w:t xml:space="preserve">Povinnosti vyplývající z Etického kodexu </w:t>
      </w:r>
      <w:r>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634734" w:rsidRDefault="00634734" w:rsidP="00BC4745">
      <w:pPr>
        <w:pStyle w:val="Odstavec2"/>
      </w:pPr>
      <w:r w:rsidRPr="000F21BD">
        <w:t xml:space="preserve">Zhotovitel se touto Smlouvou zavazuje a prohlašuje, že naplňuje a bude po celou dobu trvání této Smlouvy dodržovat a splňovat kritéria a standardy chování v obchodním styku specifikované a Objednatelem uveřejněné na adrese </w:t>
      </w:r>
      <w:hyperlink r:id="rId17" w:history="1">
        <w:r w:rsidRPr="00BC4745">
          <w:t>https://www.ceproas.cz/vyberova-rizeni</w:t>
        </w:r>
      </w:hyperlink>
      <w:r>
        <w:t xml:space="preserve"> </w:t>
      </w:r>
      <w:r w:rsidRPr="000F21BD">
        <w:t xml:space="preserve">. </w:t>
      </w:r>
    </w:p>
    <w:p w:rsidR="00C42F6A" w:rsidRPr="000F21BD" w:rsidRDefault="00C42F6A" w:rsidP="00C42F6A">
      <w:pPr>
        <w:pStyle w:val="Odstavec2"/>
      </w:pPr>
      <w:r w:rsidRPr="000F21BD">
        <w:t>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p>
    <w:p w:rsidR="00C42F6A" w:rsidRPr="000F21BD" w:rsidRDefault="00C42F6A" w:rsidP="00BC4745">
      <w:pPr>
        <w:pStyle w:val="Odstavec2"/>
        <w:numPr>
          <w:ilvl w:val="0"/>
          <w:numId w:val="0"/>
        </w:numPr>
        <w:ind w:left="567"/>
      </w:pPr>
    </w:p>
    <w:p w:rsidR="003E43F5" w:rsidRDefault="003E43F5" w:rsidP="00BC4745">
      <w:pPr>
        <w:pStyle w:val="Odstavec2"/>
      </w:pPr>
      <w:r>
        <w:t xml:space="preserve">Zhotovitel se zavazuje, že pro provádění Díla užije pouze </w:t>
      </w:r>
      <w:r w:rsidR="007F17E1">
        <w:t>Pod</w:t>
      </w:r>
      <w:r>
        <w:t xml:space="preserve">dodavatele uvedené v Nabídce. V případě změny </w:t>
      </w:r>
      <w:r w:rsidR="007F17E1">
        <w:t>Pod</w:t>
      </w:r>
      <w:r>
        <w:t>dodavatele se užijí příslušná ustanovení VOP.</w:t>
      </w:r>
    </w:p>
    <w:p w:rsidR="00482445" w:rsidRPr="00D7235E" w:rsidRDefault="00482445" w:rsidP="00BC4745">
      <w:pPr>
        <w:pStyle w:val="Odstavec2"/>
      </w:pPr>
      <w:r w:rsidRPr="00D7235E">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482445" w:rsidRDefault="00482445" w:rsidP="00BC4745">
      <w:pPr>
        <w:pStyle w:val="Odstavec2"/>
      </w:pPr>
      <w:r w:rsidRPr="00D7235E">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rsidR="005A7A30" w:rsidRDefault="005A7A30" w:rsidP="005A7A30">
      <w:pPr>
        <w:pStyle w:val="Odstavec2"/>
        <w:rPr>
          <w:rFonts w:cs="Arial"/>
        </w:rPr>
      </w:pPr>
      <w:r>
        <w:t>Zhotovitel prohlašuje, že veřejný funkcionář uvedený v </w:t>
      </w:r>
      <w:proofErr w:type="spellStart"/>
      <w:r>
        <w:t>ust</w:t>
      </w:r>
      <w:proofErr w:type="spellEnd"/>
      <w:r>
        <w:t xml:space="preserve">. § 2 odst. 1 písm. c) zákona č. 159/2006 Sb., o střetu zájmů, ve znění účinném ke dni </w:t>
      </w:r>
      <w:r w:rsidRPr="00A752CE">
        <w:t>uzavření Smlouvy (</w:t>
      </w:r>
      <w:r>
        <w:t>dále jen „</w:t>
      </w:r>
      <w:r w:rsidRPr="00D630C7">
        <w:rPr>
          <w:b/>
        </w:rPr>
        <w:t>ZSZ</w:t>
      </w:r>
      <w:r>
        <w:t xml:space="preserve">“), nebo jím ovládaná osoba ve Zhotoviteli nevlastní podíl představující alespoň 25 % účasti společníka. </w:t>
      </w:r>
    </w:p>
    <w:p w:rsidR="005A7A30" w:rsidRPr="00C05A3C" w:rsidRDefault="005A7A30" w:rsidP="005A7A30">
      <w:pPr>
        <w:pStyle w:val="Odstavec2"/>
        <w:rPr>
          <w:rFonts w:ascii="Franklin Gothic Book" w:hAnsi="Franklin Gothic Book"/>
        </w:rPr>
      </w:pPr>
      <w:r w:rsidRPr="00206F6C">
        <w:t>Pokud za doby účinnosti této Smlouvy veřejný funkcionář uvedený v </w:t>
      </w:r>
      <w:proofErr w:type="spellStart"/>
      <w:r w:rsidRPr="00206F6C">
        <w:t>ust</w:t>
      </w:r>
      <w:proofErr w:type="spellEnd"/>
      <w:r w:rsidRPr="00206F6C">
        <w:t xml:space="preserve">. § 2 odst. 1 písm. c) ZSZ nebo jím ovládaná osoba nabyde do vlastnictví podíl představující alespoň 25 % účasti společníka v </w:t>
      </w:r>
      <w:r>
        <w:t>Zhotoviteli</w:t>
      </w:r>
      <w:r w:rsidRPr="00206F6C">
        <w:t xml:space="preserve">, je </w:t>
      </w:r>
      <w:r>
        <w:t>Zhotovitel</w:t>
      </w:r>
      <w:r w:rsidRPr="002B5118" w:rsidDel="002B5118">
        <w:t xml:space="preserve"> </w:t>
      </w:r>
      <w:r w:rsidRPr="00206F6C">
        <w:t xml:space="preserve">povinen </w:t>
      </w:r>
      <w:r>
        <w:t>Objednatele</w:t>
      </w:r>
      <w:r w:rsidRPr="00206F6C">
        <w:t xml:space="preserve"> o této skutečnosti bez zbytečného odkladu vyrozumět</w:t>
      </w:r>
      <w:r>
        <w:t>.</w:t>
      </w:r>
    </w:p>
    <w:p w:rsidR="00655C3C" w:rsidRPr="0021315A" w:rsidRDefault="00655C3C" w:rsidP="0021315A">
      <w:pPr>
        <w:pStyle w:val="lnek"/>
        <w:rPr>
          <w:iCs/>
        </w:rPr>
      </w:pPr>
      <w:r w:rsidRPr="00655C3C">
        <w:rPr>
          <w:iCs/>
        </w:rPr>
        <w:t>Závěrečná ujednání</w:t>
      </w:r>
    </w:p>
    <w:p w:rsidR="005C302D" w:rsidRPr="007549B2" w:rsidRDefault="003E43F5" w:rsidP="005C302D">
      <w:pPr>
        <w:pStyle w:val="Odstavec2"/>
      </w:pPr>
      <w:r w:rsidRPr="003E43F5">
        <w:rPr>
          <w:rFonts w:cs="Arial"/>
        </w:rPr>
        <w:t>Tato Smlouva se uzavírá na dobu 48 kalendářních měsíců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w:t>
      </w:r>
      <w:r w:rsidR="005C302D">
        <w:rPr>
          <w:rFonts w:cs="Arial"/>
        </w:rPr>
        <w:t xml:space="preserve">toviteli nové dílčí zakázky.   </w:t>
      </w:r>
    </w:p>
    <w:p w:rsidR="007549B2" w:rsidRPr="004E719A" w:rsidRDefault="007549B2" w:rsidP="007549B2">
      <w:pPr>
        <w:pStyle w:val="Odstavec2"/>
        <w:rPr>
          <w:rFonts w:cs="Arial"/>
        </w:rPr>
      </w:pPr>
      <w:r>
        <w:rPr>
          <w:rFonts w:cs="Arial"/>
        </w:rPr>
        <w:lastRenderedPageBreak/>
        <w:t xml:space="preserve">Objednatel </w:t>
      </w:r>
      <w:r w:rsidRPr="004E719A">
        <w:rPr>
          <w:rFonts w:cs="Arial"/>
        </w:rPr>
        <w:t xml:space="preserve"> hodlá uzavřít </w:t>
      </w:r>
      <w:r w:rsidR="002C7AEB">
        <w:rPr>
          <w:rFonts w:cs="Arial"/>
        </w:rPr>
        <w:t>S</w:t>
      </w:r>
      <w:r w:rsidRPr="004E719A">
        <w:rPr>
          <w:rFonts w:cs="Arial"/>
        </w:rPr>
        <w:t xml:space="preserve">mlouvu tak, aby tato </w:t>
      </w:r>
      <w:r w:rsidR="002C7AEB">
        <w:rPr>
          <w:rFonts w:cs="Arial"/>
        </w:rPr>
        <w:t>S</w:t>
      </w:r>
      <w:r w:rsidRPr="004E719A">
        <w:rPr>
          <w:rFonts w:cs="Arial"/>
        </w:rPr>
        <w:t xml:space="preserve">mlouva byla účinná od </w:t>
      </w:r>
      <w:proofErr w:type="gramStart"/>
      <w:r w:rsidRPr="004E719A">
        <w:rPr>
          <w:rFonts w:cs="Arial"/>
        </w:rPr>
        <w:t>1.</w:t>
      </w:r>
      <w:r>
        <w:rPr>
          <w:rFonts w:cs="Arial"/>
        </w:rPr>
        <w:t>4</w:t>
      </w:r>
      <w:r w:rsidRPr="004E719A">
        <w:rPr>
          <w:rFonts w:cs="Arial"/>
        </w:rPr>
        <w:t>.202</w:t>
      </w:r>
      <w:r>
        <w:rPr>
          <w:rFonts w:cs="Arial"/>
        </w:rPr>
        <w:t>1</w:t>
      </w:r>
      <w:proofErr w:type="gramEnd"/>
      <w:r w:rsidRPr="004E719A">
        <w:rPr>
          <w:rFonts w:cs="Arial"/>
        </w:rPr>
        <w:t xml:space="preserve">. </w:t>
      </w:r>
    </w:p>
    <w:p w:rsidR="007549B2" w:rsidRPr="004E719A" w:rsidRDefault="007549B2" w:rsidP="007549B2">
      <w:pPr>
        <w:pStyle w:val="Odstavec2"/>
        <w:rPr>
          <w:rFonts w:cs="Arial"/>
        </w:rPr>
      </w:pPr>
      <w:r w:rsidRPr="004E719A">
        <w:rPr>
          <w:rFonts w:cs="Arial"/>
        </w:rPr>
        <w:t xml:space="preserve">Účinnost </w:t>
      </w:r>
      <w:r w:rsidR="002C7AEB">
        <w:rPr>
          <w:rFonts w:cs="Arial"/>
        </w:rPr>
        <w:t>S</w:t>
      </w:r>
      <w:r w:rsidRPr="004E719A">
        <w:rPr>
          <w:rFonts w:cs="Arial"/>
        </w:rPr>
        <w:t xml:space="preserve">mlouvy nastane </w:t>
      </w:r>
      <w:proofErr w:type="gramStart"/>
      <w:r w:rsidRPr="004E719A">
        <w:rPr>
          <w:rFonts w:cs="Arial"/>
        </w:rPr>
        <w:t>buď</w:t>
      </w:r>
      <w:proofErr w:type="gramEnd"/>
      <w:r w:rsidRPr="004E719A">
        <w:rPr>
          <w:rFonts w:cs="Arial"/>
        </w:rPr>
        <w:t xml:space="preserve"> dne 1.</w:t>
      </w:r>
      <w:r>
        <w:rPr>
          <w:rFonts w:cs="Arial"/>
        </w:rPr>
        <w:t>4</w:t>
      </w:r>
      <w:r w:rsidRPr="004E719A">
        <w:rPr>
          <w:rFonts w:cs="Arial"/>
        </w:rPr>
        <w:t>.202</w:t>
      </w:r>
      <w:r>
        <w:rPr>
          <w:rFonts w:cs="Arial"/>
        </w:rPr>
        <w:t>1</w:t>
      </w:r>
      <w:r w:rsidRPr="004E719A">
        <w:rPr>
          <w:rFonts w:cs="Arial"/>
        </w:rPr>
        <w:t xml:space="preserve"> nebo v případě, kdy z jakéhokoliv důvodu nedojde k uzavření </w:t>
      </w:r>
      <w:r w:rsidR="002C7AEB">
        <w:rPr>
          <w:rFonts w:cs="Arial"/>
        </w:rPr>
        <w:t>S</w:t>
      </w:r>
      <w:r w:rsidRPr="004E719A">
        <w:rPr>
          <w:rFonts w:cs="Arial"/>
        </w:rPr>
        <w:t>mlouvy do 31.</w:t>
      </w:r>
      <w:r>
        <w:rPr>
          <w:rFonts w:cs="Arial"/>
        </w:rPr>
        <w:t>3</w:t>
      </w:r>
      <w:r w:rsidRPr="004E719A">
        <w:rPr>
          <w:rFonts w:cs="Arial"/>
        </w:rPr>
        <w:t>.202</w:t>
      </w:r>
      <w:r>
        <w:rPr>
          <w:rFonts w:cs="Arial"/>
        </w:rPr>
        <w:t>1</w:t>
      </w:r>
      <w:r w:rsidRPr="004E719A">
        <w:rPr>
          <w:rFonts w:cs="Arial"/>
        </w:rPr>
        <w:t xml:space="preserve"> dnem, kdy bude uzavřena smlouva na předmět plnění této zakázky s vybraným dodavatelem (tzn., že platnosti a účinnosti nabude dotčená </w:t>
      </w:r>
      <w:r w:rsidR="002C7AEB">
        <w:rPr>
          <w:rFonts w:cs="Arial"/>
        </w:rPr>
        <w:t>S</w:t>
      </w:r>
      <w:r w:rsidRPr="004E719A">
        <w:rPr>
          <w:rFonts w:cs="Arial"/>
        </w:rPr>
        <w:t xml:space="preserve">mlouva dnem podpisu smlouvy oběma smluvními stranami, tj. vybraným dodavatelem a zadavatelem), nestanoví-li obecně závazný právní předpis něco </w:t>
      </w:r>
      <w:proofErr w:type="gramStart"/>
      <w:r w:rsidRPr="004E719A">
        <w:rPr>
          <w:rFonts w:cs="Arial"/>
        </w:rPr>
        <w:t>jiného.</w:t>
      </w:r>
      <w:proofErr w:type="gramEnd"/>
      <w:r w:rsidRPr="004E719A">
        <w:rPr>
          <w:rFonts w:cs="Arial"/>
        </w:rPr>
        <w:t xml:space="preserve"> </w:t>
      </w:r>
    </w:p>
    <w:p w:rsidR="005C302D" w:rsidRDefault="003E43F5" w:rsidP="005C302D">
      <w:pPr>
        <w:pStyle w:val="Odstavec2"/>
      </w:pPr>
      <w:r w:rsidRPr="005C302D">
        <w:rPr>
          <w:rFonts w:cs="Arial"/>
        </w:rPr>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rsidR="005C302D" w:rsidRDefault="003E43F5" w:rsidP="005C302D">
      <w:pPr>
        <w:pStyle w:val="Odstavec2"/>
      </w:pPr>
      <w:r w:rsidRPr="00D7235E">
        <w:t>Tato Smlouva, jakož i dílčí smlouva a veškeré právní vztahy z ní vzniklé se řídí příslušnými ustanoveními zákona č. 89/2012 Sb., občanského zákoníku, v platném znění, a ostatními závaznými právními předpisy českého právního řádu.</w:t>
      </w:r>
    </w:p>
    <w:p w:rsidR="005C302D" w:rsidRDefault="003E43F5" w:rsidP="005C302D">
      <w:pPr>
        <w:pStyle w:val="Odstavec2"/>
      </w:pPr>
      <w:r w:rsidRPr="00D7235E">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rsidR="005C302D" w:rsidRDefault="003E43F5" w:rsidP="005C302D">
      <w:pPr>
        <w:pStyle w:val="Odstavec2"/>
      </w:pPr>
      <w:r w:rsidRPr="00D7235E">
        <w:t>Tato Smlouva představuje úplnou dohodu mezi Smluvními stranami týkající se jejího předmětu a prohlašují, že ke dni uzavření této Smlouvy se ruší veškerá případná ujednání a dohody, které by se týkaly shodného předmětu a tyto jsou v plném rozsahu nahrazeny ujednáními obsaženými v této Smlouvě.</w:t>
      </w:r>
    </w:p>
    <w:p w:rsidR="005C302D" w:rsidRDefault="003E43F5" w:rsidP="005C302D">
      <w:pPr>
        <w:pStyle w:val="Odstavec2"/>
      </w:pPr>
      <w:r w:rsidRPr="00D7235E">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rsidR="005C302D" w:rsidRDefault="003E43F5" w:rsidP="005C302D">
      <w:pPr>
        <w:pStyle w:val="Odstavec2"/>
      </w:pPr>
      <w:r w:rsidRPr="00D7235E">
        <w:t>Tuto Smlouvu nelze převádět rubopisem.</w:t>
      </w:r>
    </w:p>
    <w:p w:rsidR="005C302D" w:rsidRDefault="003E43F5" w:rsidP="005C302D">
      <w:pPr>
        <w:pStyle w:val="Odstavec2"/>
      </w:pPr>
      <w:r w:rsidRPr="00D7235E">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5C302D" w:rsidRDefault="003E43F5" w:rsidP="005C302D">
      <w:pPr>
        <w:pStyle w:val="Odstavec2"/>
      </w:pPr>
      <w:r w:rsidRPr="00D7235E">
        <w:t>Veškeré změny a doplnění této Smlouvy mohou být provedeny, pouze pokud to právní předpisy umožňují, a to pouze vzestupně číslovanými písemnými dodatky, podepsanými oprávněnými zástupci obou Smluvních stran na téže listině.</w:t>
      </w:r>
    </w:p>
    <w:p w:rsidR="005C302D" w:rsidRDefault="003E43F5" w:rsidP="005C302D">
      <w:pPr>
        <w:pStyle w:val="Odstavec2"/>
      </w:pPr>
      <w:r w:rsidRPr="005C302D">
        <w:rPr>
          <w:rFonts w:cs="Arial"/>
        </w:rPr>
        <w:t xml:space="preserve">Smluvní </w:t>
      </w:r>
      <w:r w:rsidRPr="00D7235E">
        <w:t>strany si dále sjednaly, že obsah Smlouvy je dále určen ustanoveními Všeobecných obchodních podmínek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3E43F5" w:rsidRPr="00D7235E" w:rsidRDefault="003E43F5" w:rsidP="00A31C9D">
      <w:pPr>
        <w:pStyle w:val="Odstavec2"/>
      </w:pPr>
      <w:r w:rsidRPr="00D7235E">
        <w:t>VOP jsou uveřejněna na adrese</w:t>
      </w:r>
      <w:r w:rsidR="00A31C9D">
        <w:t xml:space="preserve"> </w:t>
      </w:r>
      <w:r w:rsidR="00A31C9D" w:rsidRPr="00A31C9D">
        <w:t>https://www.ceproas.cz/public/files/userfiles/vyberova_rizeni/VOP_M_2020-08-01.pdf</w:t>
      </w:r>
      <w:r w:rsidRPr="00D7235E">
        <w:t xml:space="preserve"> </w:t>
      </w:r>
    </w:p>
    <w:p w:rsidR="005C302D" w:rsidRDefault="003E43F5" w:rsidP="005C302D">
      <w:pPr>
        <w:pStyle w:val="Odstavec2"/>
        <w:tabs>
          <w:tab w:val="clear" w:pos="567"/>
          <w:tab w:val="left" w:pos="284"/>
        </w:tabs>
        <w:ind w:left="284" w:hanging="284"/>
      </w:pPr>
      <w:r>
        <w:tab/>
      </w:r>
      <w:r w:rsidRPr="00D7235E">
        <w:t>Smlu</w:t>
      </w:r>
      <w:r w:rsidR="005C302D">
        <w:t>vní strany prohlašují, že</w:t>
      </w:r>
      <w:r>
        <w:t xml:space="preserve"> </w:t>
      </w:r>
      <w:r w:rsidR="005C302D">
        <w:t xml:space="preserve">čl. </w:t>
      </w:r>
      <w:r w:rsidRPr="005D18D8">
        <w:t>6.3</w:t>
      </w:r>
      <w:r>
        <w:t xml:space="preserve"> a </w:t>
      </w:r>
      <w:r w:rsidRPr="00D7235E">
        <w:t>čl. 6.7</w:t>
      </w:r>
      <w:r>
        <w:t>.2</w:t>
      </w:r>
      <w:r w:rsidR="005C302D">
        <w:t>.2</w:t>
      </w:r>
      <w:r w:rsidRPr="00D7235E">
        <w:t xml:space="preserve"> se na vztah Smluvních stran založený touto Smlouvou</w:t>
      </w:r>
      <w:r>
        <w:t xml:space="preserve"> a dílčími smlouvami neuplatní.</w:t>
      </w:r>
    </w:p>
    <w:p w:rsidR="005C302D" w:rsidRPr="005C302D" w:rsidRDefault="003E43F5" w:rsidP="00000496">
      <w:pPr>
        <w:pStyle w:val="Odstavec2"/>
        <w:tabs>
          <w:tab w:val="clear" w:pos="567"/>
          <w:tab w:val="left" w:pos="284"/>
        </w:tabs>
        <w:ind w:left="284" w:hanging="284"/>
      </w:pPr>
      <w:r w:rsidRPr="005C302D">
        <w:rPr>
          <w:rFonts w:cs="Arial"/>
        </w:rPr>
        <w:t>Nedílnou součástí této Smlouvy jsou i její přílohy:</w:t>
      </w:r>
    </w:p>
    <w:p w:rsidR="003E43F5" w:rsidRPr="00D7235E" w:rsidRDefault="005C302D" w:rsidP="003E43F5">
      <w:pPr>
        <w:tabs>
          <w:tab w:val="left" w:pos="284"/>
        </w:tabs>
        <w:rPr>
          <w:rFonts w:cs="Arial"/>
        </w:rPr>
      </w:pPr>
      <w:r>
        <w:rPr>
          <w:rFonts w:cs="Arial"/>
        </w:rPr>
        <w:lastRenderedPageBreak/>
        <w:tab/>
      </w:r>
      <w:r>
        <w:rPr>
          <w:rFonts w:cs="Arial"/>
        </w:rPr>
        <w:tab/>
      </w:r>
      <w:r>
        <w:rPr>
          <w:rFonts w:cs="Arial"/>
        </w:rPr>
        <w:tab/>
      </w:r>
      <w:r>
        <w:rPr>
          <w:rFonts w:cs="Arial"/>
        </w:rPr>
        <w:tab/>
        <w:t>Příloha č. 1 – Harmonogram prací</w:t>
      </w:r>
    </w:p>
    <w:p w:rsidR="00A60391" w:rsidRDefault="003E43F5" w:rsidP="003E43F5">
      <w:pPr>
        <w:tabs>
          <w:tab w:val="left" w:pos="284"/>
        </w:tabs>
      </w:pPr>
      <w:r w:rsidRPr="00D7235E">
        <w:rPr>
          <w:rFonts w:cs="Arial"/>
        </w:rPr>
        <w:tab/>
      </w:r>
      <w:r w:rsidRPr="00D7235E">
        <w:rPr>
          <w:rFonts w:cs="Arial"/>
        </w:rPr>
        <w:tab/>
      </w:r>
      <w:r w:rsidRPr="00D7235E">
        <w:rPr>
          <w:rFonts w:cs="Arial"/>
        </w:rPr>
        <w:tab/>
      </w:r>
      <w:r w:rsidRPr="00D7235E">
        <w:rPr>
          <w:rFonts w:cs="Arial"/>
        </w:rPr>
        <w:tab/>
        <w:t xml:space="preserve">Příloha č. 2 – </w:t>
      </w:r>
      <w:r w:rsidR="00A60391">
        <w:t>Realizační postupy:</w:t>
      </w:r>
    </w:p>
    <w:p w:rsidR="00A60391" w:rsidRDefault="00A60391" w:rsidP="003E43F5">
      <w:pPr>
        <w:tabs>
          <w:tab w:val="left" w:pos="284"/>
        </w:tabs>
      </w:pPr>
      <w:r>
        <w:tab/>
      </w:r>
      <w:r>
        <w:tab/>
      </w:r>
      <w:r>
        <w:tab/>
      </w:r>
      <w:r>
        <w:tab/>
      </w:r>
      <w:r>
        <w:tab/>
      </w:r>
      <w:r>
        <w:tab/>
      </w:r>
      <w:r>
        <w:tab/>
        <w:t>technologický postup pro přípravu úseku pro vypouštění a/nebo chemické čištění,</w:t>
      </w:r>
    </w:p>
    <w:p w:rsidR="00A60391" w:rsidRDefault="00A60391" w:rsidP="003E43F5">
      <w:pPr>
        <w:tabs>
          <w:tab w:val="left" w:pos="284"/>
        </w:tabs>
      </w:pPr>
      <w:r>
        <w:tab/>
      </w:r>
      <w:r>
        <w:tab/>
      </w:r>
      <w:r>
        <w:tab/>
      </w:r>
      <w:r>
        <w:tab/>
      </w:r>
      <w:r>
        <w:tab/>
      </w:r>
      <w:r>
        <w:tab/>
      </w:r>
      <w:r>
        <w:tab/>
        <w:t>technologický postup pro vypuštění produktovodu,</w:t>
      </w:r>
    </w:p>
    <w:p w:rsidR="00A60391" w:rsidRDefault="00A60391" w:rsidP="003E43F5">
      <w:pPr>
        <w:tabs>
          <w:tab w:val="left" w:pos="284"/>
        </w:tabs>
      </w:pPr>
      <w:r>
        <w:tab/>
      </w:r>
      <w:r>
        <w:tab/>
      </w:r>
      <w:r>
        <w:tab/>
      </w:r>
      <w:r>
        <w:tab/>
      </w:r>
      <w:r>
        <w:tab/>
      </w:r>
      <w:r>
        <w:tab/>
      </w:r>
      <w:r>
        <w:tab/>
        <w:t>technologický postup pro chemické čištění potrubí produktovodu,</w:t>
      </w:r>
    </w:p>
    <w:p w:rsidR="00A60391" w:rsidRDefault="00A60391" w:rsidP="003E43F5">
      <w:pPr>
        <w:tabs>
          <w:tab w:val="left" w:pos="284"/>
        </w:tabs>
      </w:pPr>
      <w:r>
        <w:tab/>
      </w:r>
      <w:r>
        <w:tab/>
      </w:r>
      <w:r>
        <w:tab/>
      </w:r>
      <w:r>
        <w:tab/>
      </w:r>
      <w:r>
        <w:tab/>
      </w:r>
      <w:r>
        <w:tab/>
      </w:r>
      <w:r>
        <w:tab/>
        <w:t xml:space="preserve">technologický postup pro zprovoznění produktovodu a </w:t>
      </w:r>
    </w:p>
    <w:p w:rsidR="003E43F5" w:rsidRPr="00D7235E" w:rsidRDefault="00A60391" w:rsidP="003E43F5">
      <w:pPr>
        <w:tabs>
          <w:tab w:val="left" w:pos="284"/>
        </w:tabs>
        <w:rPr>
          <w:rFonts w:cs="Arial"/>
        </w:rPr>
      </w:pPr>
      <w:r>
        <w:tab/>
      </w:r>
      <w:r>
        <w:tab/>
      </w:r>
      <w:r>
        <w:tab/>
      </w:r>
      <w:r>
        <w:tab/>
      </w:r>
      <w:r>
        <w:tab/>
      </w:r>
      <w:r>
        <w:tab/>
      </w:r>
      <w:r>
        <w:tab/>
        <w:t>technologický postup pro provádění tlakových zkoušek</w:t>
      </w:r>
    </w:p>
    <w:p w:rsidR="003E43F5" w:rsidRDefault="003E43F5" w:rsidP="003E43F5">
      <w:pPr>
        <w:tabs>
          <w:tab w:val="left" w:pos="284"/>
        </w:tabs>
        <w:rPr>
          <w:rFonts w:cs="Arial"/>
        </w:rPr>
      </w:pPr>
      <w:r w:rsidRPr="00D7235E">
        <w:rPr>
          <w:rFonts w:cs="Arial"/>
        </w:rPr>
        <w:tab/>
      </w:r>
      <w:r w:rsidRPr="00D7235E">
        <w:rPr>
          <w:rFonts w:cs="Arial"/>
        </w:rPr>
        <w:tab/>
      </w:r>
      <w:r w:rsidRPr="00D7235E">
        <w:rPr>
          <w:rFonts w:cs="Arial"/>
        </w:rPr>
        <w:tab/>
      </w:r>
      <w:r w:rsidRPr="00D7235E">
        <w:rPr>
          <w:rFonts w:cs="Arial"/>
        </w:rPr>
        <w:tab/>
        <w:t>Příl</w:t>
      </w:r>
      <w:r>
        <w:rPr>
          <w:rFonts w:cs="Arial"/>
        </w:rPr>
        <w:t xml:space="preserve">oha č. 3 – </w:t>
      </w:r>
      <w:r w:rsidR="00A60391">
        <w:rPr>
          <w:rFonts w:cs="Arial"/>
        </w:rPr>
        <w:t xml:space="preserve">Cenová nabídka ze dne </w:t>
      </w:r>
      <w:r w:rsidR="00A31C9D" w:rsidRPr="00EF4F10">
        <w:rPr>
          <w:rFonts w:cs="Arial"/>
          <w:highlight w:val="yellow"/>
        </w:rPr>
        <w:t>………</w:t>
      </w:r>
      <w:proofErr w:type="gramStart"/>
      <w:r w:rsidR="00A31C9D" w:rsidRPr="00EF4F10">
        <w:rPr>
          <w:rFonts w:cs="Arial"/>
          <w:highlight w:val="yellow"/>
        </w:rPr>
        <w:t>…..</w:t>
      </w:r>
      <w:proofErr w:type="gramEnd"/>
    </w:p>
    <w:p w:rsidR="00A60391" w:rsidRDefault="00A60391" w:rsidP="003E43F5">
      <w:pPr>
        <w:tabs>
          <w:tab w:val="left" w:pos="284"/>
        </w:tabs>
        <w:rPr>
          <w:rFonts w:cs="Arial"/>
        </w:rPr>
      </w:pPr>
      <w:r>
        <w:rPr>
          <w:rFonts w:cs="Arial"/>
        </w:rPr>
        <w:tab/>
      </w:r>
      <w:r>
        <w:rPr>
          <w:rFonts w:cs="Arial"/>
        </w:rPr>
        <w:tab/>
      </w:r>
      <w:r>
        <w:rPr>
          <w:rFonts w:cs="Arial"/>
        </w:rPr>
        <w:tab/>
      </w:r>
      <w:r>
        <w:rPr>
          <w:rFonts w:cs="Arial"/>
        </w:rPr>
        <w:tab/>
        <w:t>Příloha č. 4 – Přehled tras produktovodů</w:t>
      </w:r>
    </w:p>
    <w:p w:rsidR="003E43F5" w:rsidRDefault="003E43F5" w:rsidP="00A60391">
      <w:pPr>
        <w:tabs>
          <w:tab w:val="left" w:pos="284"/>
        </w:tabs>
      </w:pPr>
      <w:r w:rsidRPr="00BA59A8">
        <w:t xml:space="preserve">Tato Smlouva byla </w:t>
      </w:r>
      <w:r>
        <w:t>S</w:t>
      </w:r>
      <w:r w:rsidRPr="00BA59A8">
        <w:t>mluvními stranami podepsána v</w:t>
      </w:r>
      <w:r w:rsidR="00D72E16">
        <w:t xml:space="preserve"> </w:t>
      </w:r>
      <w:r w:rsidR="00D72E16" w:rsidRPr="00E976EF">
        <w:t xml:space="preserve">pěti vyhotoveních, z nichž objednatel obdrží tři vyhotovení a </w:t>
      </w:r>
      <w:proofErr w:type="gramStart"/>
      <w:r w:rsidR="00D72E16">
        <w:t xml:space="preserve">zhotovitel  </w:t>
      </w:r>
      <w:r w:rsidR="00D72E16" w:rsidRPr="00E976EF">
        <w:t>dvě</w:t>
      </w:r>
      <w:proofErr w:type="gramEnd"/>
      <w:r w:rsidR="00D72E16" w:rsidRPr="00E976EF">
        <w:t xml:space="preserve"> vyhotovení</w:t>
      </w:r>
      <w:r w:rsidR="00CD6347">
        <w:t>.</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EB045D" w:rsidRPr="0045374D" w:rsidRDefault="00EB045D" w:rsidP="00BC4745">
      <w:pPr>
        <w:pStyle w:val="Odstavec2"/>
        <w:tabs>
          <w:tab w:val="clear" w:pos="567"/>
          <w:tab w:val="left" w:pos="284"/>
        </w:tabs>
        <w:ind w:left="284" w:hanging="284"/>
        <w:rPr>
          <w:rFonts w:cs="Arial"/>
        </w:rPr>
      </w:pPr>
      <w:r w:rsidRPr="00A752CE">
        <w:rPr>
          <w:rFonts w:cs="Arial"/>
        </w:rPr>
        <w:t>Nedílnou</w:t>
      </w:r>
      <w:r w:rsidRPr="00BC4745">
        <w:rPr>
          <w:rFonts w:cs="Arial"/>
        </w:rPr>
        <w:t xml:space="preserve"> součástí Smlouvy jsou podmínky uvedené v Registru bezpečnostních požadavků ČEPRO, a.s. (dále jen</w:t>
      </w:r>
      <w:r w:rsidRPr="00B44C5B">
        <w:rPr>
          <w:rFonts w:cs="Arial"/>
        </w:rPr>
        <w:t xml:space="preserve"> „</w:t>
      </w:r>
      <w:r w:rsidRPr="00BC4745">
        <w:rPr>
          <w:rFonts w:cs="Arial"/>
        </w:rPr>
        <w:t>Registr</w:t>
      </w:r>
      <w:r w:rsidRPr="00B44C5B">
        <w:rPr>
          <w:rFonts w:cs="Arial"/>
        </w:rPr>
        <w:t>“)</w:t>
      </w:r>
      <w:r w:rsidRPr="00F72667">
        <w:rPr>
          <w:rFonts w:cs="Arial"/>
        </w:rPr>
        <w:t xml:space="preserve">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w:t>
      </w:r>
      <w:r w:rsidRPr="000D2ECB">
        <w:rPr>
          <w:rFonts w:cs="Arial"/>
        </w:rPr>
        <w:t xml:space="preserve">ím předpisem Objednatele. V případě rozdílu mezi ustanovením v Registru a ustanoveními v této Smlouvě, mají přednost ustanovení v této Smlouvě. </w:t>
      </w:r>
    </w:p>
    <w:p w:rsidR="00EB045D" w:rsidRPr="00BC4745" w:rsidRDefault="00EB045D" w:rsidP="00BC4745">
      <w:pPr>
        <w:pStyle w:val="Odstavec2"/>
        <w:tabs>
          <w:tab w:val="clear" w:pos="567"/>
          <w:tab w:val="left" w:pos="284"/>
        </w:tabs>
        <w:ind w:left="284" w:hanging="284"/>
        <w:rPr>
          <w:rFonts w:cs="Arial"/>
        </w:rPr>
      </w:pPr>
      <w:r w:rsidRPr="00BC4745">
        <w:rPr>
          <w:rFonts w:cs="Arial"/>
        </w:rPr>
        <w:t xml:space="preserve">Registr je uveřejněn na internetových stránkách </w:t>
      </w:r>
      <w:hyperlink r:id="rId18" w:history="1">
        <w:r w:rsidRPr="00BC4745">
          <w:rPr>
            <w:rFonts w:cs="Arial"/>
          </w:rPr>
          <w:t>https://www.ceproas.cz/vyberova-rizeni/zverejneni-poptavek</w:t>
        </w:r>
      </w:hyperlink>
    </w:p>
    <w:p w:rsidR="00EB045D" w:rsidRPr="00BC4745" w:rsidRDefault="00EB045D" w:rsidP="00BC4745">
      <w:pPr>
        <w:pStyle w:val="Odstavec2"/>
        <w:tabs>
          <w:tab w:val="clear" w:pos="567"/>
          <w:tab w:val="left" w:pos="284"/>
        </w:tabs>
        <w:ind w:left="284" w:hanging="284"/>
        <w:rPr>
          <w:rFonts w:cs="Arial"/>
        </w:rPr>
      </w:pPr>
      <w:r w:rsidRPr="00BC4745">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rsidR="00EB045D" w:rsidRPr="00BC4745" w:rsidRDefault="00EB045D" w:rsidP="00BC4745">
      <w:pPr>
        <w:pStyle w:val="Odstavec2"/>
        <w:tabs>
          <w:tab w:val="clear" w:pos="567"/>
          <w:tab w:val="left" w:pos="284"/>
        </w:tabs>
        <w:ind w:left="284" w:hanging="284"/>
        <w:rPr>
          <w:rFonts w:cs="Arial"/>
        </w:rPr>
      </w:pPr>
      <w:r w:rsidRPr="00BC4745">
        <w:rPr>
          <w:rFonts w:cs="Arial"/>
        </w:rPr>
        <w:t xml:space="preserve">V případě porušení povinností stanovených v Registru je Objednatel oprávněn ukládat Zhotoviteli nápravná opatření, včetně přerušení prací, a udělit sankce stanovené v Registru. </w:t>
      </w:r>
    </w:p>
    <w:p w:rsidR="00EB045D" w:rsidRPr="00A60391" w:rsidRDefault="00EB045D" w:rsidP="00A60391">
      <w:pPr>
        <w:tabs>
          <w:tab w:val="left" w:pos="284"/>
        </w:tabs>
        <w:rPr>
          <w:rFonts w:cs="Arial"/>
        </w:rPr>
      </w:pPr>
    </w:p>
    <w:p w:rsidR="003F27AB" w:rsidRDefault="003F27AB" w:rsidP="0021315A"/>
    <w:p w:rsidR="0021315A" w:rsidRDefault="0021315A" w:rsidP="0021315A">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rsidR="0021315A" w:rsidRDefault="0021315A" w:rsidP="0021315A">
      <w:r>
        <w:t>V Praze dne</w:t>
      </w:r>
      <w:r>
        <w:tab/>
      </w:r>
      <w:r>
        <w:tab/>
      </w:r>
      <w:r>
        <w:tab/>
      </w:r>
      <w:r>
        <w:tab/>
      </w:r>
      <w:r w:rsidR="00810395">
        <w:tab/>
      </w:r>
      <w:r w:rsidR="00810395">
        <w:tab/>
      </w:r>
      <w:r w:rsidR="00810395">
        <w:tab/>
      </w:r>
      <w:r w:rsidR="00810395">
        <w:tab/>
      </w:r>
      <w:r w:rsidR="00810395">
        <w:tab/>
      </w:r>
      <w:r>
        <w:tab/>
      </w:r>
      <w:r>
        <w:tab/>
      </w:r>
      <w:r>
        <w:tab/>
      </w:r>
    </w:p>
    <w:p w:rsidR="0021315A" w:rsidRDefault="0021315A" w:rsidP="0021315A">
      <w:r>
        <w:t>ČEPRO, a.s.</w:t>
      </w:r>
      <w:r>
        <w:tab/>
      </w:r>
      <w:r>
        <w:tab/>
      </w:r>
      <w:r>
        <w:tab/>
      </w:r>
      <w:r>
        <w:tab/>
      </w:r>
      <w:r>
        <w:tab/>
      </w:r>
      <w:r>
        <w:tab/>
      </w:r>
      <w:r>
        <w:tab/>
      </w:r>
      <w:r>
        <w:tab/>
      </w:r>
      <w:r>
        <w:tab/>
      </w:r>
      <w:r>
        <w:tab/>
      </w:r>
      <w:r>
        <w:tab/>
      </w:r>
      <w:r>
        <w:tab/>
      </w:r>
      <w:r>
        <w:tab/>
      </w:r>
      <w:r>
        <w:tab/>
      </w:r>
      <w:r w:rsidR="00F411C1">
        <w:t>.</w:t>
      </w:r>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r>
        <w:tab/>
      </w:r>
    </w:p>
    <w:p w:rsidR="00810395" w:rsidRDefault="0021315A" w:rsidP="0021315A">
      <w:r>
        <w:t>předseda představenstva</w:t>
      </w:r>
      <w:r w:rsidR="00184468">
        <w:tab/>
      </w:r>
      <w:r w:rsidR="00184468">
        <w:tab/>
      </w:r>
      <w:r w:rsidR="00184468">
        <w:tab/>
      </w:r>
      <w:r w:rsidR="00746BAF">
        <w:t xml:space="preserve">  </w:t>
      </w:r>
      <w:r w:rsidR="00746BAF">
        <w:tab/>
      </w:r>
      <w:r w:rsidR="00746BAF">
        <w:tab/>
      </w:r>
      <w:r w:rsidR="00746BAF">
        <w:tab/>
      </w:r>
      <w:r w:rsidR="00746BAF">
        <w:tab/>
      </w:r>
      <w:r w:rsidR="00746BAF">
        <w:tab/>
      </w:r>
      <w:r w:rsidR="00746BAF">
        <w:tab/>
      </w:r>
      <w:r w:rsidR="00746BAF">
        <w:tab/>
      </w:r>
      <w:r w:rsidR="00746BAF">
        <w:tab/>
      </w:r>
    </w:p>
    <w:p w:rsidR="0021315A" w:rsidRDefault="00184468" w:rsidP="0021315A">
      <w:r>
        <w:tab/>
      </w:r>
      <w:r>
        <w:tab/>
      </w:r>
      <w:r>
        <w:tab/>
      </w:r>
      <w:r>
        <w:tab/>
      </w:r>
      <w:r>
        <w:tab/>
      </w:r>
      <w:r>
        <w:tab/>
      </w:r>
      <w:r>
        <w:tab/>
      </w:r>
      <w:r w:rsidR="0021315A">
        <w:tab/>
      </w:r>
    </w:p>
    <w:p w:rsidR="0021315A" w:rsidRDefault="0021315A" w:rsidP="0021315A">
      <w:r>
        <w:t>……………………………</w:t>
      </w:r>
      <w:r>
        <w:tab/>
      </w:r>
      <w:r w:rsidR="00184468">
        <w:tab/>
      </w:r>
      <w:r w:rsidR="00184468">
        <w:tab/>
      </w:r>
      <w:r w:rsidR="00184468">
        <w:tab/>
      </w:r>
      <w:r w:rsidR="00184468">
        <w:tab/>
      </w:r>
      <w:r w:rsidR="00184468">
        <w:tab/>
      </w:r>
      <w:r w:rsidR="00184468">
        <w:tab/>
      </w:r>
      <w:r w:rsidR="00184468">
        <w:tab/>
      </w:r>
      <w:r w:rsidR="00184468">
        <w:tab/>
      </w:r>
      <w:r w:rsidR="00184468">
        <w:tab/>
      </w:r>
      <w:r w:rsidR="00184468">
        <w:tab/>
      </w:r>
      <w:r w:rsidR="008452E0">
        <w:t>……………………………</w:t>
      </w:r>
    </w:p>
    <w:p w:rsidR="0021315A" w:rsidRDefault="0021315A" w:rsidP="009C6A0D">
      <w:pPr>
        <w:spacing w:after="0"/>
      </w:pPr>
      <w:r>
        <w:t xml:space="preserve">Ing. </w:t>
      </w:r>
      <w:r w:rsidR="00A31C9D">
        <w:t xml:space="preserve">František Todt </w:t>
      </w:r>
      <w:r>
        <w:tab/>
      </w:r>
      <w:r w:rsidR="00151225">
        <w:tab/>
      </w:r>
      <w:r w:rsidR="00151225">
        <w:tab/>
      </w:r>
      <w:r w:rsidR="00151225">
        <w:tab/>
      </w:r>
      <w:r w:rsidR="00151225">
        <w:tab/>
      </w:r>
      <w:r w:rsidR="00151225">
        <w:tab/>
      </w:r>
      <w:r w:rsidR="00151225">
        <w:tab/>
      </w:r>
      <w:r w:rsidR="00151225">
        <w:tab/>
      </w:r>
      <w:r w:rsidR="00151225">
        <w:tab/>
      </w:r>
      <w:r w:rsidR="00151225">
        <w:tab/>
      </w:r>
      <w:r w:rsidR="00151225">
        <w:tab/>
      </w:r>
      <w:r w:rsidR="00151225">
        <w:tab/>
      </w:r>
    </w:p>
    <w:p w:rsidR="00F0254B" w:rsidRDefault="0021315A" w:rsidP="0021315A">
      <w:r>
        <w:t>člen představenstva</w:t>
      </w:r>
      <w:r w:rsidR="00184468">
        <w:t xml:space="preserve"> </w:t>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p>
    <w:sectPr w:rsidR="00F0254B" w:rsidSect="008A5C94">
      <w:headerReference w:type="default" r:id="rId19"/>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869" w:rsidRDefault="00995869">
      <w:r>
        <w:separator/>
      </w:r>
    </w:p>
  </w:endnote>
  <w:endnote w:type="continuationSeparator" w:id="0">
    <w:p w:rsidR="00995869" w:rsidRDefault="0099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40" w:rsidRDefault="001C1340">
    <w:pPr>
      <w:pStyle w:val="Zpat"/>
    </w:pPr>
    <w:r>
      <w:rPr>
        <w:noProof/>
        <w:sz w:val="20"/>
      </w:rPr>
      <mc:AlternateContent>
        <mc:Choice Requires="wps">
          <w:drawing>
            <wp:anchor distT="4294967295" distB="4294967295" distL="114300" distR="114300" simplePos="0" relativeHeight="251657728" behindDoc="0" locked="0" layoutInCell="1" allowOverlap="1" wp14:anchorId="1CBA6BA7" wp14:editId="36C0A236">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1C1340" w:rsidRDefault="001C134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12A4F">
      <w:rPr>
        <w:rStyle w:val="slostrnky"/>
        <w:noProof/>
      </w:rPr>
      <w:t>13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12A4F">
      <w:rPr>
        <w:rStyle w:val="slostrnky"/>
        <w:noProof/>
      </w:rPr>
      <w:t>18</w:t>
    </w:r>
    <w:r>
      <w:rPr>
        <w:rStyle w:val="slostrnky"/>
      </w:rPr>
      <w:fldChar w:fldCharType="end"/>
    </w:r>
  </w:p>
  <w:p w:rsidR="001C1340" w:rsidRDefault="001C13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869" w:rsidRDefault="00995869">
      <w:r>
        <w:separator/>
      </w:r>
    </w:p>
  </w:footnote>
  <w:footnote w:type="continuationSeparator" w:id="0">
    <w:p w:rsidR="00995869" w:rsidRDefault="009958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40" w:rsidRDefault="001C134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F37748C"/>
    <w:multiLevelType w:val="multilevel"/>
    <w:tmpl w:val="C4CAFD92"/>
    <w:lvl w:ilvl="0">
      <w:start w:val="1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42A1F20"/>
    <w:multiLevelType w:val="multilevel"/>
    <w:tmpl w:val="1E14350C"/>
    <w:lvl w:ilvl="0">
      <w:start w:val="2"/>
      <w:numFmt w:val="decimal"/>
      <w:lvlText w:val="%1"/>
      <w:lvlJc w:val="left"/>
      <w:pPr>
        <w:ind w:left="375" w:hanging="375"/>
      </w:pPr>
      <w:rPr>
        <w:rFonts w:hint="default"/>
      </w:rPr>
    </w:lvl>
    <w:lvl w:ilvl="1">
      <w:start w:val="1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2ED73473"/>
    <w:multiLevelType w:val="multilevel"/>
    <w:tmpl w:val="D7EAEDD4"/>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3EF744F"/>
    <w:multiLevelType w:val="hybridMultilevel"/>
    <w:tmpl w:val="9AC4F1CC"/>
    <w:lvl w:ilvl="0" w:tplc="ADE49FA2">
      <w:start w:val="1"/>
      <w:numFmt w:val="lowerLetter"/>
      <w:lvlText w:val="%1)"/>
      <w:lvlJc w:val="left"/>
      <w:pPr>
        <w:ind w:left="1344" w:hanging="360"/>
      </w:pPr>
      <w:rPr>
        <w:rFonts w:ascii="Arial" w:eastAsia="Times New Roman" w:hAnsi="Arial" w:cs="Times New Roman"/>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7">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6504202F"/>
    <w:multiLevelType w:val="multilevel"/>
    <w:tmpl w:val="5956CEC8"/>
    <w:lvl w:ilvl="0">
      <w:start w:val="1"/>
      <w:numFmt w:val="ordinal"/>
      <w:pStyle w:val="lnek"/>
      <w:suff w:val="space"/>
      <w:lvlText w:val="Čl. %1"/>
      <w:lvlJc w:val="left"/>
      <w:pPr>
        <w:ind w:left="2297"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5"/>
  </w:num>
  <w:num w:numId="4">
    <w:abstractNumId w:val="11"/>
  </w:num>
  <w:num w:numId="5">
    <w:abstractNumId w:val="10"/>
  </w:num>
  <w:num w:numId="6">
    <w:abstractNumId w:val="3"/>
  </w:num>
  <w:num w:numId="7">
    <w:abstractNumId w:val="12"/>
  </w:num>
  <w:num w:numId="8">
    <w:abstractNumId w:val="2"/>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
  </w:num>
  <w:num w:numId="13">
    <w:abstractNumId w:val="11"/>
  </w:num>
  <w:num w:numId="14">
    <w:abstractNumId w:val="6"/>
  </w:num>
  <w:num w:numId="15">
    <w:abstractNumId w:val="11"/>
  </w:num>
  <w:num w:numId="16">
    <w:abstractNumId w:val="11"/>
  </w:num>
  <w:num w:numId="17">
    <w:abstractNumId w:val="11"/>
  </w:num>
  <w:num w:numId="18">
    <w:abstractNumId w:val="4"/>
  </w:num>
  <w:num w:numId="19">
    <w:abstractNumId w:val="11"/>
  </w:num>
  <w:num w:numId="20">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00496"/>
    <w:rsid w:val="00001C1F"/>
    <w:rsid w:val="000040BA"/>
    <w:rsid w:val="000130E4"/>
    <w:rsid w:val="0001359F"/>
    <w:rsid w:val="0002736F"/>
    <w:rsid w:val="000318B6"/>
    <w:rsid w:val="00032863"/>
    <w:rsid w:val="00034C9F"/>
    <w:rsid w:val="00053141"/>
    <w:rsid w:val="00053493"/>
    <w:rsid w:val="00053CB1"/>
    <w:rsid w:val="00065A83"/>
    <w:rsid w:val="0007144A"/>
    <w:rsid w:val="00075F35"/>
    <w:rsid w:val="000766BA"/>
    <w:rsid w:val="00077423"/>
    <w:rsid w:val="00077473"/>
    <w:rsid w:val="0008064E"/>
    <w:rsid w:val="000811A4"/>
    <w:rsid w:val="00086A0F"/>
    <w:rsid w:val="00087EA0"/>
    <w:rsid w:val="000964FF"/>
    <w:rsid w:val="000979EA"/>
    <w:rsid w:val="000A28F2"/>
    <w:rsid w:val="000A51A8"/>
    <w:rsid w:val="000B41BB"/>
    <w:rsid w:val="000B64D1"/>
    <w:rsid w:val="000B789B"/>
    <w:rsid w:val="000B7F7A"/>
    <w:rsid w:val="000C04EF"/>
    <w:rsid w:val="000C3F7B"/>
    <w:rsid w:val="000D17A4"/>
    <w:rsid w:val="000D19D8"/>
    <w:rsid w:val="000D2C2E"/>
    <w:rsid w:val="000D2ECB"/>
    <w:rsid w:val="000D3CBD"/>
    <w:rsid w:val="000D5017"/>
    <w:rsid w:val="000E16A0"/>
    <w:rsid w:val="000E447C"/>
    <w:rsid w:val="000F00FA"/>
    <w:rsid w:val="000F2F08"/>
    <w:rsid w:val="000F3EAC"/>
    <w:rsid w:val="000F557C"/>
    <w:rsid w:val="000F5682"/>
    <w:rsid w:val="000F64DD"/>
    <w:rsid w:val="000F70F6"/>
    <w:rsid w:val="0010147B"/>
    <w:rsid w:val="00106656"/>
    <w:rsid w:val="00117E01"/>
    <w:rsid w:val="00122684"/>
    <w:rsid w:val="00125CA2"/>
    <w:rsid w:val="001265C5"/>
    <w:rsid w:val="00132A91"/>
    <w:rsid w:val="00140A35"/>
    <w:rsid w:val="00144F11"/>
    <w:rsid w:val="00147602"/>
    <w:rsid w:val="001509C2"/>
    <w:rsid w:val="00151225"/>
    <w:rsid w:val="00160AFF"/>
    <w:rsid w:val="001626B5"/>
    <w:rsid w:val="00163638"/>
    <w:rsid w:val="001651CE"/>
    <w:rsid w:val="00165A25"/>
    <w:rsid w:val="001704A9"/>
    <w:rsid w:val="00176B5F"/>
    <w:rsid w:val="00184468"/>
    <w:rsid w:val="00197396"/>
    <w:rsid w:val="00197EB3"/>
    <w:rsid w:val="001B0E63"/>
    <w:rsid w:val="001B2532"/>
    <w:rsid w:val="001B5C0B"/>
    <w:rsid w:val="001C1340"/>
    <w:rsid w:val="001C64D5"/>
    <w:rsid w:val="001E02C2"/>
    <w:rsid w:val="001E406E"/>
    <w:rsid w:val="001E59C8"/>
    <w:rsid w:val="001F0EAB"/>
    <w:rsid w:val="001F3C07"/>
    <w:rsid w:val="00204680"/>
    <w:rsid w:val="00204984"/>
    <w:rsid w:val="00207437"/>
    <w:rsid w:val="0021315A"/>
    <w:rsid w:val="0021560B"/>
    <w:rsid w:val="00216448"/>
    <w:rsid w:val="00221E1A"/>
    <w:rsid w:val="00225234"/>
    <w:rsid w:val="002319D1"/>
    <w:rsid w:val="00233A23"/>
    <w:rsid w:val="00234917"/>
    <w:rsid w:val="00234A2D"/>
    <w:rsid w:val="0023635D"/>
    <w:rsid w:val="00240756"/>
    <w:rsid w:val="002415D8"/>
    <w:rsid w:val="00245CA9"/>
    <w:rsid w:val="00251141"/>
    <w:rsid w:val="002525FB"/>
    <w:rsid w:val="00252A4F"/>
    <w:rsid w:val="00257863"/>
    <w:rsid w:val="00260A80"/>
    <w:rsid w:val="00262283"/>
    <w:rsid w:val="00262368"/>
    <w:rsid w:val="00277452"/>
    <w:rsid w:val="00280022"/>
    <w:rsid w:val="00280491"/>
    <w:rsid w:val="00280E56"/>
    <w:rsid w:val="00280F37"/>
    <w:rsid w:val="00283D22"/>
    <w:rsid w:val="00285275"/>
    <w:rsid w:val="00295795"/>
    <w:rsid w:val="00297090"/>
    <w:rsid w:val="002A25B7"/>
    <w:rsid w:val="002A6659"/>
    <w:rsid w:val="002A6D41"/>
    <w:rsid w:val="002B077C"/>
    <w:rsid w:val="002C2107"/>
    <w:rsid w:val="002C254F"/>
    <w:rsid w:val="002C7AEB"/>
    <w:rsid w:val="002D2C37"/>
    <w:rsid w:val="002D5AC1"/>
    <w:rsid w:val="002D742C"/>
    <w:rsid w:val="002E07B4"/>
    <w:rsid w:val="002E16FB"/>
    <w:rsid w:val="002E6CE0"/>
    <w:rsid w:val="002F118D"/>
    <w:rsid w:val="002F1B3A"/>
    <w:rsid w:val="002F2996"/>
    <w:rsid w:val="002F6183"/>
    <w:rsid w:val="00304C2B"/>
    <w:rsid w:val="0031139F"/>
    <w:rsid w:val="00312A4F"/>
    <w:rsid w:val="00316F94"/>
    <w:rsid w:val="0031724E"/>
    <w:rsid w:val="00321FD6"/>
    <w:rsid w:val="003221B0"/>
    <w:rsid w:val="00322B8D"/>
    <w:rsid w:val="00325CAB"/>
    <w:rsid w:val="0033693D"/>
    <w:rsid w:val="00337DC9"/>
    <w:rsid w:val="00337F46"/>
    <w:rsid w:val="003415BA"/>
    <w:rsid w:val="0034399E"/>
    <w:rsid w:val="00350BB0"/>
    <w:rsid w:val="00353CCB"/>
    <w:rsid w:val="00361B1A"/>
    <w:rsid w:val="00362AD8"/>
    <w:rsid w:val="00363594"/>
    <w:rsid w:val="00381568"/>
    <w:rsid w:val="00383195"/>
    <w:rsid w:val="0038447F"/>
    <w:rsid w:val="00384DDC"/>
    <w:rsid w:val="00387B94"/>
    <w:rsid w:val="003A2FE6"/>
    <w:rsid w:val="003A74EE"/>
    <w:rsid w:val="003B5736"/>
    <w:rsid w:val="003B595E"/>
    <w:rsid w:val="003B761A"/>
    <w:rsid w:val="003C6E40"/>
    <w:rsid w:val="003D0317"/>
    <w:rsid w:val="003D6507"/>
    <w:rsid w:val="003E1B47"/>
    <w:rsid w:val="003E43F5"/>
    <w:rsid w:val="003E48A1"/>
    <w:rsid w:val="003E5CBD"/>
    <w:rsid w:val="003E74EF"/>
    <w:rsid w:val="003F27AB"/>
    <w:rsid w:val="003F629A"/>
    <w:rsid w:val="003F74CD"/>
    <w:rsid w:val="004001C7"/>
    <w:rsid w:val="00402548"/>
    <w:rsid w:val="00403414"/>
    <w:rsid w:val="00404F66"/>
    <w:rsid w:val="00407055"/>
    <w:rsid w:val="00407CE0"/>
    <w:rsid w:val="0041003C"/>
    <w:rsid w:val="00412E2D"/>
    <w:rsid w:val="00413BF0"/>
    <w:rsid w:val="00423DC0"/>
    <w:rsid w:val="00425C97"/>
    <w:rsid w:val="00426341"/>
    <w:rsid w:val="00435D9F"/>
    <w:rsid w:val="00444602"/>
    <w:rsid w:val="0045374D"/>
    <w:rsid w:val="004572AF"/>
    <w:rsid w:val="004607D8"/>
    <w:rsid w:val="00464A8E"/>
    <w:rsid w:val="00464CFF"/>
    <w:rsid w:val="00466184"/>
    <w:rsid w:val="00472240"/>
    <w:rsid w:val="0047263C"/>
    <w:rsid w:val="0047501F"/>
    <w:rsid w:val="00482445"/>
    <w:rsid w:val="0048481F"/>
    <w:rsid w:val="00484B57"/>
    <w:rsid w:val="00492D08"/>
    <w:rsid w:val="00492F27"/>
    <w:rsid w:val="00494449"/>
    <w:rsid w:val="00494580"/>
    <w:rsid w:val="00494CA6"/>
    <w:rsid w:val="00496072"/>
    <w:rsid w:val="00497954"/>
    <w:rsid w:val="004A1735"/>
    <w:rsid w:val="004A7EC0"/>
    <w:rsid w:val="004B1598"/>
    <w:rsid w:val="004B22E9"/>
    <w:rsid w:val="004B42C1"/>
    <w:rsid w:val="004C078E"/>
    <w:rsid w:val="004D3118"/>
    <w:rsid w:val="004E4AB2"/>
    <w:rsid w:val="004E719A"/>
    <w:rsid w:val="004F12E3"/>
    <w:rsid w:val="004F5000"/>
    <w:rsid w:val="004F51E9"/>
    <w:rsid w:val="004F5A42"/>
    <w:rsid w:val="00504FDF"/>
    <w:rsid w:val="00507875"/>
    <w:rsid w:val="00507C7C"/>
    <w:rsid w:val="00517983"/>
    <w:rsid w:val="00520F96"/>
    <w:rsid w:val="00521903"/>
    <w:rsid w:val="00521FE0"/>
    <w:rsid w:val="00524F35"/>
    <w:rsid w:val="00525619"/>
    <w:rsid w:val="005334B4"/>
    <w:rsid w:val="00533DEE"/>
    <w:rsid w:val="00535642"/>
    <w:rsid w:val="00535DFB"/>
    <w:rsid w:val="00537B69"/>
    <w:rsid w:val="00544021"/>
    <w:rsid w:val="00546C29"/>
    <w:rsid w:val="005555DE"/>
    <w:rsid w:val="00561C0F"/>
    <w:rsid w:val="005622D6"/>
    <w:rsid w:val="00562929"/>
    <w:rsid w:val="00567199"/>
    <w:rsid w:val="00575702"/>
    <w:rsid w:val="00581196"/>
    <w:rsid w:val="00585D63"/>
    <w:rsid w:val="00597DAA"/>
    <w:rsid w:val="005A05E9"/>
    <w:rsid w:val="005A7A30"/>
    <w:rsid w:val="005B248A"/>
    <w:rsid w:val="005B5E81"/>
    <w:rsid w:val="005C302D"/>
    <w:rsid w:val="005C5D01"/>
    <w:rsid w:val="005D1C50"/>
    <w:rsid w:val="005D50D0"/>
    <w:rsid w:val="005F2308"/>
    <w:rsid w:val="005F28B6"/>
    <w:rsid w:val="005F43D1"/>
    <w:rsid w:val="006000DB"/>
    <w:rsid w:val="00605567"/>
    <w:rsid w:val="006148BB"/>
    <w:rsid w:val="00620E8F"/>
    <w:rsid w:val="00621B42"/>
    <w:rsid w:val="0062379E"/>
    <w:rsid w:val="006270CD"/>
    <w:rsid w:val="0063119A"/>
    <w:rsid w:val="00634734"/>
    <w:rsid w:val="00635587"/>
    <w:rsid w:val="006357F2"/>
    <w:rsid w:val="00635D66"/>
    <w:rsid w:val="00635D74"/>
    <w:rsid w:val="00641A68"/>
    <w:rsid w:val="00641F84"/>
    <w:rsid w:val="00643849"/>
    <w:rsid w:val="00644575"/>
    <w:rsid w:val="00646DDE"/>
    <w:rsid w:val="00647DF8"/>
    <w:rsid w:val="00650BD2"/>
    <w:rsid w:val="00651742"/>
    <w:rsid w:val="00653AD9"/>
    <w:rsid w:val="0065403A"/>
    <w:rsid w:val="00655C3C"/>
    <w:rsid w:val="0066000A"/>
    <w:rsid w:val="0066177E"/>
    <w:rsid w:val="00661FDA"/>
    <w:rsid w:val="00665D56"/>
    <w:rsid w:val="00677D18"/>
    <w:rsid w:val="00677E1F"/>
    <w:rsid w:val="006801F7"/>
    <w:rsid w:val="0068218A"/>
    <w:rsid w:val="006833FC"/>
    <w:rsid w:val="006857A4"/>
    <w:rsid w:val="00685CC8"/>
    <w:rsid w:val="00690981"/>
    <w:rsid w:val="006925D4"/>
    <w:rsid w:val="00694136"/>
    <w:rsid w:val="006A3DED"/>
    <w:rsid w:val="006A6373"/>
    <w:rsid w:val="006A6C32"/>
    <w:rsid w:val="006B7524"/>
    <w:rsid w:val="006C059A"/>
    <w:rsid w:val="006C3393"/>
    <w:rsid w:val="006D1036"/>
    <w:rsid w:val="006D211E"/>
    <w:rsid w:val="006D4208"/>
    <w:rsid w:val="006E09F1"/>
    <w:rsid w:val="006E1876"/>
    <w:rsid w:val="006E3C58"/>
    <w:rsid w:val="006F006F"/>
    <w:rsid w:val="006F1137"/>
    <w:rsid w:val="006F2ABC"/>
    <w:rsid w:val="006F335E"/>
    <w:rsid w:val="006F3A7A"/>
    <w:rsid w:val="006F5596"/>
    <w:rsid w:val="006F5D99"/>
    <w:rsid w:val="006F71DA"/>
    <w:rsid w:val="007056CD"/>
    <w:rsid w:val="00705936"/>
    <w:rsid w:val="00706690"/>
    <w:rsid w:val="00710BED"/>
    <w:rsid w:val="00721C8A"/>
    <w:rsid w:val="00726482"/>
    <w:rsid w:val="007329C1"/>
    <w:rsid w:val="00733E73"/>
    <w:rsid w:val="00735C08"/>
    <w:rsid w:val="00736A5D"/>
    <w:rsid w:val="00736FD7"/>
    <w:rsid w:val="0074683F"/>
    <w:rsid w:val="00746BAF"/>
    <w:rsid w:val="00750220"/>
    <w:rsid w:val="007535B1"/>
    <w:rsid w:val="007549B2"/>
    <w:rsid w:val="007634D5"/>
    <w:rsid w:val="00775929"/>
    <w:rsid w:val="007813DF"/>
    <w:rsid w:val="00790321"/>
    <w:rsid w:val="00790973"/>
    <w:rsid w:val="007945EE"/>
    <w:rsid w:val="0079677B"/>
    <w:rsid w:val="00797FE5"/>
    <w:rsid w:val="007B0C02"/>
    <w:rsid w:val="007B1761"/>
    <w:rsid w:val="007B3074"/>
    <w:rsid w:val="007B36A0"/>
    <w:rsid w:val="007B4F57"/>
    <w:rsid w:val="007B5130"/>
    <w:rsid w:val="007B66F0"/>
    <w:rsid w:val="007C375B"/>
    <w:rsid w:val="007C75B4"/>
    <w:rsid w:val="007C7819"/>
    <w:rsid w:val="007D3A2B"/>
    <w:rsid w:val="007E6FAE"/>
    <w:rsid w:val="007E77AA"/>
    <w:rsid w:val="007E77B2"/>
    <w:rsid w:val="007F17E1"/>
    <w:rsid w:val="007F3FC6"/>
    <w:rsid w:val="00800F22"/>
    <w:rsid w:val="008014D6"/>
    <w:rsid w:val="008022E2"/>
    <w:rsid w:val="00803ACA"/>
    <w:rsid w:val="00810395"/>
    <w:rsid w:val="00812C8F"/>
    <w:rsid w:val="0081439E"/>
    <w:rsid w:val="00821E74"/>
    <w:rsid w:val="008452E0"/>
    <w:rsid w:val="00845CC5"/>
    <w:rsid w:val="008463B3"/>
    <w:rsid w:val="00847822"/>
    <w:rsid w:val="00852BB1"/>
    <w:rsid w:val="00857F3E"/>
    <w:rsid w:val="00861CFF"/>
    <w:rsid w:val="008743D4"/>
    <w:rsid w:val="008768CF"/>
    <w:rsid w:val="00884EB9"/>
    <w:rsid w:val="0089161A"/>
    <w:rsid w:val="00895265"/>
    <w:rsid w:val="00896A7D"/>
    <w:rsid w:val="008A3C95"/>
    <w:rsid w:val="008A5C94"/>
    <w:rsid w:val="008B0237"/>
    <w:rsid w:val="008C32E4"/>
    <w:rsid w:val="008C6000"/>
    <w:rsid w:val="008D6F01"/>
    <w:rsid w:val="008E0961"/>
    <w:rsid w:val="008E1CB9"/>
    <w:rsid w:val="008F257B"/>
    <w:rsid w:val="008F48B5"/>
    <w:rsid w:val="008F4DE7"/>
    <w:rsid w:val="008F6E30"/>
    <w:rsid w:val="0090049F"/>
    <w:rsid w:val="00901A96"/>
    <w:rsid w:val="00907033"/>
    <w:rsid w:val="00912A70"/>
    <w:rsid w:val="00913347"/>
    <w:rsid w:val="00917963"/>
    <w:rsid w:val="00920CE6"/>
    <w:rsid w:val="0093362E"/>
    <w:rsid w:val="009413F1"/>
    <w:rsid w:val="009443B5"/>
    <w:rsid w:val="00945D47"/>
    <w:rsid w:val="00947E57"/>
    <w:rsid w:val="0095405D"/>
    <w:rsid w:val="00954C35"/>
    <w:rsid w:val="00963A37"/>
    <w:rsid w:val="00970565"/>
    <w:rsid w:val="0097101E"/>
    <w:rsid w:val="009730B5"/>
    <w:rsid w:val="009811FB"/>
    <w:rsid w:val="0098237D"/>
    <w:rsid w:val="00984998"/>
    <w:rsid w:val="00986F82"/>
    <w:rsid w:val="00995869"/>
    <w:rsid w:val="009A0F9B"/>
    <w:rsid w:val="009B093D"/>
    <w:rsid w:val="009B2226"/>
    <w:rsid w:val="009B3AB1"/>
    <w:rsid w:val="009B58D8"/>
    <w:rsid w:val="009B6B53"/>
    <w:rsid w:val="009C336F"/>
    <w:rsid w:val="009C588D"/>
    <w:rsid w:val="009C6A0D"/>
    <w:rsid w:val="009D3FC3"/>
    <w:rsid w:val="009D6D2C"/>
    <w:rsid w:val="009D6EF6"/>
    <w:rsid w:val="009E47CA"/>
    <w:rsid w:val="009E7387"/>
    <w:rsid w:val="009F65F6"/>
    <w:rsid w:val="00A03945"/>
    <w:rsid w:val="00A054E8"/>
    <w:rsid w:val="00A10954"/>
    <w:rsid w:val="00A12820"/>
    <w:rsid w:val="00A171A6"/>
    <w:rsid w:val="00A1798D"/>
    <w:rsid w:val="00A2045C"/>
    <w:rsid w:val="00A227A1"/>
    <w:rsid w:val="00A234F3"/>
    <w:rsid w:val="00A237C9"/>
    <w:rsid w:val="00A2399C"/>
    <w:rsid w:val="00A23FFD"/>
    <w:rsid w:val="00A26FE5"/>
    <w:rsid w:val="00A30B5F"/>
    <w:rsid w:val="00A3146B"/>
    <w:rsid w:val="00A31C9D"/>
    <w:rsid w:val="00A3384A"/>
    <w:rsid w:val="00A442D6"/>
    <w:rsid w:val="00A50FA7"/>
    <w:rsid w:val="00A5461E"/>
    <w:rsid w:val="00A5617F"/>
    <w:rsid w:val="00A60391"/>
    <w:rsid w:val="00A657FF"/>
    <w:rsid w:val="00A71603"/>
    <w:rsid w:val="00A805E8"/>
    <w:rsid w:val="00A83719"/>
    <w:rsid w:val="00A86364"/>
    <w:rsid w:val="00A86375"/>
    <w:rsid w:val="00A8693F"/>
    <w:rsid w:val="00A91574"/>
    <w:rsid w:val="00A93679"/>
    <w:rsid w:val="00AA018E"/>
    <w:rsid w:val="00AB7148"/>
    <w:rsid w:val="00AC4B73"/>
    <w:rsid w:val="00AD2569"/>
    <w:rsid w:val="00AE1ADC"/>
    <w:rsid w:val="00AE2749"/>
    <w:rsid w:val="00AE3CC7"/>
    <w:rsid w:val="00AE579D"/>
    <w:rsid w:val="00AF48B1"/>
    <w:rsid w:val="00AF68B0"/>
    <w:rsid w:val="00B013E2"/>
    <w:rsid w:val="00B037F5"/>
    <w:rsid w:val="00B03BEC"/>
    <w:rsid w:val="00B05A0F"/>
    <w:rsid w:val="00B07A85"/>
    <w:rsid w:val="00B11978"/>
    <w:rsid w:val="00B20BE0"/>
    <w:rsid w:val="00B244CA"/>
    <w:rsid w:val="00B268B2"/>
    <w:rsid w:val="00B35620"/>
    <w:rsid w:val="00B4028E"/>
    <w:rsid w:val="00B41F78"/>
    <w:rsid w:val="00B44C5B"/>
    <w:rsid w:val="00B5118B"/>
    <w:rsid w:val="00B51682"/>
    <w:rsid w:val="00B54C39"/>
    <w:rsid w:val="00B5500A"/>
    <w:rsid w:val="00B71480"/>
    <w:rsid w:val="00B80A61"/>
    <w:rsid w:val="00B81AA3"/>
    <w:rsid w:val="00B84E82"/>
    <w:rsid w:val="00B873CE"/>
    <w:rsid w:val="00B95067"/>
    <w:rsid w:val="00B9564E"/>
    <w:rsid w:val="00B956EE"/>
    <w:rsid w:val="00B96459"/>
    <w:rsid w:val="00BA24AB"/>
    <w:rsid w:val="00BA556D"/>
    <w:rsid w:val="00BA59A8"/>
    <w:rsid w:val="00BB35C7"/>
    <w:rsid w:val="00BB543A"/>
    <w:rsid w:val="00BB57AC"/>
    <w:rsid w:val="00BB75B3"/>
    <w:rsid w:val="00BB7D9C"/>
    <w:rsid w:val="00BC1145"/>
    <w:rsid w:val="00BC4745"/>
    <w:rsid w:val="00BC5234"/>
    <w:rsid w:val="00BD270A"/>
    <w:rsid w:val="00BD755E"/>
    <w:rsid w:val="00BE0EED"/>
    <w:rsid w:val="00BE18A9"/>
    <w:rsid w:val="00BE25A0"/>
    <w:rsid w:val="00BE2E82"/>
    <w:rsid w:val="00BF4100"/>
    <w:rsid w:val="00C00392"/>
    <w:rsid w:val="00C13285"/>
    <w:rsid w:val="00C14905"/>
    <w:rsid w:val="00C17E11"/>
    <w:rsid w:val="00C2296E"/>
    <w:rsid w:val="00C25681"/>
    <w:rsid w:val="00C26C52"/>
    <w:rsid w:val="00C30C61"/>
    <w:rsid w:val="00C30D59"/>
    <w:rsid w:val="00C31C2E"/>
    <w:rsid w:val="00C42F6A"/>
    <w:rsid w:val="00C43689"/>
    <w:rsid w:val="00C45222"/>
    <w:rsid w:val="00C54526"/>
    <w:rsid w:val="00C55971"/>
    <w:rsid w:val="00C570B4"/>
    <w:rsid w:val="00C61F66"/>
    <w:rsid w:val="00C63F9C"/>
    <w:rsid w:val="00C66435"/>
    <w:rsid w:val="00C834E3"/>
    <w:rsid w:val="00C93BB4"/>
    <w:rsid w:val="00C9453E"/>
    <w:rsid w:val="00C962BE"/>
    <w:rsid w:val="00CA0850"/>
    <w:rsid w:val="00CA51D5"/>
    <w:rsid w:val="00CA6CB3"/>
    <w:rsid w:val="00CB37C3"/>
    <w:rsid w:val="00CB3B53"/>
    <w:rsid w:val="00CB4FCF"/>
    <w:rsid w:val="00CC4905"/>
    <w:rsid w:val="00CD179A"/>
    <w:rsid w:val="00CD1BFE"/>
    <w:rsid w:val="00CD2448"/>
    <w:rsid w:val="00CD5335"/>
    <w:rsid w:val="00CD6347"/>
    <w:rsid w:val="00CE02F5"/>
    <w:rsid w:val="00CE0C5D"/>
    <w:rsid w:val="00CE13DE"/>
    <w:rsid w:val="00CE2824"/>
    <w:rsid w:val="00CE6F1B"/>
    <w:rsid w:val="00CE77A6"/>
    <w:rsid w:val="00CF03CE"/>
    <w:rsid w:val="00CF39B5"/>
    <w:rsid w:val="00CF3C97"/>
    <w:rsid w:val="00CF75FC"/>
    <w:rsid w:val="00CF7BE9"/>
    <w:rsid w:val="00D014FD"/>
    <w:rsid w:val="00D01505"/>
    <w:rsid w:val="00D018E8"/>
    <w:rsid w:val="00D02E43"/>
    <w:rsid w:val="00D057EA"/>
    <w:rsid w:val="00D16993"/>
    <w:rsid w:val="00D16F66"/>
    <w:rsid w:val="00D1705F"/>
    <w:rsid w:val="00D17CE0"/>
    <w:rsid w:val="00D17EC0"/>
    <w:rsid w:val="00D21496"/>
    <w:rsid w:val="00D223C4"/>
    <w:rsid w:val="00D246CB"/>
    <w:rsid w:val="00D3280C"/>
    <w:rsid w:val="00D32DCC"/>
    <w:rsid w:val="00D36E37"/>
    <w:rsid w:val="00D3716B"/>
    <w:rsid w:val="00D40059"/>
    <w:rsid w:val="00D4750D"/>
    <w:rsid w:val="00D555DB"/>
    <w:rsid w:val="00D600AD"/>
    <w:rsid w:val="00D618ED"/>
    <w:rsid w:val="00D72E16"/>
    <w:rsid w:val="00D75A61"/>
    <w:rsid w:val="00D974F1"/>
    <w:rsid w:val="00DA37EE"/>
    <w:rsid w:val="00DA7B71"/>
    <w:rsid w:val="00DC444D"/>
    <w:rsid w:val="00DC6730"/>
    <w:rsid w:val="00DD0F15"/>
    <w:rsid w:val="00DD3C7C"/>
    <w:rsid w:val="00DD4D55"/>
    <w:rsid w:val="00DD57D4"/>
    <w:rsid w:val="00DD57F1"/>
    <w:rsid w:val="00DD6392"/>
    <w:rsid w:val="00DD6CED"/>
    <w:rsid w:val="00DE204E"/>
    <w:rsid w:val="00DF384A"/>
    <w:rsid w:val="00DF7B8B"/>
    <w:rsid w:val="00E00091"/>
    <w:rsid w:val="00E01835"/>
    <w:rsid w:val="00E049FC"/>
    <w:rsid w:val="00E133DD"/>
    <w:rsid w:val="00E13433"/>
    <w:rsid w:val="00E13786"/>
    <w:rsid w:val="00E17A6F"/>
    <w:rsid w:val="00E25DA9"/>
    <w:rsid w:val="00E26075"/>
    <w:rsid w:val="00E275A3"/>
    <w:rsid w:val="00E322F9"/>
    <w:rsid w:val="00E33C6F"/>
    <w:rsid w:val="00E35EEE"/>
    <w:rsid w:val="00E44CD0"/>
    <w:rsid w:val="00E46916"/>
    <w:rsid w:val="00E51193"/>
    <w:rsid w:val="00E6177F"/>
    <w:rsid w:val="00E64689"/>
    <w:rsid w:val="00E66BD1"/>
    <w:rsid w:val="00E66C0B"/>
    <w:rsid w:val="00E765D8"/>
    <w:rsid w:val="00E849D8"/>
    <w:rsid w:val="00E852B7"/>
    <w:rsid w:val="00E879AA"/>
    <w:rsid w:val="00E9146E"/>
    <w:rsid w:val="00E9330E"/>
    <w:rsid w:val="00EA0733"/>
    <w:rsid w:val="00EA3690"/>
    <w:rsid w:val="00EA515B"/>
    <w:rsid w:val="00EA57ED"/>
    <w:rsid w:val="00EB045D"/>
    <w:rsid w:val="00EC0C53"/>
    <w:rsid w:val="00EC2EEE"/>
    <w:rsid w:val="00EC33F5"/>
    <w:rsid w:val="00EC614C"/>
    <w:rsid w:val="00EE7142"/>
    <w:rsid w:val="00EF13D9"/>
    <w:rsid w:val="00EF4F10"/>
    <w:rsid w:val="00F02469"/>
    <w:rsid w:val="00F0254B"/>
    <w:rsid w:val="00F03C2F"/>
    <w:rsid w:val="00F07161"/>
    <w:rsid w:val="00F11D0D"/>
    <w:rsid w:val="00F128A2"/>
    <w:rsid w:val="00F2057F"/>
    <w:rsid w:val="00F20E67"/>
    <w:rsid w:val="00F21D61"/>
    <w:rsid w:val="00F26914"/>
    <w:rsid w:val="00F27CC1"/>
    <w:rsid w:val="00F33B44"/>
    <w:rsid w:val="00F411C1"/>
    <w:rsid w:val="00F43D33"/>
    <w:rsid w:val="00F53ABB"/>
    <w:rsid w:val="00F53D0D"/>
    <w:rsid w:val="00F60799"/>
    <w:rsid w:val="00F61823"/>
    <w:rsid w:val="00F6624B"/>
    <w:rsid w:val="00F72667"/>
    <w:rsid w:val="00F73803"/>
    <w:rsid w:val="00F9117C"/>
    <w:rsid w:val="00F92407"/>
    <w:rsid w:val="00F954BD"/>
    <w:rsid w:val="00F96627"/>
    <w:rsid w:val="00F96778"/>
    <w:rsid w:val="00F97544"/>
    <w:rsid w:val="00F975BC"/>
    <w:rsid w:val="00FA2654"/>
    <w:rsid w:val="00FA3F82"/>
    <w:rsid w:val="00FA635E"/>
    <w:rsid w:val="00FB2195"/>
    <w:rsid w:val="00FC188C"/>
    <w:rsid w:val="00FD1A1C"/>
    <w:rsid w:val="00FD47C2"/>
    <w:rsid w:val="00FD7774"/>
    <w:rsid w:val="00FE4D08"/>
    <w:rsid w:val="00FE693D"/>
    <w:rsid w:val="00FF2BD2"/>
    <w:rsid w:val="00FF3066"/>
    <w:rsid w:val="00FF39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ind w:left="18"/>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character" w:customStyle="1" w:styleId="tsubjname">
    <w:name w:val="tsubjname"/>
    <w:basedOn w:val="Standardnpsmoodstavce"/>
    <w:rsid w:val="00F33B44"/>
  </w:style>
  <w:style w:type="paragraph" w:customStyle="1" w:styleId="02-ODST-2">
    <w:name w:val="02-ODST-2"/>
    <w:basedOn w:val="Normln"/>
    <w:link w:val="02-ODST-2Char"/>
    <w:qFormat/>
    <w:rsid w:val="00A171A6"/>
    <w:pPr>
      <w:tabs>
        <w:tab w:val="left" w:pos="567"/>
        <w:tab w:val="num" w:pos="1080"/>
      </w:tabs>
      <w:spacing w:after="0"/>
      <w:ind w:left="567" w:hanging="567"/>
    </w:pPr>
    <w:rPr>
      <w:rFonts w:ascii="Times New Roman" w:eastAsia="Calibri" w:hAnsi="Times New Roman"/>
      <w:sz w:val="22"/>
      <w:szCs w:val="22"/>
    </w:rPr>
  </w:style>
  <w:style w:type="paragraph" w:customStyle="1" w:styleId="01-L">
    <w:name w:val="01-ČL."/>
    <w:basedOn w:val="Normln"/>
    <w:next w:val="Normln"/>
    <w:qFormat/>
    <w:rsid w:val="00A171A6"/>
    <w:pPr>
      <w:spacing w:before="600" w:after="0"/>
      <w:ind w:left="18" w:hanging="454"/>
      <w:jc w:val="center"/>
    </w:pPr>
    <w:rPr>
      <w:rFonts w:ascii="Times New Roman" w:eastAsia="Calibri" w:hAnsi="Times New Roman"/>
      <w:b/>
      <w:bCs/>
      <w:sz w:val="24"/>
      <w:szCs w:val="22"/>
    </w:rPr>
  </w:style>
  <w:style w:type="paragraph" w:customStyle="1" w:styleId="05-ODST-3">
    <w:name w:val="05-ODST-3"/>
    <w:basedOn w:val="02-ODST-2"/>
    <w:qFormat/>
    <w:rsid w:val="00A171A6"/>
    <w:pPr>
      <w:tabs>
        <w:tab w:val="clear" w:pos="567"/>
        <w:tab w:val="clear" w:pos="1080"/>
        <w:tab w:val="left" w:pos="1134"/>
        <w:tab w:val="num" w:pos="1364"/>
      </w:tabs>
      <w:ind w:left="1134" w:hanging="850"/>
    </w:pPr>
  </w:style>
  <w:style w:type="paragraph" w:customStyle="1" w:styleId="10-ODST-3">
    <w:name w:val="10-ODST-3"/>
    <w:basedOn w:val="05-ODST-3"/>
    <w:qFormat/>
    <w:rsid w:val="00A171A6"/>
    <w:pPr>
      <w:tabs>
        <w:tab w:val="clear" w:pos="1364"/>
        <w:tab w:val="left" w:pos="1701"/>
        <w:tab w:val="num" w:pos="2007"/>
      </w:tabs>
      <w:ind w:left="1701" w:hanging="1134"/>
    </w:pPr>
  </w:style>
  <w:style w:type="paragraph" w:styleId="Zkladntext2">
    <w:name w:val="Body Text 2"/>
    <w:basedOn w:val="Normln"/>
    <w:link w:val="Zkladntext2Char"/>
    <w:rsid w:val="00077423"/>
    <w:pPr>
      <w:spacing w:after="0"/>
    </w:pPr>
    <w:rPr>
      <w:spacing w:val="4"/>
      <w:sz w:val="22"/>
      <w:szCs w:val="20"/>
    </w:rPr>
  </w:style>
  <w:style w:type="character" w:customStyle="1" w:styleId="Zkladntext2Char">
    <w:name w:val="Základní text 2 Char"/>
    <w:basedOn w:val="Standardnpsmoodstavce"/>
    <w:link w:val="Zkladntext2"/>
    <w:rsid w:val="00077423"/>
    <w:rPr>
      <w:rFonts w:ascii="Arial" w:hAnsi="Arial"/>
      <w:spacing w:val="4"/>
      <w:sz w:val="22"/>
    </w:rPr>
  </w:style>
  <w:style w:type="paragraph" w:styleId="Zkladntext3">
    <w:name w:val="Body Text 3"/>
    <w:basedOn w:val="Normln"/>
    <w:link w:val="Zkladntext3Char"/>
    <w:rsid w:val="00077423"/>
    <w:pPr>
      <w:spacing w:after="0"/>
      <w:jc w:val="left"/>
    </w:pPr>
    <w:rPr>
      <w:spacing w:val="6"/>
      <w:sz w:val="22"/>
      <w:szCs w:val="20"/>
    </w:rPr>
  </w:style>
  <w:style w:type="character" w:customStyle="1" w:styleId="Zkladntext3Char">
    <w:name w:val="Základní text 3 Char"/>
    <w:basedOn w:val="Standardnpsmoodstavce"/>
    <w:link w:val="Zkladntext3"/>
    <w:rsid w:val="00077423"/>
    <w:rPr>
      <w:rFonts w:ascii="Arial" w:hAnsi="Arial"/>
      <w:spacing w:val="6"/>
      <w:sz w:val="22"/>
    </w:rPr>
  </w:style>
  <w:style w:type="paragraph" w:customStyle="1" w:styleId="Odrky-psmena">
    <w:name w:val="Odrážky - písmena"/>
    <w:basedOn w:val="Normln"/>
    <w:link w:val="Odrky-psmenaCharChar"/>
    <w:rsid w:val="00077473"/>
    <w:pPr>
      <w:numPr>
        <w:numId w:val="9"/>
      </w:numPr>
      <w:spacing w:after="0"/>
    </w:pPr>
    <w:rPr>
      <w:rFonts w:eastAsia="Calibri" w:cs="Arial"/>
      <w:szCs w:val="20"/>
    </w:rPr>
  </w:style>
  <w:style w:type="paragraph" w:customStyle="1" w:styleId="Odrky2rove">
    <w:name w:val="Odrážky 2 úroveň"/>
    <w:basedOn w:val="Normln"/>
    <w:rsid w:val="00077473"/>
    <w:pPr>
      <w:numPr>
        <w:ilvl w:val="1"/>
        <w:numId w:val="9"/>
      </w:numPr>
      <w:spacing w:after="0"/>
    </w:pPr>
    <w:rPr>
      <w:rFonts w:cs="Arial"/>
      <w:szCs w:val="20"/>
    </w:rPr>
  </w:style>
  <w:style w:type="paragraph" w:styleId="Zkladntext">
    <w:name w:val="Body Text"/>
    <w:basedOn w:val="Normln"/>
    <w:link w:val="ZkladntextChar"/>
    <w:uiPriority w:val="99"/>
    <w:semiHidden/>
    <w:unhideWhenUsed/>
    <w:rsid w:val="00F975BC"/>
  </w:style>
  <w:style w:type="character" w:customStyle="1" w:styleId="ZkladntextChar">
    <w:name w:val="Základní text Char"/>
    <w:basedOn w:val="Standardnpsmoodstavce"/>
    <w:link w:val="Zkladntext"/>
    <w:uiPriority w:val="99"/>
    <w:semiHidden/>
    <w:rsid w:val="00F975BC"/>
    <w:rPr>
      <w:rFonts w:ascii="Arial" w:hAnsi="Arial"/>
      <w:szCs w:val="24"/>
    </w:rPr>
  </w:style>
  <w:style w:type="character" w:customStyle="1" w:styleId="Odrky-psmenaCharChar">
    <w:name w:val="Odrážky - písmena Char Char"/>
    <w:link w:val="Odrky-psmena"/>
    <w:locked/>
    <w:rsid w:val="002A6D41"/>
    <w:rPr>
      <w:rFonts w:ascii="Arial" w:eastAsia="Calibri" w:hAnsi="Arial" w:cs="Arial"/>
    </w:rPr>
  </w:style>
  <w:style w:type="character" w:styleId="Zstupntext">
    <w:name w:val="Placeholder Text"/>
    <w:basedOn w:val="Standardnpsmoodstavce"/>
    <w:uiPriority w:val="99"/>
    <w:semiHidden/>
    <w:rsid w:val="004D3118"/>
    <w:rPr>
      <w:color w:val="808080"/>
    </w:rPr>
  </w:style>
  <w:style w:type="paragraph" w:customStyle="1" w:styleId="01-ODST-2">
    <w:name w:val="01-ODST-2"/>
    <w:basedOn w:val="Normln"/>
    <w:qFormat/>
    <w:rsid w:val="009F65F6"/>
    <w:pPr>
      <w:tabs>
        <w:tab w:val="left" w:pos="567"/>
        <w:tab w:val="num" w:pos="1080"/>
      </w:tabs>
      <w:spacing w:before="120" w:after="0"/>
      <w:ind w:left="567" w:hanging="567"/>
      <w:outlineLvl w:val="1"/>
    </w:pPr>
    <w:rPr>
      <w:szCs w:val="20"/>
    </w:rPr>
  </w:style>
  <w:style w:type="character" w:customStyle="1" w:styleId="02-ODST-2Char">
    <w:name w:val="02-ODST-2 Char"/>
    <w:basedOn w:val="Standardnpsmoodstavce"/>
    <w:link w:val="02-ODST-2"/>
    <w:rsid w:val="005A7A30"/>
    <w:rPr>
      <w:rFonts w:eastAsia="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ind w:left="18"/>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character" w:customStyle="1" w:styleId="tsubjname">
    <w:name w:val="tsubjname"/>
    <w:basedOn w:val="Standardnpsmoodstavce"/>
    <w:rsid w:val="00F33B44"/>
  </w:style>
  <w:style w:type="paragraph" w:customStyle="1" w:styleId="02-ODST-2">
    <w:name w:val="02-ODST-2"/>
    <w:basedOn w:val="Normln"/>
    <w:link w:val="02-ODST-2Char"/>
    <w:qFormat/>
    <w:rsid w:val="00A171A6"/>
    <w:pPr>
      <w:tabs>
        <w:tab w:val="left" w:pos="567"/>
        <w:tab w:val="num" w:pos="1080"/>
      </w:tabs>
      <w:spacing w:after="0"/>
      <w:ind w:left="567" w:hanging="567"/>
    </w:pPr>
    <w:rPr>
      <w:rFonts w:ascii="Times New Roman" w:eastAsia="Calibri" w:hAnsi="Times New Roman"/>
      <w:sz w:val="22"/>
      <w:szCs w:val="22"/>
    </w:rPr>
  </w:style>
  <w:style w:type="paragraph" w:customStyle="1" w:styleId="01-L">
    <w:name w:val="01-ČL."/>
    <w:basedOn w:val="Normln"/>
    <w:next w:val="Normln"/>
    <w:qFormat/>
    <w:rsid w:val="00A171A6"/>
    <w:pPr>
      <w:spacing w:before="600" w:after="0"/>
      <w:ind w:left="18" w:hanging="454"/>
      <w:jc w:val="center"/>
    </w:pPr>
    <w:rPr>
      <w:rFonts w:ascii="Times New Roman" w:eastAsia="Calibri" w:hAnsi="Times New Roman"/>
      <w:b/>
      <w:bCs/>
      <w:sz w:val="24"/>
      <w:szCs w:val="22"/>
    </w:rPr>
  </w:style>
  <w:style w:type="paragraph" w:customStyle="1" w:styleId="05-ODST-3">
    <w:name w:val="05-ODST-3"/>
    <w:basedOn w:val="02-ODST-2"/>
    <w:qFormat/>
    <w:rsid w:val="00A171A6"/>
    <w:pPr>
      <w:tabs>
        <w:tab w:val="clear" w:pos="567"/>
        <w:tab w:val="clear" w:pos="1080"/>
        <w:tab w:val="left" w:pos="1134"/>
        <w:tab w:val="num" w:pos="1364"/>
      </w:tabs>
      <w:ind w:left="1134" w:hanging="850"/>
    </w:pPr>
  </w:style>
  <w:style w:type="paragraph" w:customStyle="1" w:styleId="10-ODST-3">
    <w:name w:val="10-ODST-3"/>
    <w:basedOn w:val="05-ODST-3"/>
    <w:qFormat/>
    <w:rsid w:val="00A171A6"/>
    <w:pPr>
      <w:tabs>
        <w:tab w:val="clear" w:pos="1364"/>
        <w:tab w:val="left" w:pos="1701"/>
        <w:tab w:val="num" w:pos="2007"/>
      </w:tabs>
      <w:ind w:left="1701" w:hanging="1134"/>
    </w:pPr>
  </w:style>
  <w:style w:type="paragraph" w:styleId="Zkladntext2">
    <w:name w:val="Body Text 2"/>
    <w:basedOn w:val="Normln"/>
    <w:link w:val="Zkladntext2Char"/>
    <w:rsid w:val="00077423"/>
    <w:pPr>
      <w:spacing w:after="0"/>
    </w:pPr>
    <w:rPr>
      <w:spacing w:val="4"/>
      <w:sz w:val="22"/>
      <w:szCs w:val="20"/>
    </w:rPr>
  </w:style>
  <w:style w:type="character" w:customStyle="1" w:styleId="Zkladntext2Char">
    <w:name w:val="Základní text 2 Char"/>
    <w:basedOn w:val="Standardnpsmoodstavce"/>
    <w:link w:val="Zkladntext2"/>
    <w:rsid w:val="00077423"/>
    <w:rPr>
      <w:rFonts w:ascii="Arial" w:hAnsi="Arial"/>
      <w:spacing w:val="4"/>
      <w:sz w:val="22"/>
    </w:rPr>
  </w:style>
  <w:style w:type="paragraph" w:styleId="Zkladntext3">
    <w:name w:val="Body Text 3"/>
    <w:basedOn w:val="Normln"/>
    <w:link w:val="Zkladntext3Char"/>
    <w:rsid w:val="00077423"/>
    <w:pPr>
      <w:spacing w:after="0"/>
      <w:jc w:val="left"/>
    </w:pPr>
    <w:rPr>
      <w:spacing w:val="6"/>
      <w:sz w:val="22"/>
      <w:szCs w:val="20"/>
    </w:rPr>
  </w:style>
  <w:style w:type="character" w:customStyle="1" w:styleId="Zkladntext3Char">
    <w:name w:val="Základní text 3 Char"/>
    <w:basedOn w:val="Standardnpsmoodstavce"/>
    <w:link w:val="Zkladntext3"/>
    <w:rsid w:val="00077423"/>
    <w:rPr>
      <w:rFonts w:ascii="Arial" w:hAnsi="Arial"/>
      <w:spacing w:val="6"/>
      <w:sz w:val="22"/>
    </w:rPr>
  </w:style>
  <w:style w:type="paragraph" w:customStyle="1" w:styleId="Odrky-psmena">
    <w:name w:val="Odrážky - písmena"/>
    <w:basedOn w:val="Normln"/>
    <w:link w:val="Odrky-psmenaCharChar"/>
    <w:rsid w:val="00077473"/>
    <w:pPr>
      <w:numPr>
        <w:numId w:val="9"/>
      </w:numPr>
      <w:spacing w:after="0"/>
    </w:pPr>
    <w:rPr>
      <w:rFonts w:eastAsia="Calibri" w:cs="Arial"/>
      <w:szCs w:val="20"/>
    </w:rPr>
  </w:style>
  <w:style w:type="paragraph" w:customStyle="1" w:styleId="Odrky2rove">
    <w:name w:val="Odrážky 2 úroveň"/>
    <w:basedOn w:val="Normln"/>
    <w:rsid w:val="00077473"/>
    <w:pPr>
      <w:numPr>
        <w:ilvl w:val="1"/>
        <w:numId w:val="9"/>
      </w:numPr>
      <w:spacing w:after="0"/>
    </w:pPr>
    <w:rPr>
      <w:rFonts w:cs="Arial"/>
      <w:szCs w:val="20"/>
    </w:rPr>
  </w:style>
  <w:style w:type="paragraph" w:styleId="Zkladntext">
    <w:name w:val="Body Text"/>
    <w:basedOn w:val="Normln"/>
    <w:link w:val="ZkladntextChar"/>
    <w:uiPriority w:val="99"/>
    <w:semiHidden/>
    <w:unhideWhenUsed/>
    <w:rsid w:val="00F975BC"/>
  </w:style>
  <w:style w:type="character" w:customStyle="1" w:styleId="ZkladntextChar">
    <w:name w:val="Základní text Char"/>
    <w:basedOn w:val="Standardnpsmoodstavce"/>
    <w:link w:val="Zkladntext"/>
    <w:uiPriority w:val="99"/>
    <w:semiHidden/>
    <w:rsid w:val="00F975BC"/>
    <w:rPr>
      <w:rFonts w:ascii="Arial" w:hAnsi="Arial"/>
      <w:szCs w:val="24"/>
    </w:rPr>
  </w:style>
  <w:style w:type="character" w:customStyle="1" w:styleId="Odrky-psmenaCharChar">
    <w:name w:val="Odrážky - písmena Char Char"/>
    <w:link w:val="Odrky-psmena"/>
    <w:locked/>
    <w:rsid w:val="002A6D41"/>
    <w:rPr>
      <w:rFonts w:ascii="Arial" w:eastAsia="Calibri" w:hAnsi="Arial" w:cs="Arial"/>
    </w:rPr>
  </w:style>
  <w:style w:type="character" w:styleId="Zstupntext">
    <w:name w:val="Placeholder Text"/>
    <w:basedOn w:val="Standardnpsmoodstavce"/>
    <w:uiPriority w:val="99"/>
    <w:semiHidden/>
    <w:rsid w:val="004D3118"/>
    <w:rPr>
      <w:color w:val="808080"/>
    </w:rPr>
  </w:style>
  <w:style w:type="paragraph" w:customStyle="1" w:styleId="01-ODST-2">
    <w:name w:val="01-ODST-2"/>
    <w:basedOn w:val="Normln"/>
    <w:qFormat/>
    <w:rsid w:val="009F65F6"/>
    <w:pPr>
      <w:tabs>
        <w:tab w:val="left" w:pos="567"/>
        <w:tab w:val="num" w:pos="1080"/>
      </w:tabs>
      <w:spacing w:before="120" w:after="0"/>
      <w:ind w:left="567" w:hanging="567"/>
      <w:outlineLvl w:val="1"/>
    </w:pPr>
    <w:rPr>
      <w:szCs w:val="20"/>
    </w:rPr>
  </w:style>
  <w:style w:type="character" w:customStyle="1" w:styleId="02-ODST-2Char">
    <w:name w:val="02-ODST-2 Char"/>
    <w:basedOn w:val="Standardnpsmoodstavce"/>
    <w:link w:val="02-ODST-2"/>
    <w:rsid w:val="005A7A30"/>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34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aclav.polanka@ceproas.cz" TargetMode="External"/><Relationship Id="rId18" Type="http://schemas.openxmlformats.org/officeDocument/2006/relationships/hyperlink" Target="https://www.ceproas.cz/vyberova-rizeni/zverejneni-poptave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Josef.paul@ceproas.cz" TargetMode="External"/><Relationship Id="rId17" Type="http://schemas.openxmlformats.org/officeDocument/2006/relationships/hyperlink" Target="https://www.ceproas.cz/vyberova-rizeni"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clav.polanka@ceproas.cz" TargetMode="External"/><Relationship Id="rId5" Type="http://schemas.openxmlformats.org/officeDocument/2006/relationships/settings" Target="settings.xml"/><Relationship Id="rId15" Type="http://schemas.openxmlformats.org/officeDocument/2006/relationships/hyperlink" Target="mailto:vaclav.polanka@ceproas.cz" TargetMode="External"/><Relationship Id="rId10" Type="http://schemas.openxmlformats.org/officeDocument/2006/relationships/hyperlink" Target="mailto:Josef.paul@ceproas.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osef.paul@ceproas.cz"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B104B-0D97-4FE9-BAF0-385CD3C8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34</TotalTime>
  <Pages>18</Pages>
  <Words>9673</Words>
  <Characters>57075</Characters>
  <Application>Microsoft Office Word</Application>
  <DocSecurity>0</DocSecurity>
  <Lines>475</Lines>
  <Paragraphs>133</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66615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Hošková Lenka</cp:lastModifiedBy>
  <cp:revision>15</cp:revision>
  <cp:lastPrinted>2021-01-11T11:50:00Z</cp:lastPrinted>
  <dcterms:created xsi:type="dcterms:W3CDTF">2021-01-11T09:23:00Z</dcterms:created>
  <dcterms:modified xsi:type="dcterms:W3CDTF">2021-01-12T12:13:00Z</dcterms:modified>
</cp:coreProperties>
</file>